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76F" w:rsidRPr="000967D2" w:rsidRDefault="0081476F" w:rsidP="00F41C67">
      <w:pPr>
        <w:autoSpaceDE w:val="0"/>
        <w:autoSpaceDN w:val="0"/>
        <w:adjustRightInd w:val="0"/>
        <w:spacing w:before="60" w:afterLines="60" w:line="312" w:lineRule="auto"/>
        <w:jc w:val="both"/>
        <w:rPr>
          <w:rFonts w:ascii="Arial" w:hAnsi="Arial" w:cs="Arial"/>
          <w:b/>
          <w:bCs/>
        </w:rPr>
      </w:pPr>
      <w:r w:rsidRPr="000967D2">
        <w:rPr>
          <w:rFonts w:ascii="Arial" w:hAnsi="Arial" w:cs="Arial"/>
          <w:b/>
          <w:bCs/>
        </w:rPr>
        <w:t xml:space="preserve">Załącznik </w:t>
      </w:r>
      <w:smartTag w:uri="urn:schemas-microsoft-com:office:smarttags" w:element="metricconverter">
        <w:smartTagPr>
          <w:attr w:name="ProductID" w:val="3 a"/>
        </w:smartTagPr>
        <w:r w:rsidRPr="000967D2">
          <w:rPr>
            <w:rFonts w:ascii="Arial" w:hAnsi="Arial" w:cs="Arial"/>
            <w:b/>
            <w:bCs/>
          </w:rPr>
          <w:t>3 a</w:t>
        </w:r>
      </w:smartTag>
      <w:r w:rsidRPr="000967D2">
        <w:rPr>
          <w:rFonts w:ascii="Arial" w:hAnsi="Arial" w:cs="Arial"/>
          <w:b/>
          <w:bCs/>
        </w:rPr>
        <w:t>. Minimalne wymogi Regulaminu rekrutacji w projekcie</w:t>
      </w:r>
    </w:p>
    <w:p w:rsidR="0081476F" w:rsidRDefault="0081476F" w:rsidP="00F41C67">
      <w:pPr>
        <w:autoSpaceDE w:val="0"/>
        <w:autoSpaceDN w:val="0"/>
        <w:adjustRightInd w:val="0"/>
        <w:spacing w:before="60" w:afterLines="60" w:line="312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1380">
        <w:rPr>
          <w:rFonts w:ascii="Arial" w:hAnsi="Arial" w:cs="Arial"/>
          <w:b/>
          <w:bCs/>
          <w:sz w:val="24"/>
          <w:szCs w:val="24"/>
        </w:rPr>
        <w:br/>
      </w:r>
    </w:p>
    <w:p w:rsidR="0081476F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b/>
          <w:bCs/>
          <w:sz w:val="28"/>
          <w:szCs w:val="24"/>
        </w:rPr>
      </w:pPr>
      <w:r w:rsidRPr="00850A08">
        <w:rPr>
          <w:rFonts w:ascii="Arial" w:hAnsi="Arial" w:cs="Arial"/>
          <w:b/>
          <w:bCs/>
          <w:sz w:val="28"/>
          <w:szCs w:val="24"/>
        </w:rPr>
        <w:t>Regulamin  rekrutacji w projekcie</w:t>
      </w:r>
      <w:r>
        <w:rPr>
          <w:rFonts w:ascii="Arial" w:hAnsi="Arial" w:cs="Arial"/>
          <w:b/>
          <w:bCs/>
          <w:sz w:val="28"/>
          <w:szCs w:val="24"/>
        </w:rPr>
        <w:t xml:space="preserve"> </w:t>
      </w:r>
    </w:p>
    <w:p w:rsidR="0081476F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b/>
          <w:bCs/>
          <w:szCs w:val="24"/>
        </w:rPr>
      </w:pPr>
      <w:r w:rsidRPr="0043419F">
        <w:rPr>
          <w:rFonts w:ascii="Arial" w:hAnsi="Arial" w:cs="Arial"/>
          <w:b/>
          <w:bCs/>
          <w:color w:val="548DD4"/>
          <w:szCs w:val="24"/>
        </w:rPr>
        <w:t>(tytuł projektu)</w:t>
      </w:r>
      <w:r>
        <w:rPr>
          <w:rFonts w:ascii="Arial" w:hAnsi="Arial" w:cs="Arial"/>
          <w:b/>
          <w:bCs/>
          <w:color w:val="548DD4"/>
          <w:szCs w:val="24"/>
        </w:rPr>
        <w:t xml:space="preserve">           </w:t>
      </w:r>
      <w:r w:rsidRPr="0043419F"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                            </w:t>
      </w:r>
    </w:p>
    <w:p w:rsidR="0081476F" w:rsidRPr="0043419F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realizowanego w ramach działania 6.2 „Wsparcie </w:t>
      </w:r>
      <w:r>
        <w:rPr>
          <w:rFonts w:ascii="Arial" w:hAnsi="Arial" w:cs="Arial"/>
          <w:b/>
          <w:bCs/>
          <w:szCs w:val="24"/>
        </w:rPr>
        <w:br/>
        <w:t>oraz promocja  przedsiębiorczości i samozatrudnienia”</w:t>
      </w:r>
    </w:p>
    <w:p w:rsidR="0081476F" w:rsidRPr="00F01380" w:rsidRDefault="0081476F" w:rsidP="00F41C67">
      <w:pPr>
        <w:autoSpaceDE w:val="0"/>
        <w:autoSpaceDN w:val="0"/>
        <w:adjustRightInd w:val="0"/>
        <w:spacing w:before="60" w:afterLines="60" w:line="312" w:lineRule="auto"/>
        <w:rPr>
          <w:rFonts w:ascii="Arial" w:hAnsi="Arial" w:cs="Arial"/>
          <w:b/>
          <w:bCs/>
          <w:sz w:val="24"/>
          <w:szCs w:val="24"/>
        </w:rPr>
      </w:pPr>
    </w:p>
    <w:p w:rsidR="0081476F" w:rsidRPr="00276CA1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sz w:val="28"/>
          <w:szCs w:val="28"/>
        </w:rPr>
      </w:pPr>
    </w:p>
    <w:p w:rsidR="0081476F" w:rsidRPr="00276CA1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sz w:val="28"/>
          <w:szCs w:val="28"/>
        </w:rPr>
      </w:pPr>
      <w:r w:rsidRPr="00276CA1">
        <w:rPr>
          <w:rFonts w:ascii="Arial" w:hAnsi="Arial" w:cs="Arial"/>
          <w:sz w:val="28"/>
          <w:szCs w:val="28"/>
        </w:rPr>
        <w:t>nr projektu ………………………………….</w:t>
      </w:r>
    </w:p>
    <w:p w:rsidR="0081476F" w:rsidRPr="00276CA1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bCs/>
          <w:sz w:val="28"/>
          <w:szCs w:val="28"/>
        </w:rPr>
      </w:pPr>
      <w:r w:rsidRPr="00276CA1">
        <w:rPr>
          <w:rFonts w:ascii="Arial" w:hAnsi="Arial" w:cs="Arial"/>
          <w:bCs/>
          <w:sz w:val="28"/>
          <w:szCs w:val="28"/>
        </w:rPr>
        <w:t>nr umowy ……………………………………………</w:t>
      </w:r>
    </w:p>
    <w:p w:rsidR="0081476F" w:rsidRPr="00276CA1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76CA1">
        <w:rPr>
          <w:rFonts w:ascii="Arial" w:hAnsi="Arial" w:cs="Arial"/>
          <w:bCs/>
          <w:sz w:val="28"/>
          <w:szCs w:val="28"/>
        </w:rPr>
        <w:t>nazwa Beneficjenta………………………………………..</w:t>
      </w:r>
    </w:p>
    <w:p w:rsidR="0081476F" w:rsidRPr="00276CA1" w:rsidRDefault="0081476F" w:rsidP="00F41C67">
      <w:pPr>
        <w:autoSpaceDE w:val="0"/>
        <w:autoSpaceDN w:val="0"/>
        <w:adjustRightInd w:val="0"/>
        <w:spacing w:before="60" w:afterLines="60" w:line="312" w:lineRule="auto"/>
        <w:rPr>
          <w:rFonts w:ascii="Arial" w:hAnsi="Arial" w:cs="Arial"/>
          <w:b/>
          <w:bCs/>
          <w:sz w:val="28"/>
          <w:szCs w:val="28"/>
        </w:rPr>
      </w:pPr>
    </w:p>
    <w:p w:rsidR="0081476F" w:rsidRPr="00B96715" w:rsidRDefault="0081476F" w:rsidP="00305D67">
      <w:pPr>
        <w:spacing w:after="0"/>
        <w:jc w:val="both"/>
        <w:rPr>
          <w:rFonts w:ascii="Arial" w:hAnsi="Arial" w:cs="Arial"/>
        </w:rPr>
      </w:pPr>
      <w:r w:rsidRPr="00276CA1">
        <w:rPr>
          <w:rFonts w:ascii="Arial" w:hAnsi="Arial" w:cs="Arial"/>
          <w:b/>
          <w:bCs/>
          <w:sz w:val="28"/>
          <w:szCs w:val="28"/>
        </w:rPr>
        <w:tab/>
      </w:r>
      <w:r w:rsidRPr="00B96715">
        <w:rPr>
          <w:rFonts w:ascii="Arial" w:hAnsi="Arial" w:cs="Arial"/>
        </w:rPr>
        <w:t>Pojęcia zawarte w regulaminie:</w:t>
      </w:r>
    </w:p>
    <w:p w:rsidR="0081476F" w:rsidRPr="00B96715" w:rsidRDefault="0081476F" w:rsidP="00305D67">
      <w:pPr>
        <w:spacing w:after="0"/>
        <w:jc w:val="both"/>
        <w:rPr>
          <w:rFonts w:ascii="Arial" w:hAnsi="Arial" w:cs="Arial"/>
        </w:rPr>
      </w:pP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  <w:b/>
        </w:rPr>
        <w:t>Projekt</w:t>
      </w:r>
      <w:r w:rsidRPr="00B96715">
        <w:rPr>
          <w:rFonts w:ascii="Arial" w:hAnsi="Arial" w:cs="Arial"/>
        </w:rPr>
        <w:t xml:space="preserve"> – projekt ….(</w:t>
      </w:r>
      <w:r w:rsidRPr="00B96715">
        <w:rPr>
          <w:rFonts w:ascii="Arial" w:hAnsi="Arial" w:cs="Arial"/>
          <w:color w:val="548DD4"/>
        </w:rPr>
        <w:t>tytuł)</w:t>
      </w:r>
      <w:r w:rsidRPr="00B96715">
        <w:rPr>
          <w:rFonts w:ascii="Arial" w:hAnsi="Arial" w:cs="Arial"/>
        </w:rPr>
        <w:t xml:space="preserve"> realizowany od ……. do (</w:t>
      </w:r>
      <w:r w:rsidRPr="00B96715">
        <w:rPr>
          <w:rFonts w:ascii="Arial" w:hAnsi="Arial" w:cs="Arial"/>
          <w:color w:val="548DD4"/>
        </w:rPr>
        <w:t>okres realizacji projektu)</w:t>
      </w:r>
      <w:r w:rsidRPr="00B96715">
        <w:rPr>
          <w:rFonts w:ascii="Arial" w:hAnsi="Arial" w:cs="Arial"/>
        </w:rPr>
        <w:t xml:space="preserve"> przez </w:t>
      </w:r>
      <w:r w:rsidRPr="00B96715">
        <w:rPr>
          <w:rFonts w:ascii="Arial" w:hAnsi="Arial" w:cs="Arial"/>
          <w:color w:val="548DD4"/>
        </w:rPr>
        <w:t>…… (</w:t>
      </w:r>
      <w:r w:rsidRPr="00B96715">
        <w:rPr>
          <w:rFonts w:ascii="Arial" w:hAnsi="Arial" w:cs="Arial"/>
          <w:bCs/>
          <w:color w:val="548DD4"/>
        </w:rPr>
        <w:t>nazwa Beneficjenta)</w:t>
      </w:r>
      <w:r w:rsidRPr="00B96715">
        <w:rPr>
          <w:rFonts w:ascii="Arial" w:hAnsi="Arial" w:cs="Arial"/>
          <w:color w:val="548DD4"/>
        </w:rPr>
        <w:t>;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  <w:b/>
        </w:rPr>
        <w:t>Beneficjent</w:t>
      </w:r>
      <w:r w:rsidRPr="00B96715">
        <w:rPr>
          <w:rFonts w:ascii="Arial" w:hAnsi="Arial" w:cs="Arial"/>
        </w:rPr>
        <w:t xml:space="preserve"> - </w:t>
      </w:r>
      <w:r w:rsidRPr="00B96715">
        <w:rPr>
          <w:rFonts w:ascii="Arial" w:hAnsi="Arial" w:cs="Arial"/>
          <w:color w:val="548DD4"/>
        </w:rPr>
        <w:t>…… (</w:t>
      </w:r>
      <w:r w:rsidRPr="00B96715">
        <w:rPr>
          <w:rFonts w:ascii="Arial" w:hAnsi="Arial" w:cs="Arial"/>
          <w:bCs/>
          <w:color w:val="548DD4"/>
        </w:rPr>
        <w:t>nazwa i adres Beneficjenta)</w:t>
      </w:r>
      <w:r w:rsidRPr="00B96715">
        <w:rPr>
          <w:rFonts w:ascii="Arial" w:hAnsi="Arial" w:cs="Arial"/>
          <w:color w:val="548DD4"/>
        </w:rPr>
        <w:t>;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</w:rPr>
      </w:pPr>
      <w:r w:rsidRPr="00B96715">
        <w:rPr>
          <w:rFonts w:ascii="Arial" w:hAnsi="Arial" w:cs="Arial"/>
          <w:b/>
        </w:rPr>
        <w:t xml:space="preserve">Kandydat </w:t>
      </w:r>
      <w:r w:rsidRPr="00B96715">
        <w:rPr>
          <w:rFonts w:ascii="Arial" w:hAnsi="Arial" w:cs="Arial"/>
        </w:rPr>
        <w:t xml:space="preserve">- osoba, która złożyła w wyznaczonym terminie formularz </w:t>
      </w:r>
      <w:r>
        <w:rPr>
          <w:rFonts w:ascii="Arial" w:hAnsi="Arial" w:cs="Arial"/>
          <w:u w:val="single"/>
        </w:rPr>
        <w:t>rekrutacyjny</w:t>
      </w:r>
      <w:r w:rsidRPr="00B96715">
        <w:rPr>
          <w:rFonts w:ascii="Arial" w:hAnsi="Arial" w:cs="Arial"/>
        </w:rPr>
        <w:t>,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</w:rPr>
      </w:pPr>
      <w:r w:rsidRPr="00B96715">
        <w:rPr>
          <w:rFonts w:ascii="Arial" w:hAnsi="Arial" w:cs="Arial"/>
          <w:b/>
        </w:rPr>
        <w:t>Uczestnik projektu</w:t>
      </w:r>
      <w:r w:rsidRPr="00B96715">
        <w:rPr>
          <w:rFonts w:ascii="Arial" w:hAnsi="Arial" w:cs="Arial"/>
        </w:rPr>
        <w:t xml:space="preserve"> – osoba zakwalifikowana do projektu od momentu podpisania deklaracji uczestnictwa w projekcie;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</w:rPr>
      </w:pPr>
      <w:r w:rsidRPr="00B96715">
        <w:rPr>
          <w:rFonts w:ascii="Arial" w:hAnsi="Arial" w:cs="Arial"/>
          <w:b/>
        </w:rPr>
        <w:t>Beneficjent</w:t>
      </w:r>
      <w:r w:rsidRPr="00B96715">
        <w:rPr>
          <w:rFonts w:ascii="Arial" w:hAnsi="Arial" w:cs="Arial"/>
        </w:rPr>
        <w:t xml:space="preserve"> </w:t>
      </w:r>
      <w:r w:rsidRPr="00B96715">
        <w:rPr>
          <w:rFonts w:ascii="Arial" w:hAnsi="Arial" w:cs="Arial"/>
          <w:b/>
        </w:rPr>
        <w:t>pomocy</w:t>
      </w:r>
      <w:r w:rsidRPr="00B96715">
        <w:rPr>
          <w:rFonts w:ascii="Arial" w:hAnsi="Arial" w:cs="Arial"/>
        </w:rPr>
        <w:t xml:space="preserve"> – uczestnik projektu zakwalifikowany do projektu od momentu podpisania umowy na otrzymanie jednorazowej dotacji w ramach wsparcia finansowego;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  <w:b/>
        </w:rPr>
        <w:t>Regulamin</w:t>
      </w:r>
      <w:r w:rsidRPr="00B96715">
        <w:rPr>
          <w:rFonts w:ascii="Arial" w:hAnsi="Arial" w:cs="Arial"/>
        </w:rPr>
        <w:t xml:space="preserve"> – Regulamin rekrutacji uczestników projektu </w:t>
      </w:r>
      <w:r w:rsidRPr="00B96715">
        <w:rPr>
          <w:rFonts w:ascii="Arial" w:hAnsi="Arial" w:cs="Arial"/>
          <w:color w:val="548DD4"/>
        </w:rPr>
        <w:t>….(tytuł projektu);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</w:rPr>
      </w:pPr>
      <w:r w:rsidRPr="00B96715">
        <w:rPr>
          <w:rFonts w:ascii="Arial" w:hAnsi="Arial" w:cs="Arial"/>
          <w:b/>
        </w:rPr>
        <w:t>Instytucja</w:t>
      </w:r>
      <w:r w:rsidRPr="00B96715">
        <w:rPr>
          <w:rFonts w:ascii="Arial" w:hAnsi="Arial" w:cs="Arial"/>
        </w:rPr>
        <w:t xml:space="preserve"> </w:t>
      </w:r>
      <w:r w:rsidRPr="00B96715">
        <w:rPr>
          <w:rFonts w:ascii="Arial" w:hAnsi="Arial" w:cs="Arial"/>
          <w:b/>
        </w:rPr>
        <w:t>Pośrednicząca</w:t>
      </w:r>
      <w:r w:rsidRPr="00B96715">
        <w:rPr>
          <w:rFonts w:ascii="Arial" w:hAnsi="Arial" w:cs="Arial"/>
        </w:rPr>
        <w:t xml:space="preserve"> </w:t>
      </w:r>
      <w:r w:rsidRPr="00B96715">
        <w:rPr>
          <w:rFonts w:ascii="Arial" w:hAnsi="Arial" w:cs="Arial"/>
          <w:b/>
        </w:rPr>
        <w:t>(IP)</w:t>
      </w:r>
      <w:r w:rsidRPr="00B96715">
        <w:rPr>
          <w:rFonts w:ascii="Arial" w:hAnsi="Arial" w:cs="Arial"/>
        </w:rPr>
        <w:t xml:space="preserve"> – Wojewódzki Urząd Pracy w Szczecinie, </w:t>
      </w:r>
      <w:r w:rsidRPr="00B96715">
        <w:rPr>
          <w:rFonts w:ascii="Arial" w:hAnsi="Arial" w:cs="Arial"/>
        </w:rPr>
        <w:br/>
        <w:t>ul. A. Mickiewicza 41, 70-383 Szczecin.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  <w:b/>
        </w:rPr>
        <w:t xml:space="preserve">Biuro projektu – </w:t>
      </w:r>
      <w:r w:rsidRPr="00B96715">
        <w:rPr>
          <w:rFonts w:ascii="Arial" w:hAnsi="Arial" w:cs="Arial"/>
        </w:rPr>
        <w:t xml:space="preserve">biuro projektu </w:t>
      </w:r>
      <w:r w:rsidRPr="00B96715">
        <w:rPr>
          <w:rFonts w:ascii="Arial" w:hAnsi="Arial" w:cs="Arial"/>
          <w:color w:val="548DD4"/>
        </w:rPr>
        <w:t>….(tytuł projektu)</w:t>
      </w:r>
      <w:r w:rsidRPr="00B96715">
        <w:rPr>
          <w:rFonts w:ascii="Arial" w:hAnsi="Arial" w:cs="Arial"/>
        </w:rPr>
        <w:t xml:space="preserve">, mieszczące się w </w:t>
      </w:r>
      <w:r w:rsidRPr="00B96715">
        <w:rPr>
          <w:rFonts w:ascii="Arial" w:hAnsi="Arial" w:cs="Arial"/>
          <w:color w:val="548DD4"/>
        </w:rPr>
        <w:t>……(adres biura projektu)</w:t>
      </w:r>
    </w:p>
    <w:p w:rsidR="0081476F" w:rsidRPr="00B96715" w:rsidRDefault="0081476F" w:rsidP="009E0DA7">
      <w:pPr>
        <w:numPr>
          <w:ilvl w:val="0"/>
          <w:numId w:val="8"/>
        </w:numPr>
        <w:spacing w:after="0"/>
        <w:contextualSpacing/>
        <w:jc w:val="both"/>
        <w:rPr>
          <w:rFonts w:ascii="Arial" w:hAnsi="Arial" w:cs="Arial"/>
        </w:rPr>
      </w:pPr>
      <w:r w:rsidRPr="00B96715">
        <w:rPr>
          <w:rFonts w:ascii="Arial" w:hAnsi="Arial" w:cs="Arial"/>
          <w:b/>
        </w:rPr>
        <w:t xml:space="preserve">Dzień przystąpienia do projektu </w:t>
      </w:r>
      <w:r w:rsidRPr="00B96715">
        <w:rPr>
          <w:rFonts w:ascii="Arial" w:hAnsi="Arial" w:cs="Arial"/>
        </w:rPr>
        <w:t>– data</w:t>
      </w:r>
      <w:r w:rsidRPr="00B96715">
        <w:rPr>
          <w:rFonts w:ascii="Arial" w:hAnsi="Arial" w:cs="Arial"/>
          <w:b/>
        </w:rPr>
        <w:t xml:space="preserve"> </w:t>
      </w:r>
      <w:r w:rsidRPr="00B96715">
        <w:rPr>
          <w:rFonts w:ascii="Arial" w:hAnsi="Arial" w:cs="Arial"/>
        </w:rPr>
        <w:t xml:space="preserve">podpisania deklaracji uczestnictwa </w:t>
      </w:r>
      <w:r w:rsidRPr="00B96715">
        <w:rPr>
          <w:rFonts w:ascii="Arial" w:hAnsi="Arial" w:cs="Arial"/>
        </w:rPr>
        <w:br/>
        <w:t>w projekcie;</w:t>
      </w:r>
    </w:p>
    <w:p w:rsidR="0081476F" w:rsidRPr="00B96715" w:rsidRDefault="0081476F" w:rsidP="00F41C67">
      <w:pPr>
        <w:autoSpaceDE w:val="0"/>
        <w:autoSpaceDN w:val="0"/>
        <w:adjustRightInd w:val="0"/>
        <w:spacing w:before="60" w:afterLines="60" w:line="312" w:lineRule="auto"/>
        <w:jc w:val="center"/>
        <w:rPr>
          <w:rFonts w:ascii="Arial" w:hAnsi="Arial" w:cs="Arial"/>
          <w:b/>
          <w:bCs/>
        </w:rPr>
      </w:pP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B96715">
        <w:rPr>
          <w:rFonts w:ascii="Arial" w:hAnsi="Arial" w:cs="Arial"/>
          <w:b/>
          <w:bCs/>
        </w:rPr>
        <w:t>§ 1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B96715">
        <w:rPr>
          <w:rFonts w:ascii="Arial" w:hAnsi="Arial" w:cs="Arial"/>
          <w:b/>
          <w:bCs/>
        </w:rPr>
        <w:t>Postanowienia ogólne</w:t>
      </w:r>
    </w:p>
    <w:p w:rsidR="0081476F" w:rsidRPr="00B96715" w:rsidRDefault="0081476F" w:rsidP="009E0DA7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31849B"/>
        </w:rPr>
      </w:pPr>
      <w:r w:rsidRPr="00B96715">
        <w:rPr>
          <w:rFonts w:ascii="Arial" w:hAnsi="Arial" w:cs="Arial"/>
        </w:rPr>
        <w:t xml:space="preserve">Niniejszy </w:t>
      </w:r>
      <w:r w:rsidRPr="00B96715">
        <w:rPr>
          <w:rFonts w:ascii="Arial" w:hAnsi="Arial" w:cs="Arial"/>
          <w:i/>
        </w:rPr>
        <w:t>Regulamin</w:t>
      </w:r>
      <w:r w:rsidRPr="00B96715">
        <w:rPr>
          <w:rFonts w:ascii="Arial" w:hAnsi="Arial" w:cs="Arial"/>
        </w:rPr>
        <w:t xml:space="preserve"> określa szczegółowe zasady przeprowadzania procesu rekrutacji uczestników projektu oraz sposób postępowania przy udzielaniu wsparcia finansowego osobom, które zamierzają rozpocząć własną działalność gospodarczą w ramach projektu </w:t>
      </w:r>
      <w:r w:rsidRPr="00B96715">
        <w:rPr>
          <w:rFonts w:ascii="Arial" w:hAnsi="Arial" w:cs="Arial"/>
          <w:color w:val="3366FF"/>
        </w:rPr>
        <w:t>……(tytuł projektu).</w:t>
      </w:r>
    </w:p>
    <w:p w:rsidR="0081476F" w:rsidRPr="00B96715" w:rsidRDefault="0081476F" w:rsidP="009E0DA7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3366FF"/>
        </w:rPr>
      </w:pPr>
      <w:r w:rsidRPr="00B96715">
        <w:rPr>
          <w:rFonts w:ascii="Arial" w:hAnsi="Arial" w:cs="Arial"/>
        </w:rPr>
        <w:t xml:space="preserve">Nabór kandydatów do udziału w projekcie prowadzi Beneficjent – </w:t>
      </w:r>
      <w:r w:rsidRPr="00B96715">
        <w:rPr>
          <w:rFonts w:ascii="Arial" w:hAnsi="Arial" w:cs="Arial"/>
          <w:color w:val="3366FF"/>
        </w:rPr>
        <w:t>(nazwa i adres Beneficjenta).</w:t>
      </w:r>
    </w:p>
    <w:p w:rsidR="0081476F" w:rsidRPr="00B96715" w:rsidRDefault="0081476F" w:rsidP="009E0DA7">
      <w:pPr>
        <w:numPr>
          <w:ilvl w:val="0"/>
          <w:numId w:val="2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Celem projektu jest przygotowanie </w:t>
      </w:r>
      <w:r w:rsidRPr="00B96715">
        <w:rPr>
          <w:rFonts w:ascii="Arial" w:hAnsi="Arial" w:cs="Arial"/>
          <w:color w:val="3366FF"/>
        </w:rPr>
        <w:t>……..(liczba)</w:t>
      </w:r>
      <w:r w:rsidRPr="00B96715">
        <w:rPr>
          <w:rFonts w:ascii="Arial" w:hAnsi="Arial" w:cs="Arial"/>
        </w:rPr>
        <w:t xml:space="preserve">  uczestników projektu do rozpoczęcia i prowadzenia własnej działalności gospodarczej poprzez udział w szkoleniach oraz przekazanie wsparcia finansowego (inwestycyjnego i pomostowego) dla </w:t>
      </w:r>
      <w:r w:rsidRPr="00B96715">
        <w:rPr>
          <w:rFonts w:ascii="Arial" w:hAnsi="Arial" w:cs="Arial"/>
          <w:color w:val="3366FF"/>
        </w:rPr>
        <w:t>……..(liczba)</w:t>
      </w:r>
      <w:r w:rsidRPr="00B96715">
        <w:rPr>
          <w:rFonts w:ascii="Arial" w:hAnsi="Arial" w:cs="Arial"/>
        </w:rPr>
        <w:t xml:space="preserve"> z nich. </w:t>
      </w:r>
    </w:p>
    <w:p w:rsidR="0081476F" w:rsidRPr="00B96715" w:rsidRDefault="0081476F" w:rsidP="009E0DA7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Projekt realizowany jest od ………. roku do …………. roku na terenie</w:t>
      </w:r>
      <w:r w:rsidRPr="00B96715">
        <w:rPr>
          <w:rStyle w:val="FootnoteReference"/>
          <w:rFonts w:ascii="Arial" w:hAnsi="Arial" w:cs="Arial"/>
        </w:rPr>
        <w:footnoteReference w:id="1"/>
      </w:r>
      <w:r w:rsidRPr="00B96715">
        <w:rPr>
          <w:rFonts w:ascii="Arial" w:hAnsi="Arial" w:cs="Arial"/>
        </w:rPr>
        <w:t xml:space="preserve"> ………………………………...</w:t>
      </w:r>
    </w:p>
    <w:p w:rsidR="0081476F" w:rsidRPr="00B96715" w:rsidRDefault="0081476F" w:rsidP="009E0DA7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</w:rPr>
      </w:pPr>
      <w:r w:rsidRPr="00B96715">
        <w:rPr>
          <w:rFonts w:ascii="Arial" w:hAnsi="Arial" w:cs="Arial"/>
          <w:i/>
        </w:rPr>
        <w:t>Regulamin rekrutacji w projekcie</w:t>
      </w:r>
      <w:r w:rsidRPr="00B96715">
        <w:rPr>
          <w:rFonts w:ascii="Arial" w:hAnsi="Arial" w:cs="Arial"/>
        </w:rPr>
        <w:t xml:space="preserve">, </w:t>
      </w:r>
      <w:r w:rsidRPr="00B96715">
        <w:rPr>
          <w:rFonts w:ascii="Arial" w:hAnsi="Arial" w:cs="Arial"/>
          <w:i/>
        </w:rPr>
        <w:t>Formularz rekrutacyjny</w:t>
      </w:r>
      <w:r w:rsidRPr="00B96715">
        <w:rPr>
          <w:rFonts w:ascii="Arial" w:hAnsi="Arial" w:cs="Arial"/>
        </w:rPr>
        <w:t xml:space="preserve"> oraz planowany termin rekrutacji podawany jest do publicznej wiadomości na stronie internetowej ……..</w:t>
      </w:r>
      <w:r w:rsidRPr="00B96715">
        <w:rPr>
          <w:rFonts w:ascii="Arial" w:hAnsi="Arial" w:cs="Arial"/>
          <w:color w:val="3366FF"/>
        </w:rPr>
        <w:t>(adres strony internetowej projektu)</w:t>
      </w:r>
      <w:r w:rsidRPr="00B96715">
        <w:rPr>
          <w:rFonts w:ascii="Arial" w:hAnsi="Arial" w:cs="Arial"/>
          <w:color w:val="31849B"/>
        </w:rPr>
        <w:t xml:space="preserve">, </w:t>
      </w:r>
      <w:r w:rsidRPr="00B96715">
        <w:rPr>
          <w:rFonts w:ascii="Arial" w:hAnsi="Arial" w:cs="Arial"/>
        </w:rPr>
        <w:t xml:space="preserve"> co najmniej na …… dni roboczych przed dniem rozpoczęcia rekrutacji do projektu.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B96715">
        <w:rPr>
          <w:rFonts w:ascii="Arial" w:hAnsi="Arial" w:cs="Arial"/>
          <w:b/>
          <w:bCs/>
        </w:rPr>
        <w:t>§ 2</w:t>
      </w:r>
    </w:p>
    <w:p w:rsidR="0081476F" w:rsidRPr="00B96715" w:rsidRDefault="0081476F" w:rsidP="003E4F16">
      <w:pPr>
        <w:spacing w:after="0" w:line="360" w:lineRule="auto"/>
        <w:jc w:val="center"/>
        <w:rPr>
          <w:rFonts w:ascii="Arial" w:hAnsi="Arial" w:cs="Arial"/>
          <w:b/>
        </w:rPr>
      </w:pPr>
      <w:r w:rsidRPr="00B96715">
        <w:rPr>
          <w:rFonts w:ascii="Arial" w:hAnsi="Arial" w:cs="Arial"/>
          <w:b/>
        </w:rPr>
        <w:t>Uczestnicy projektu</w:t>
      </w:r>
    </w:p>
    <w:p w:rsidR="0081476F" w:rsidRPr="00B96715" w:rsidRDefault="0081476F" w:rsidP="003E4F16">
      <w:pPr>
        <w:spacing w:after="0" w:line="360" w:lineRule="auto"/>
        <w:jc w:val="center"/>
        <w:rPr>
          <w:rFonts w:ascii="Arial" w:hAnsi="Arial" w:cs="Arial"/>
          <w:b/>
        </w:rPr>
      </w:pP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B96715">
        <w:rPr>
          <w:rFonts w:ascii="Arial" w:hAnsi="Arial" w:cs="Arial"/>
        </w:rPr>
        <w:t>Projekt skierowany jest do</w:t>
      </w:r>
      <w:r w:rsidRPr="00B96715">
        <w:rPr>
          <w:rFonts w:ascii="Arial" w:hAnsi="Arial" w:cs="Arial"/>
          <w:color w:val="3366FF"/>
        </w:rPr>
        <w:t xml:space="preserve">…………(należy wymienić grupę docelową projektu wg pkt. 3.2 oraz 3.2.1 </w:t>
      </w:r>
      <w:r w:rsidRPr="00B96715">
        <w:rPr>
          <w:rFonts w:ascii="Arial" w:hAnsi="Arial" w:cs="Arial"/>
          <w:i/>
          <w:color w:val="3366FF"/>
        </w:rPr>
        <w:t>Wniosku o dofinansowanie projektu</w:t>
      </w:r>
      <w:r w:rsidRPr="00B96715">
        <w:rPr>
          <w:rFonts w:ascii="Arial" w:hAnsi="Arial" w:cs="Arial"/>
          <w:color w:val="3366FF"/>
        </w:rPr>
        <w:t xml:space="preserve"> z uwzględnieniem grup preferowanych w szczególności, gdy Beneficjent otrzymał punkty strategiczne za grupę docelową)……………,</w:t>
      </w:r>
      <w:r w:rsidRPr="00B96715">
        <w:rPr>
          <w:rFonts w:ascii="Arial" w:hAnsi="Arial" w:cs="Arial"/>
        </w:rPr>
        <w:t xml:space="preserve"> osób fizycznych zamierzających rozpocząć prowadzenie działalności gospodarczej</w:t>
      </w:r>
      <w:r w:rsidRPr="00B96715">
        <w:rPr>
          <w:rFonts w:ascii="Arial" w:hAnsi="Arial" w:cs="Arial"/>
          <w:b/>
        </w:rPr>
        <w:t xml:space="preserve"> </w:t>
      </w:r>
      <w:r w:rsidRPr="00B96715">
        <w:rPr>
          <w:rFonts w:ascii="Arial" w:hAnsi="Arial" w:cs="Arial"/>
        </w:rPr>
        <w:t xml:space="preserve">(z wyłączeniem osób, zarejestrowanych w Ewidencji Działalności Gospodarczej, Krajowym Rejestrze Sądowym, Centralnej Ewidencji </w:t>
      </w:r>
      <w:r w:rsidRPr="00B96715">
        <w:rPr>
          <w:rFonts w:ascii="Arial" w:hAnsi="Arial" w:cs="Arial"/>
        </w:rPr>
        <w:br/>
        <w:t xml:space="preserve">i Informacji o Działalności Gospodarczej w okresie 12 miesięcy poprzedzających dzień przystąpienia do projektu). </w:t>
      </w: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Uczestnikiem projektu może być osoba fizyczna, która zamierza rozpocząć prowadzenie działalności gospodarczej i spełnia następujące warunki:</w:t>
      </w:r>
    </w:p>
    <w:p w:rsidR="0081476F" w:rsidRPr="00B96715" w:rsidRDefault="0081476F" w:rsidP="008E617B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jest osobą pozostającą bez zatrudnienia</w:t>
      </w:r>
      <w:r w:rsidRPr="00B96715">
        <w:rPr>
          <w:rStyle w:val="FootnoteReference"/>
          <w:rFonts w:ascii="Arial" w:hAnsi="Arial" w:cs="Arial"/>
        </w:rPr>
        <w:footnoteReference w:id="2"/>
      </w:r>
      <w:r w:rsidRPr="00B96715">
        <w:rPr>
          <w:rFonts w:ascii="Arial" w:hAnsi="Arial" w:cs="Arial"/>
        </w:rPr>
        <w:t xml:space="preserve"> z obszaru województwa zachodniopomorskiego (osobą fizyczną, która zamieszkuje na obszarze województwa zachodniopomorskiego w rozumieniu przepisów Kodeksu Cywilnego) - </w:t>
      </w:r>
      <w:r w:rsidRPr="00B96715">
        <w:rPr>
          <w:rFonts w:ascii="Arial" w:hAnsi="Arial" w:cs="Arial"/>
          <w:u w:val="single"/>
        </w:rPr>
        <w:t>bezrobotną</w:t>
      </w:r>
      <w:r w:rsidRPr="00B96715">
        <w:rPr>
          <w:rFonts w:ascii="Arial" w:hAnsi="Arial" w:cs="Arial"/>
          <w:u w:val="single"/>
          <w:vertAlign w:val="superscript"/>
        </w:rPr>
        <w:footnoteReference w:id="3"/>
      </w:r>
      <w:r w:rsidRPr="00B96715">
        <w:rPr>
          <w:rFonts w:ascii="Arial" w:hAnsi="Arial" w:cs="Arial"/>
          <w:u w:val="single"/>
        </w:rPr>
        <w:t xml:space="preserve"> lub nieaktywną zawodowo</w:t>
      </w:r>
      <w:r w:rsidRPr="00B96715">
        <w:rPr>
          <w:rStyle w:val="FootnoteReference"/>
          <w:rFonts w:ascii="Arial" w:hAnsi="Arial" w:cs="Arial"/>
        </w:rPr>
        <w:footnoteReference w:id="4"/>
      </w:r>
      <w:r w:rsidRPr="00B96715">
        <w:rPr>
          <w:rFonts w:ascii="Arial" w:hAnsi="Arial" w:cs="Arial"/>
        </w:rPr>
        <w:t>,</w:t>
      </w:r>
    </w:p>
    <w:p w:rsidR="0081476F" w:rsidRPr="00B96715" w:rsidRDefault="0081476F" w:rsidP="008E617B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ma miejsce zamieszkania (w rozumieniu Kodeksu cywilnego</w:t>
      </w:r>
      <w:r w:rsidRPr="00B96715">
        <w:rPr>
          <w:rFonts w:ascii="Arial" w:hAnsi="Arial" w:cs="Arial"/>
          <w:vertAlign w:val="superscript"/>
        </w:rPr>
        <w:footnoteReference w:id="5"/>
      </w:r>
      <w:r w:rsidRPr="00B96715">
        <w:rPr>
          <w:rFonts w:ascii="Arial" w:hAnsi="Arial" w:cs="Arial"/>
        </w:rPr>
        <w:t xml:space="preserve">) na terenie …… </w:t>
      </w:r>
      <w:r w:rsidRPr="00B96715">
        <w:rPr>
          <w:rFonts w:ascii="Arial" w:hAnsi="Arial" w:cs="Arial"/>
          <w:color w:val="548DD4"/>
        </w:rPr>
        <w:t>(powiat lub województwo),</w:t>
      </w:r>
    </w:p>
    <w:p w:rsidR="0081476F" w:rsidRPr="00B96715" w:rsidRDefault="0081476F" w:rsidP="008E617B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korzysta w pełni z praw publicznych i posiada pełną zdolność do czynności prawnych, </w:t>
      </w:r>
    </w:p>
    <w:p w:rsidR="0081476F" w:rsidRPr="00B96715" w:rsidRDefault="0081476F" w:rsidP="008E617B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dostarczy kompletne dokumenty rekrutacyjne w terminie rekrutacji do projektu.</w:t>
      </w: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3366FF"/>
        </w:rPr>
      </w:pPr>
      <w:r w:rsidRPr="00B96715">
        <w:rPr>
          <w:rFonts w:ascii="Arial" w:hAnsi="Arial" w:cs="Arial"/>
        </w:rPr>
        <w:t xml:space="preserve">Do projektu w wyniku procesu rekrutacji zostanie zakwalifikowanych……. </w:t>
      </w:r>
      <w:r w:rsidRPr="00B96715">
        <w:rPr>
          <w:rFonts w:ascii="Arial" w:hAnsi="Arial" w:cs="Arial"/>
          <w:color w:val="3366FF"/>
        </w:rPr>
        <w:t xml:space="preserve">(liczba osób </w:t>
      </w:r>
      <w:r w:rsidRPr="00B96715">
        <w:rPr>
          <w:rFonts w:ascii="Arial" w:hAnsi="Arial" w:cs="Arial"/>
          <w:color w:val="3366FF"/>
        </w:rPr>
        <w:br/>
        <w:t>z uwzględnieniem specyfiki projektu i grup preferowanych).</w:t>
      </w: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Działalność gospodarcza rozpoczynana przez uczestników projektu musi zostać zarejestrowana na obszarze województwa zachodniopomorskiego i może być prowadzona w formie:</w:t>
      </w:r>
    </w:p>
    <w:p w:rsidR="0081476F" w:rsidRPr="00B96715" w:rsidRDefault="0081476F" w:rsidP="009E0DA7">
      <w:pPr>
        <w:numPr>
          <w:ilvl w:val="1"/>
          <w:numId w:val="1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jednoosobowej działalności gospodarczej, </w:t>
      </w:r>
    </w:p>
    <w:p w:rsidR="0081476F" w:rsidRPr="00B96715" w:rsidRDefault="0081476F" w:rsidP="009E0DA7">
      <w:pPr>
        <w:numPr>
          <w:ilvl w:val="1"/>
          <w:numId w:val="1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spółki cywilnej, </w:t>
      </w:r>
    </w:p>
    <w:p w:rsidR="0081476F" w:rsidRPr="00B96715" w:rsidRDefault="0081476F" w:rsidP="009E0DA7">
      <w:pPr>
        <w:numPr>
          <w:ilvl w:val="1"/>
          <w:numId w:val="1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spółdzielni lub spółdzielni socjalnej. </w:t>
      </w: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Uczestnicy projektu są zobowiązani do prowadzenia działalności gospodarczej rozpoczętej w ramach projektu przez okres co najmniej 12 miesięcy od dnia podpisania </w:t>
      </w:r>
      <w:r w:rsidRPr="00B96715">
        <w:rPr>
          <w:rFonts w:ascii="Arial" w:hAnsi="Arial" w:cs="Arial"/>
          <w:i/>
        </w:rPr>
        <w:t>Umowy o udzieleniu wsparcia finansowego</w:t>
      </w:r>
      <w:r w:rsidRPr="00B96715">
        <w:rPr>
          <w:rFonts w:ascii="Arial" w:hAnsi="Arial" w:cs="Arial"/>
        </w:rPr>
        <w:t xml:space="preserve"> zawieranej między Beneficjentem </w:t>
      </w:r>
      <w:r w:rsidRPr="00B96715">
        <w:rPr>
          <w:rFonts w:ascii="Arial" w:hAnsi="Arial" w:cs="Arial"/>
        </w:rPr>
        <w:br/>
        <w:t>a uczestnikiem projektu (</w:t>
      </w:r>
      <w:r w:rsidRPr="00B96715">
        <w:rPr>
          <w:rFonts w:ascii="Arial" w:hAnsi="Arial" w:cs="Arial"/>
          <w:i/>
          <w:u w:val="single"/>
        </w:rPr>
        <w:t xml:space="preserve">data podpisania umowy o udzieleniu wsparcia finansowego </w:t>
      </w:r>
      <w:r w:rsidRPr="00B96715">
        <w:rPr>
          <w:rFonts w:ascii="Arial" w:hAnsi="Arial" w:cs="Arial"/>
          <w:i/>
          <w:u w:val="single"/>
        </w:rPr>
        <w:br/>
        <w:t>z uczestnikiem projektu, powinna być tożsama z datą rozpoczęcia działalności gospodarczej wskazaną we wpisie do Centralnej Ewidencji Informacji o Działalności Gospodarczej</w:t>
      </w:r>
      <w:r w:rsidRPr="00B96715">
        <w:rPr>
          <w:rFonts w:ascii="Arial" w:hAnsi="Arial" w:cs="Arial"/>
        </w:rPr>
        <w:t>).</w:t>
      </w: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Ze wsparcia udzielanego w ramach projektu </w:t>
      </w:r>
      <w:r w:rsidRPr="00B96715">
        <w:rPr>
          <w:rFonts w:ascii="Arial" w:hAnsi="Arial" w:cs="Arial"/>
          <w:u w:val="single"/>
        </w:rPr>
        <w:t>powinny zostać wyłączone</w:t>
      </w:r>
      <w:r w:rsidRPr="00B96715">
        <w:rPr>
          <w:rFonts w:ascii="Arial" w:hAnsi="Arial" w:cs="Arial"/>
        </w:rPr>
        <w:t xml:space="preserve"> co najmniej: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osoby, które posiadały wpis do rejestru Ewidencji Działalności Gospodarczej, były zarejestrowane w Krajowym Rejestrze Sądowym, Centralnej Ewidencji </w:t>
      </w:r>
      <w:r w:rsidRPr="00B96715">
        <w:rPr>
          <w:rFonts w:ascii="Arial" w:hAnsi="Arial" w:cs="Arial"/>
        </w:rPr>
        <w:br/>
        <w:t xml:space="preserve">i Informacji o Działalności Gospodarczej lub prowadziły działalności </w:t>
      </w:r>
      <w:r w:rsidRPr="00B96715">
        <w:rPr>
          <w:rFonts w:ascii="Arial" w:hAnsi="Arial" w:cs="Arial"/>
        </w:rPr>
        <w:br/>
        <w:t>na podstawie odrębnych przepisów (w tym m.in. działalność adwokacką, komorniczą lub oświatową) w okresie 12 miesięcy poprzedzających dzień przystąpienia do projektu,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osoby, pozostające w stosunku pracy lub innym (umowy cywilnoprawne) </w:t>
      </w:r>
      <w:r w:rsidRPr="00B96715">
        <w:rPr>
          <w:rFonts w:ascii="Arial" w:hAnsi="Arial" w:cs="Arial"/>
        </w:rPr>
        <w:br/>
        <w:t>z Beneficjentem, partnerem lub wykonawcą w ramach projektu. Poprzez wykonawcę rozumie się podmiot świadczący wszelkie usługi w ramach realizowanego projektu,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osoby, które korzystają równolegle z innych środków publicznych, w tym zwłaszcza ze środków Funduszu Pracy, PFRON oraz w ramach Poddziałania </w:t>
      </w:r>
      <w:r w:rsidRPr="00B96715">
        <w:rPr>
          <w:rFonts w:ascii="Arial" w:hAnsi="Arial" w:cs="Arial"/>
        </w:rPr>
        <w:br/>
        <w:t>8.1.2 / Działania 6.2 POKL na rozpoczęcie działalności gospodarczej,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osoby, które w okresie co najmniej 3 lat poprzedzających dzień przystąpienia </w:t>
      </w:r>
      <w:r w:rsidRPr="00B96715">
        <w:rPr>
          <w:rFonts w:ascii="Arial" w:hAnsi="Arial" w:cs="Arial"/>
        </w:rPr>
        <w:br/>
        <w:t>do projektu otrzymały środki na podjęcie działalności gospodarczej pochodzące z funduszy publicznych,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osoby, będące uczestnikami innych projektów realizowanych w ramach Działania 6.2 POKL,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osoby, które łączy lub łączył z Beneficjentem i/lub pracownikiem Beneficjenta uczestniczącym w procesie rekrutacji i oceny biznesplanów związek małżeński, stosunek pokrewieństwa i powinowactwa i/lub związek z tytułu przysposobienia, opieki lub kurateli. 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osoby pozostające w stosunku prawnym mogącym budzić uzasadnione wątpliwości co do bezstronności względem beneficjenta, partnera lub wykonawcy w projekcie lub uzasadnione wątpliwości co do bezstronności przebiegu procesu rekrutacji i przyznawania środków finansowych na rozwój przedsiębiorczości; </w:t>
      </w:r>
    </w:p>
    <w:p w:rsidR="0081476F" w:rsidRPr="00BD6702" w:rsidRDefault="0081476F" w:rsidP="00BD6702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BD6702">
        <w:rPr>
          <w:rFonts w:ascii="Arial" w:hAnsi="Arial" w:cs="Arial"/>
        </w:rPr>
        <w:t>studenci studiów dziennych oraz doktoranci. (Zgodnie ze stanowiskiem Instytucji Zarządzającej studenci studiów dziennych oraz doktoranci nie kwalifikują się do objęcia wsparciem w ramach Działania 6.2 PO KL, a  tym samym nie zaliczają  się do kategorii osób pozostających bez zatrudnienia).;</w:t>
      </w:r>
    </w:p>
    <w:p w:rsidR="0081476F" w:rsidRPr="00B96715" w:rsidRDefault="0081476F" w:rsidP="009E0DA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osoby</w:t>
      </w:r>
      <w:r w:rsidRPr="00BD6702">
        <w:rPr>
          <w:rFonts w:ascii="Arial" w:hAnsi="Arial" w:cs="Arial"/>
        </w:rPr>
        <w:t>, wobec których orzeczono karę zakazu dostępu do środków, o których mowa w art. 5 ust. 3 pky 1 i 4 ustawy o finansach publicznych</w:t>
      </w:r>
      <w:r>
        <w:rPr>
          <w:rFonts w:ascii="Arial" w:hAnsi="Arial" w:cs="Arial"/>
        </w:rPr>
        <w:t>.</w:t>
      </w:r>
    </w:p>
    <w:p w:rsidR="0081476F" w:rsidRPr="00B96715" w:rsidRDefault="0081476F" w:rsidP="003E4F16">
      <w:pPr>
        <w:pStyle w:val="ListParagraph"/>
        <w:spacing w:after="0" w:line="360" w:lineRule="auto"/>
        <w:ind w:left="1440"/>
        <w:jc w:val="both"/>
        <w:rPr>
          <w:rFonts w:ascii="Arial" w:hAnsi="Arial" w:cs="Arial"/>
        </w:rPr>
      </w:pP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u w:val="single"/>
        </w:rPr>
      </w:pPr>
      <w:r w:rsidRPr="00B96715">
        <w:rPr>
          <w:rFonts w:ascii="Arial" w:hAnsi="Arial" w:cs="Arial"/>
        </w:rPr>
        <w:t xml:space="preserve">Zgodnie z zapisami Rozporządzenia Ministra Rozwoju Regionalnego z dnia 15 grudnia 2010 roku w sprawie udzielenia pomocy publicznej w ramach Programu Operacyjnego Kapitał Ludzki (Dz. U. z 2010 r. nr 239 poz. 1598 z późn. zm.) </w:t>
      </w:r>
      <w:r w:rsidRPr="00B96715">
        <w:rPr>
          <w:rFonts w:ascii="Arial" w:hAnsi="Arial" w:cs="Arial"/>
          <w:u w:val="single"/>
        </w:rPr>
        <w:t>nie jest dopuszczalne udzielenie wsparcia osobom planującym rozpoczęcie działalności gospodarczej:</w:t>
      </w:r>
    </w:p>
    <w:p w:rsidR="0081476F" w:rsidRPr="00B96715" w:rsidRDefault="0081476F" w:rsidP="009E0DA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w sektorze rybołówstwa i akwakultury (produkcja, przetwarzanie, wprowadzanie do obrotu)</w:t>
      </w:r>
    </w:p>
    <w:p w:rsidR="0081476F" w:rsidRPr="00B96715" w:rsidRDefault="0081476F" w:rsidP="009E0DA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 zakresie produkcji podstawowej produktów wymienionych w załączniku </w:t>
      </w:r>
      <w:r w:rsidRPr="00B96715">
        <w:rPr>
          <w:rFonts w:ascii="Arial" w:hAnsi="Arial" w:cs="Arial"/>
        </w:rPr>
        <w:br/>
        <w:t>I do TWE,</w:t>
      </w:r>
    </w:p>
    <w:p w:rsidR="0081476F" w:rsidRPr="00B96715" w:rsidRDefault="0081476F" w:rsidP="009E0DA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 zakresie przetwarzania i wprowadzania do obrotu produktów wymienionych </w:t>
      </w:r>
      <w:r w:rsidRPr="00B96715">
        <w:rPr>
          <w:rFonts w:ascii="Arial" w:hAnsi="Arial" w:cs="Arial"/>
        </w:rPr>
        <w:br/>
        <w:t xml:space="preserve">w załączniku I do TWE, (jeżeli wielkość pomocy jest uzależniona od ceny lub ilości produktów zakupionych od pierwotnych producentów lub wprowadzonych </w:t>
      </w:r>
      <w:r w:rsidRPr="00B96715">
        <w:rPr>
          <w:rFonts w:ascii="Arial" w:hAnsi="Arial" w:cs="Arial"/>
        </w:rPr>
        <w:br/>
        <w:t>na rynek)</w:t>
      </w:r>
    </w:p>
    <w:p w:rsidR="0081476F" w:rsidRPr="00B96715" w:rsidRDefault="0081476F" w:rsidP="009E0DA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w sektorze węglowym.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Nie jest dopuszczalne udzielenie wsparcia również osobom planującym rozpoczęcie działalności gospodarczej:</w:t>
      </w:r>
    </w:p>
    <w:p w:rsidR="0081476F" w:rsidRPr="00B96715" w:rsidRDefault="0081476F" w:rsidP="009E0DA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związanej z eksportem,</w:t>
      </w:r>
    </w:p>
    <w:p w:rsidR="0081476F" w:rsidRPr="00B96715" w:rsidRDefault="0081476F" w:rsidP="009E0DA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uwarunkowanej użyciem towarów produkcji krajowej na niekorzyść towarów przywożonych,</w:t>
      </w:r>
    </w:p>
    <w:p w:rsidR="0081476F" w:rsidRPr="00B96715" w:rsidRDefault="0081476F" w:rsidP="009E0DA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przeznaczonej na zakup środków transportu w przypadku przedsiębiorców prowadzących działalność w sektorze drogowego transportu towarów.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</w:rPr>
      </w:pPr>
    </w:p>
    <w:p w:rsidR="0081476F" w:rsidRPr="00B96715" w:rsidRDefault="0081476F" w:rsidP="009E0DA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Beneficjent w każdym przypadku weryfikuje, czy nie zachodzą powyższe lub inne przesłanki wskazujące na powiązanie kandydata z beneficjentem/ partnerem/ wykonawcą/ podmiotem przygotowującym wniosek o dofinansowanie projektu. Jeżeli Beneficjent stwierdzi występowanie powyższych lub innych przesłanek, dana osoba zostaje wykluczona ze wsparcia udzielanego w ramach projektu. Beneficjent powinien ponadto wymagać od kandydatów, aby podczas składania deklaracji o braku zaistnienia powyższych lub innych przesłanek wskazujących na powiązanie kandydata </w:t>
      </w:r>
      <w:r w:rsidRPr="00B96715">
        <w:rPr>
          <w:rFonts w:ascii="Arial" w:hAnsi="Arial" w:cs="Arial"/>
        </w:rPr>
        <w:br/>
        <w:t xml:space="preserve">z beneficjentem/ partnerem/ wykonawcą/ podmiotem przygotowującym wniosek </w:t>
      </w:r>
      <w:r w:rsidRPr="00B96715">
        <w:rPr>
          <w:rFonts w:ascii="Arial" w:hAnsi="Arial" w:cs="Arial"/>
        </w:rPr>
        <w:br/>
        <w:t xml:space="preserve">o dofinansowanie projektu, zadeklarowali również, że w przypadku ich zaistnienia </w:t>
      </w:r>
      <w:r w:rsidRPr="00B96715">
        <w:rPr>
          <w:rFonts w:ascii="Arial" w:hAnsi="Arial" w:cs="Arial"/>
        </w:rPr>
        <w:br/>
        <w:t>w przyszłości niezwłocznie zgłoszą ten fakt beneficjentowi.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B96715">
        <w:rPr>
          <w:rFonts w:ascii="Arial" w:hAnsi="Arial" w:cs="Arial"/>
          <w:b/>
          <w:bCs/>
        </w:rPr>
        <w:t>§ 3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B96715">
        <w:rPr>
          <w:rFonts w:ascii="Arial" w:hAnsi="Arial" w:cs="Arial"/>
          <w:b/>
        </w:rPr>
        <w:t>Proces rekrutacji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Rekrutacja będzie prowadzona w sposób bezstronny, w oparciu o czytelne i jawne zasady. W tym celu niniejszy regulamin zawierający kryteria udziału w projekcie zostanie w terminie od </w:t>
      </w:r>
      <w:r w:rsidRPr="00B96715">
        <w:rPr>
          <w:rFonts w:ascii="Arial" w:hAnsi="Arial" w:cs="Arial"/>
          <w:color w:val="548DD4"/>
        </w:rPr>
        <w:t>…….(data)</w:t>
      </w:r>
      <w:r w:rsidRPr="00B96715">
        <w:rPr>
          <w:rFonts w:ascii="Arial" w:hAnsi="Arial" w:cs="Arial"/>
        </w:rPr>
        <w:t xml:space="preserve">  umieszczony na stronie internetowej projektu.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Rekrutacja będzie prowadzona w sposób uwzględniający równość szans, w tym równość płci.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Warunkiem przystąpienia do projektu będzie złożenie dokumentów rekrutacyjnych </w:t>
      </w:r>
      <w:r w:rsidRPr="00B96715">
        <w:rPr>
          <w:rFonts w:ascii="Arial" w:hAnsi="Arial" w:cs="Arial"/>
        </w:rPr>
        <w:br/>
        <w:t xml:space="preserve">w określonym terminie. Formularze </w:t>
      </w:r>
      <w:r>
        <w:rPr>
          <w:rFonts w:ascii="Arial" w:hAnsi="Arial" w:cs="Arial"/>
        </w:rPr>
        <w:t>rekrutacyjne</w:t>
      </w:r>
      <w:r w:rsidRPr="00B96715">
        <w:rPr>
          <w:rFonts w:ascii="Arial" w:hAnsi="Arial" w:cs="Arial"/>
        </w:rPr>
        <w:t xml:space="preserve"> - załącznik nr 1 do niniejszego regulaminu wraz z załącznikami będą przyjmowane w biurze projektu </w:t>
      </w:r>
      <w:r w:rsidRPr="00B96715">
        <w:rPr>
          <w:rFonts w:ascii="Arial" w:hAnsi="Arial" w:cs="Arial"/>
          <w:color w:val="548DD4"/>
        </w:rPr>
        <w:t>….. (tytuł projektu)</w:t>
      </w:r>
      <w:r w:rsidRPr="00B96715">
        <w:rPr>
          <w:rFonts w:ascii="Arial" w:hAnsi="Arial" w:cs="Arial"/>
        </w:rPr>
        <w:t xml:space="preserve">  </w:t>
      </w:r>
      <w:r w:rsidRPr="00B96715">
        <w:rPr>
          <w:rFonts w:ascii="Arial" w:hAnsi="Arial" w:cs="Arial"/>
          <w:color w:val="548DD4"/>
        </w:rPr>
        <w:t>……(adres biura projektu)</w:t>
      </w:r>
      <w:r w:rsidRPr="00B96715">
        <w:rPr>
          <w:rFonts w:ascii="Arial" w:hAnsi="Arial" w:cs="Arial"/>
        </w:rPr>
        <w:t xml:space="preserve">  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Rekrutacja będzie odbywać się w następującym/ych terminie/ach</w:t>
      </w:r>
      <w:r w:rsidRPr="00B96715">
        <w:rPr>
          <w:rFonts w:ascii="Arial" w:hAnsi="Arial" w:cs="Arial"/>
          <w:color w:val="3366FF"/>
        </w:rPr>
        <w:t>:……………(należy wpisać planowane terminy rekrutacji).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Informacje o etapach realizacji projektu będą sukcesywnie umieszczane na stronie internetowej projektu ……. </w:t>
      </w:r>
      <w:r w:rsidRPr="00B96715">
        <w:rPr>
          <w:rFonts w:ascii="Arial" w:hAnsi="Arial" w:cs="Arial"/>
          <w:color w:val="3366FF"/>
        </w:rPr>
        <w:t>(adres strony internetowej projektu).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 przypadku niewyłonienia, spośród zgłoszonych aplikacji, wymaganej liczby uczestników projektu lub w przypadku dużej liczby złożonych </w:t>
      </w:r>
      <w:r w:rsidRPr="00B96715">
        <w:rPr>
          <w:rFonts w:ascii="Arial" w:hAnsi="Arial" w:cs="Arial"/>
          <w:i/>
        </w:rPr>
        <w:t>Formularzy rekrutacyjnych</w:t>
      </w:r>
      <w:r w:rsidRPr="00B96715">
        <w:rPr>
          <w:rFonts w:ascii="Arial" w:hAnsi="Arial" w:cs="Arial"/>
        </w:rPr>
        <w:t xml:space="preserve"> termin rekrutacji i/lub oceny może zostać przedłużony. Informacja o terminie przedłużenia lub zakończenia rekrutacji zostanie umieszczona na stronie internetowej projektu ……………..  </w:t>
      </w:r>
      <w:r w:rsidRPr="00B96715">
        <w:rPr>
          <w:rFonts w:ascii="Arial" w:hAnsi="Arial" w:cs="Arial"/>
          <w:color w:val="3366FF"/>
        </w:rPr>
        <w:t>(adres strony internetowej projektu).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</w:rPr>
        <w:t xml:space="preserve">Wzór formularza rekrutacyjnego będzie dostępny od </w:t>
      </w:r>
      <w:r w:rsidRPr="00B96715">
        <w:rPr>
          <w:rFonts w:ascii="Arial" w:hAnsi="Arial" w:cs="Arial"/>
          <w:color w:val="548DD4"/>
        </w:rPr>
        <w:t>….(data)</w:t>
      </w:r>
      <w:r w:rsidRPr="00B96715">
        <w:rPr>
          <w:rFonts w:ascii="Arial" w:hAnsi="Arial" w:cs="Arial"/>
        </w:rPr>
        <w:t xml:space="preserve"> na stronie internetowej projektu </w:t>
      </w:r>
      <w:r w:rsidRPr="00B96715">
        <w:rPr>
          <w:rFonts w:ascii="Arial" w:hAnsi="Arial" w:cs="Arial"/>
          <w:color w:val="548DD4"/>
        </w:rPr>
        <w:t>……(adres strony internetowej projektu)</w:t>
      </w:r>
      <w:r w:rsidRPr="00B96715">
        <w:rPr>
          <w:rFonts w:ascii="Arial" w:hAnsi="Arial" w:cs="Arial"/>
        </w:rPr>
        <w:t xml:space="preserve"> oraz w biurze projektu </w:t>
      </w:r>
      <w:r w:rsidRPr="00B96715">
        <w:rPr>
          <w:rFonts w:ascii="Arial" w:hAnsi="Arial" w:cs="Arial"/>
          <w:color w:val="548DD4"/>
        </w:rPr>
        <w:t>….(tytuł projektu)</w:t>
      </w:r>
      <w:r w:rsidRPr="00B96715">
        <w:rPr>
          <w:rFonts w:ascii="Arial" w:hAnsi="Arial" w:cs="Arial"/>
        </w:rPr>
        <w:t xml:space="preserve"> w </w:t>
      </w:r>
      <w:r w:rsidRPr="00B96715">
        <w:rPr>
          <w:rFonts w:ascii="Arial" w:hAnsi="Arial" w:cs="Arial"/>
          <w:color w:val="548DD4"/>
        </w:rPr>
        <w:t>……(adres biura projektu).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Formularz rekrutacyjny należy wypełnić czytelnie, w języku polskim, elektronicznie </w:t>
      </w:r>
      <w:r w:rsidRPr="00B96715">
        <w:rPr>
          <w:rFonts w:ascii="Arial" w:hAnsi="Arial" w:cs="Arial"/>
        </w:rPr>
        <w:br/>
        <w:t>lub odręcznie, drukowanymi literami. Należy wypełnić wszystkie rubryki formularza rekrutacyjnego. W przypadku gdy któraś z części formularza nie dotyczy osoby wypełniającej, należy wpisać „nie dotyczy”. W miejscu □ należy zaznaczyć właściwą odpowiedź „krzyżykiem” X.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Zgłoszenia, które będą zawierały niewypełnione rubryki oraz zostaną przygotowane </w:t>
      </w:r>
      <w:r w:rsidRPr="00B96715">
        <w:rPr>
          <w:rFonts w:ascii="Arial" w:hAnsi="Arial" w:cs="Arial"/>
        </w:rPr>
        <w:br/>
        <w:t>w oparciu o inny formularz niż wzór określony w załącznik nr 1 regulaminu nie będą rozpatrzone i zostaną odrzucone z przyczyn formalnych.</w:t>
      </w:r>
    </w:p>
    <w:p w:rsidR="0081476F" w:rsidRPr="00B96715" w:rsidRDefault="0081476F" w:rsidP="009E0DA7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</w:rPr>
        <w:t xml:space="preserve">Formularz rekrutacyjny oraz załącznik należy własnoręcznie podpisać, trwale spiąć </w:t>
      </w:r>
      <w:r w:rsidRPr="00B96715">
        <w:rPr>
          <w:rFonts w:ascii="Arial" w:hAnsi="Arial" w:cs="Arial"/>
        </w:rPr>
        <w:br/>
        <w:t xml:space="preserve">i dostarczyć do biura projektu </w:t>
      </w:r>
      <w:r w:rsidRPr="00B96715">
        <w:rPr>
          <w:rFonts w:ascii="Arial" w:hAnsi="Arial" w:cs="Arial"/>
          <w:color w:val="548DD4"/>
        </w:rPr>
        <w:t>…..(tytuł projektu)</w:t>
      </w:r>
      <w:r w:rsidRPr="00B96715">
        <w:rPr>
          <w:rFonts w:ascii="Arial" w:hAnsi="Arial" w:cs="Arial"/>
        </w:rPr>
        <w:t xml:space="preserve"> w </w:t>
      </w:r>
      <w:r w:rsidRPr="00B96715">
        <w:rPr>
          <w:rFonts w:ascii="Arial" w:hAnsi="Arial" w:cs="Arial"/>
          <w:color w:val="548DD4"/>
        </w:rPr>
        <w:t xml:space="preserve">……(adres biura projektu) </w:t>
      </w:r>
      <w:r w:rsidRPr="00B96715">
        <w:rPr>
          <w:rFonts w:ascii="Arial" w:hAnsi="Arial" w:cs="Arial"/>
          <w:color w:val="548DD4"/>
        </w:rPr>
        <w:br/>
      </w:r>
      <w:r w:rsidRPr="00B96715">
        <w:rPr>
          <w:rFonts w:ascii="Arial" w:hAnsi="Arial" w:cs="Arial"/>
        </w:rPr>
        <w:t>w zaklejonej kopercie, opisanej w następujący sposób:</w:t>
      </w:r>
      <w:bookmarkStart w:id="0" w:name="_GoBack"/>
      <w:bookmarkEnd w:id="0"/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color w:val="548DD4"/>
        </w:rPr>
      </w:pP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B96715">
        <w:rPr>
          <w:rFonts w:ascii="Arial" w:hAnsi="Arial" w:cs="Arial"/>
        </w:rPr>
        <w:t>Imię, nazwisko, adres do korespondencji kandydata,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548DD4"/>
        </w:rPr>
      </w:pPr>
      <w:r w:rsidRPr="00B96715">
        <w:rPr>
          <w:rFonts w:ascii="Arial" w:hAnsi="Arial" w:cs="Arial"/>
        </w:rPr>
        <w:t xml:space="preserve">Adresat:  </w:t>
      </w:r>
      <w:r w:rsidRPr="00B96715">
        <w:rPr>
          <w:rFonts w:ascii="Arial" w:hAnsi="Arial" w:cs="Arial"/>
        </w:rPr>
        <w:tab/>
        <w:t xml:space="preserve">Biuro projektu </w:t>
      </w:r>
      <w:r w:rsidRPr="00B96715">
        <w:rPr>
          <w:rFonts w:ascii="Arial" w:hAnsi="Arial" w:cs="Arial"/>
          <w:color w:val="548DD4"/>
        </w:rPr>
        <w:t>…..(tytuł projektu):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548DD4"/>
        </w:rPr>
      </w:pPr>
      <w:r w:rsidRPr="00B96715">
        <w:rPr>
          <w:rFonts w:ascii="Arial" w:hAnsi="Arial" w:cs="Arial"/>
          <w:color w:val="548DD4"/>
        </w:rPr>
        <w:t xml:space="preserve">……(adres biura projektu) 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548DD4"/>
        </w:rPr>
      </w:pPr>
      <w:r w:rsidRPr="00B96715">
        <w:rPr>
          <w:rFonts w:ascii="Arial" w:hAnsi="Arial" w:cs="Arial"/>
        </w:rPr>
        <w:t xml:space="preserve">Z dopiskiem: </w:t>
      </w:r>
      <w:r w:rsidRPr="00B96715">
        <w:rPr>
          <w:rFonts w:ascii="Arial" w:hAnsi="Arial" w:cs="Arial"/>
        </w:rPr>
        <w:tab/>
        <w:t xml:space="preserve">Zgłoszenie do projektu: </w:t>
      </w:r>
      <w:r w:rsidRPr="00B96715">
        <w:rPr>
          <w:rFonts w:ascii="Arial" w:hAnsi="Arial" w:cs="Arial"/>
          <w:color w:val="548DD4"/>
        </w:rPr>
        <w:t>…..(tytuł projektu):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81476F" w:rsidRPr="00B96715" w:rsidRDefault="0081476F" w:rsidP="009E0DA7">
      <w:pPr>
        <w:pStyle w:val="ListParagraph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</w:rPr>
        <w:t xml:space="preserve">Zgłoszenia można przesyłać pocztą tradycyjną, za pośrednictwem kuriera lub złożyć osobiście w biurze projektu </w:t>
      </w:r>
      <w:r w:rsidRPr="00B96715">
        <w:rPr>
          <w:rFonts w:ascii="Arial" w:hAnsi="Arial" w:cs="Arial"/>
          <w:color w:val="548DD4"/>
        </w:rPr>
        <w:t xml:space="preserve">…..(tytuł projektu), ……(adres biura projektu). </w:t>
      </w:r>
    </w:p>
    <w:p w:rsidR="0081476F" w:rsidRPr="00B96715" w:rsidRDefault="0081476F" w:rsidP="009E0DA7">
      <w:pPr>
        <w:pStyle w:val="ListParagraph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</w:rPr>
        <w:t xml:space="preserve">O przyjęciu decyduje data wpływu zgłoszenia do biura projektu. Dokumenty rekrutacyjne przesłane faksem bądź drogą elektroniczną nie będą rozpatrywane. Odpowiedzialność za dostarczenie dokumentów rekrutacyjnych w terminie spoczywa na osobie zainteresowanej udziałem w projekcie </w:t>
      </w:r>
      <w:r w:rsidRPr="00B96715">
        <w:rPr>
          <w:rFonts w:ascii="Arial" w:hAnsi="Arial" w:cs="Arial"/>
          <w:color w:val="548DD4"/>
        </w:rPr>
        <w:t>…..(tytuł projektu).</w:t>
      </w:r>
    </w:p>
    <w:p w:rsidR="0081476F" w:rsidRPr="00B96715" w:rsidRDefault="0081476F" w:rsidP="009E0DA7">
      <w:pPr>
        <w:pStyle w:val="ListParagraph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Dla dokumentów rekrutacyjnych przesłanych pocztą/kurierem oraz dostarczonych osobiście za dzień wpływu uważa się dzień, w którym dokumenty rekrutacyjne zostały doręczone do </w:t>
      </w:r>
      <w:r w:rsidRPr="00B96715">
        <w:rPr>
          <w:rFonts w:ascii="Arial" w:hAnsi="Arial" w:cs="Arial"/>
          <w:color w:val="548DD4"/>
        </w:rPr>
        <w:t>……. (nazwa Beneficjenta, dane biura projektu)</w:t>
      </w:r>
      <w:r w:rsidRPr="00B96715">
        <w:rPr>
          <w:rFonts w:ascii="Arial" w:hAnsi="Arial" w:cs="Arial"/>
        </w:rPr>
        <w:t>. W przypadku osobistego złożenia dokumentów rekrutacyjnych każda osoba otrzyma poświadczenie wpływu dokumentów rekrutacyjnych - z dokładną datą i godziną przyjęcia dokumentów. Dokumenty nie podlegają rozpatrzeniu, gdy zostaną złożone przed ogłoszonym terminem rekrutacji, bądź po zamknięciu rekrutacji.</w:t>
      </w:r>
    </w:p>
    <w:p w:rsidR="0081476F" w:rsidRPr="00B96715" w:rsidRDefault="0081476F" w:rsidP="009E0DA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Osoby zainteresowane udziałem w projekcie, w formularzu rekrutacyjnym składają oświadczenia o: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nieposiadaniu zarejestrowanej działalności gospodarczej w okresie </w:t>
      </w:r>
      <w:r w:rsidRPr="00B96715">
        <w:rPr>
          <w:rFonts w:ascii="Arial" w:hAnsi="Arial" w:cs="Arial"/>
        </w:rPr>
        <w:br/>
        <w:t>12 miesięcy poprzedzających dzień przystąpienia do projektu,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niekorzystaniu równolegle z innych środków publicznych, w tym zwłaszcza </w:t>
      </w:r>
      <w:r w:rsidRPr="00B96715">
        <w:rPr>
          <w:rFonts w:ascii="Arial" w:hAnsi="Arial" w:cs="Arial"/>
        </w:rPr>
        <w:br/>
        <w:t xml:space="preserve">z ze środków Funduszu Pracy, PFRON oraz w ramach Poddziałania </w:t>
      </w:r>
      <w:r w:rsidRPr="00B96715">
        <w:rPr>
          <w:rFonts w:ascii="Arial" w:hAnsi="Arial" w:cs="Arial"/>
        </w:rPr>
        <w:br/>
        <w:t>8.1.2 / Działania 6.2 na rozpoczęcie działalności gospodarczej,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nieotrzymaniu środków na podjęcie działalności gospodarczej pochodzących </w:t>
      </w:r>
      <w:r w:rsidRPr="00B96715">
        <w:rPr>
          <w:rFonts w:ascii="Arial" w:hAnsi="Arial" w:cs="Arial"/>
        </w:rPr>
        <w:br/>
        <w:t>z funduszy publicznych w ciągu ostatnich 3 lat poprzedzających dzień przystąpienia do projektu,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zapoznaniu się przez kandydatów na uczestników projektu z </w:t>
      </w:r>
      <w:r w:rsidRPr="00B96715">
        <w:rPr>
          <w:rFonts w:ascii="Arial" w:hAnsi="Arial" w:cs="Arial"/>
          <w:i/>
        </w:rPr>
        <w:t xml:space="preserve">Regulaminem rekrutacji  </w:t>
      </w:r>
      <w:r w:rsidRPr="00B96715">
        <w:rPr>
          <w:rFonts w:ascii="Arial" w:hAnsi="Arial" w:cs="Arial"/>
        </w:rPr>
        <w:t>i akceptacji warunków w nich zawartych,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niekaralności za przestępstwa skarbowe w rozumieniu ustawy z dnia </w:t>
      </w:r>
      <w:r w:rsidRPr="00B96715">
        <w:rPr>
          <w:rFonts w:ascii="Arial" w:hAnsi="Arial" w:cs="Arial"/>
        </w:rPr>
        <w:br/>
        <w:t>6 czerwca 1997 roku Kodeks Karny oraz o korzystaniu w pełni praw publicznych i posiadaniu pełnej zdolności do czynności prawnych,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braku zdolności do samodzielnego sfinansowania działalności gospodarczej,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nie pozostawaniu w stosunku pracy lub innym (umowy cywilno-prawne) </w:t>
      </w:r>
      <w:r w:rsidRPr="00B96715">
        <w:rPr>
          <w:rFonts w:ascii="Arial" w:hAnsi="Arial" w:cs="Arial"/>
        </w:rPr>
        <w:br/>
        <w:t>z Beneficjentem, partnerem, lub wykonawcą</w:t>
      </w:r>
      <w:r w:rsidRPr="00B96715">
        <w:rPr>
          <w:rFonts w:ascii="Arial" w:hAnsi="Arial" w:cs="Arial"/>
          <w:vertAlign w:val="superscript"/>
        </w:rPr>
        <w:footnoteReference w:id="6"/>
      </w:r>
      <w:r w:rsidRPr="00B96715">
        <w:rPr>
          <w:rFonts w:ascii="Arial" w:hAnsi="Arial" w:cs="Arial"/>
        </w:rPr>
        <w:t xml:space="preserve"> w ramach projektu,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nie uczestniczeniu w innych projektach realizowanych w ramach Działania 6.2 POKL,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nie pozostawaniu z Beneficjentem i/lub pracownikiem Beneficjenta uczestniczącym w procesie rekrutacji i oceny biznesplanów w związku małżeńskim, w stosunku pokrewieństwa i powinowactwa i/lub związku </w:t>
      </w:r>
      <w:r w:rsidRPr="00B96715">
        <w:rPr>
          <w:rFonts w:ascii="Arial" w:hAnsi="Arial" w:cs="Arial"/>
        </w:rPr>
        <w:br/>
        <w:t>z tytułu przysposobienia, opieki lub kurateli,</w:t>
      </w:r>
    </w:p>
    <w:p w:rsidR="0081476F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nie planowaniu prowadzenia działalności gospodarczej w sektorach wykluczonych na podstawie Rozporządzenia Ministra Rozwoju Regionalnego </w:t>
      </w:r>
      <w:r w:rsidRPr="00B96715">
        <w:rPr>
          <w:rFonts w:ascii="Arial" w:hAnsi="Arial" w:cs="Arial"/>
        </w:rPr>
        <w:br/>
        <w:t xml:space="preserve">z dnia 15 grudnia 2010 roku w sprawie udzielenia pomocy publicznej </w:t>
      </w:r>
      <w:r w:rsidRPr="00B96715">
        <w:rPr>
          <w:rFonts w:ascii="Arial" w:hAnsi="Arial" w:cs="Arial"/>
        </w:rPr>
        <w:br/>
        <w:t>w ramach Programu Operacyjnego Kapitał Ludzki</w:t>
      </w:r>
      <w:r w:rsidRPr="00B96715">
        <w:rPr>
          <w:rFonts w:ascii="Arial" w:hAnsi="Arial" w:cs="Arial"/>
          <w:vertAlign w:val="superscript"/>
        </w:rPr>
        <w:footnoteReference w:id="7"/>
      </w:r>
      <w:r w:rsidRPr="00B96715">
        <w:rPr>
          <w:rFonts w:ascii="Arial" w:hAnsi="Arial" w:cs="Arial"/>
        </w:rPr>
        <w:t>,</w:t>
      </w:r>
    </w:p>
    <w:p w:rsidR="0081476F" w:rsidRPr="00BD6702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BD6702">
        <w:rPr>
          <w:rStyle w:val="Emphasis"/>
          <w:rFonts w:ascii="Arial" w:hAnsi="Arial" w:cs="Arial"/>
          <w:i w:val="0"/>
        </w:rPr>
        <w:t>o niekaralności karą zakazu dostępu do środków, o których mowa w art. 5 ust. 3 pkt 1 i 4 ustawy o finansach publicznych</w:t>
      </w:r>
      <w:r>
        <w:rPr>
          <w:rFonts w:ascii="Arial" w:hAnsi="Arial" w:cs="Arial"/>
          <w:i/>
        </w:rPr>
        <w:t>,</w:t>
      </w:r>
    </w:p>
    <w:p w:rsidR="0081476F" w:rsidRPr="00B96715" w:rsidRDefault="0081476F" w:rsidP="009E0DA7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wyrażeniu zgody na wykorzystywanie i przetwarzanie danych osobowych, </w:t>
      </w:r>
      <w:r w:rsidRPr="00B96715">
        <w:rPr>
          <w:rFonts w:ascii="Arial" w:hAnsi="Arial" w:cs="Arial"/>
        </w:rPr>
        <w:br/>
        <w:t>w tym danych wrażliwych, do celów monitoringu oraz ewaluacji Programu Operacyjnego Kapitał Ludzki (zgodnie z przepisami ustawy z dnia 29 sierpnia 1997 roku o ochronie danych osobowych – Dz. U. z 2002 roku, Nr 101, poz. 926 ze zm.),</w:t>
      </w:r>
    </w:p>
    <w:p w:rsidR="0081476F" w:rsidRPr="00B96715" w:rsidRDefault="0081476F" w:rsidP="003E4F16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oświadczenie o prawdziwości danych zawartych w formularzu.</w:t>
      </w:r>
    </w:p>
    <w:p w:rsidR="0081476F" w:rsidRPr="00B96715" w:rsidRDefault="0081476F" w:rsidP="00F708D1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color w:val="FF0000"/>
        </w:rPr>
      </w:pP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u w:val="single"/>
        </w:rPr>
      </w:pPr>
      <w:r w:rsidRPr="00B96715">
        <w:rPr>
          <w:rFonts w:ascii="Arial" w:hAnsi="Arial" w:cs="Arial"/>
          <w:u w:val="single"/>
        </w:rPr>
        <w:t>Wszystkie kserokopie dokumentów powinny być poświadczone własnoręcznym podpisem kandydata, datą oraz z dopiskiem; „za zgodność z oryginałem”.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u w:val="single"/>
        </w:rPr>
      </w:pPr>
    </w:p>
    <w:p w:rsidR="0081476F" w:rsidRPr="00B96715" w:rsidRDefault="0081476F" w:rsidP="00421D8B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 przypadku braku załącznika do formularza rekrutacyjnego kandydat zostanie poinformowany listownie o możliwości uzupełnienia dokumentów rekrutacyjnych </w:t>
      </w:r>
      <w:r w:rsidRPr="00B96715">
        <w:rPr>
          <w:rFonts w:ascii="Arial" w:hAnsi="Arial" w:cs="Arial"/>
        </w:rPr>
        <w:br/>
        <w:t xml:space="preserve">w terminie 3 dni roboczych od dnia odebrania listu. Za dzień uzupełnienia dokumentów uważa się dzień wpływu dokumentów do biura projektu. W przypadku nieuzupełnienia dokumentów rekrutacyjnych w wyznaczonym terminie, formularz rekrutacyjny zostanie oceniony negatywnie. </w:t>
      </w:r>
    </w:p>
    <w:p w:rsidR="0081476F" w:rsidRPr="00B96715" w:rsidRDefault="0081476F" w:rsidP="00027C5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F41C67">
        <w:rPr>
          <w:rFonts w:ascii="Arial" w:hAnsi="Arial" w:cs="Arial"/>
          <w:b/>
        </w:rPr>
        <w:fldChar w:fldCharType="begin"/>
      </w:r>
      <w:r w:rsidRPr="00F41C67">
        <w:rPr>
          <w:rFonts w:ascii="Arial" w:hAnsi="Arial" w:cs="Arial"/>
          <w:b/>
        </w:rPr>
        <w:instrText xml:space="preserve"> QUOTE </w:instrText>
      </w:r>
      <w:r w:rsidRPr="00F41C67">
        <w:pict>
          <v:shape id="_x0000_i1029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4F6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FC4F65&quot;&gt;&lt;m:oMathPara&gt;&lt;m:oMath&gt;&lt;m:r&gt;&lt;m:rPr&gt;&lt;m:sty m:val=&quot;bi&quot;/&gt;&lt;/m:rPr&gt;&lt;w:rPr&gt;&lt;w:rFonts w:ascii=&quot;Arial&quot; w:h-ansi=&quot;Arial&quot; w:cs=&quot;Arial&quot;/&gt;&lt;wx:font wx:val=&quot;Arial&quot;/&gt;&lt;w:b/&gt;&lt;w:i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Pr="00F41C67">
        <w:rPr>
          <w:rFonts w:ascii="Arial" w:hAnsi="Arial" w:cs="Arial"/>
          <w:b/>
        </w:rPr>
        <w:instrText xml:space="preserve"> </w:instrText>
      </w:r>
      <w:r w:rsidRPr="00F41C67">
        <w:rPr>
          <w:rFonts w:ascii="Arial" w:hAnsi="Arial" w:cs="Arial"/>
          <w:b/>
        </w:rPr>
        <w:fldChar w:fldCharType="separate"/>
      </w:r>
      <w:r w:rsidRPr="00F41C67">
        <w:pict>
          <v:shape id="_x0000_i1030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4F6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FC4F65&quot;&gt;&lt;m:oMathPara&gt;&lt;m:oMath&gt;&lt;m:r&gt;&lt;m:rPr&gt;&lt;m:sty m:val=&quot;bi&quot;/&gt;&lt;/m:rPr&gt;&lt;w:rPr&gt;&lt;w:rFonts w:ascii=&quot;Arial&quot; w:h-ansi=&quot;Arial&quot; w:cs=&quot;Arial&quot;/&gt;&lt;wx:font wx:val=&quot;Arial&quot;/&gt;&lt;w:b/&gt;&lt;w:i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Pr="00F41C67">
        <w:rPr>
          <w:rFonts w:ascii="Arial" w:hAnsi="Arial" w:cs="Arial"/>
          <w:b/>
        </w:rPr>
        <w:fldChar w:fldCharType="end"/>
      </w:r>
      <w:r w:rsidRPr="00B96715">
        <w:rPr>
          <w:rFonts w:ascii="Arial" w:hAnsi="Arial" w:cs="Arial"/>
          <w:b/>
        </w:rPr>
        <w:t xml:space="preserve"> 4.</w:t>
      </w:r>
    </w:p>
    <w:p w:rsidR="0081476F" w:rsidRPr="00B96715" w:rsidRDefault="0081476F" w:rsidP="00027C5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B96715">
        <w:rPr>
          <w:rFonts w:ascii="Arial" w:hAnsi="Arial" w:cs="Arial"/>
          <w:b/>
        </w:rPr>
        <w:t xml:space="preserve">Ocena formularza </w:t>
      </w:r>
      <w:r>
        <w:rPr>
          <w:rFonts w:ascii="Arial" w:hAnsi="Arial" w:cs="Arial"/>
          <w:b/>
        </w:rPr>
        <w:t>rekrutacyjnego</w:t>
      </w:r>
      <w:r w:rsidRPr="00B96715">
        <w:rPr>
          <w:rFonts w:ascii="Arial" w:hAnsi="Arial" w:cs="Arial"/>
          <w:b/>
        </w:rPr>
        <w:t xml:space="preserve"> i predyspozycji</w:t>
      </w:r>
    </w:p>
    <w:p w:rsidR="0081476F" w:rsidRPr="00B96715" w:rsidRDefault="0081476F" w:rsidP="00027C5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B96715">
        <w:rPr>
          <w:rFonts w:ascii="Arial" w:hAnsi="Arial" w:cs="Arial"/>
          <w:b/>
        </w:rPr>
        <w:t>kandydata do prowadzenia firmy</w:t>
      </w:r>
    </w:p>
    <w:p w:rsidR="0081476F" w:rsidRPr="00B96715" w:rsidRDefault="0081476F" w:rsidP="003E4F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1476F" w:rsidRPr="00B96715" w:rsidRDefault="0081476F" w:rsidP="009E0DA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Składane </w:t>
      </w:r>
      <w:r w:rsidRPr="00B96715">
        <w:rPr>
          <w:rFonts w:ascii="Arial" w:hAnsi="Arial" w:cs="Arial"/>
          <w:i/>
        </w:rPr>
        <w:t>Formularze rekrutacyjne</w:t>
      </w:r>
      <w:r w:rsidRPr="00B96715">
        <w:rPr>
          <w:rFonts w:ascii="Arial" w:hAnsi="Arial" w:cs="Arial"/>
        </w:rPr>
        <w:t xml:space="preserve"> zostaną zweryfikowane i ocenione (część A i część B), przez dwóch losowo wybranych członków Komisji Rekrutacyjnej, za pomocą </w:t>
      </w:r>
      <w:r w:rsidRPr="00B96715">
        <w:rPr>
          <w:rFonts w:ascii="Arial" w:hAnsi="Arial" w:cs="Arial"/>
          <w:i/>
        </w:rPr>
        <w:t>Karty oceny formularza rekrutacyjnego</w:t>
      </w:r>
      <w:r w:rsidRPr="00B96715">
        <w:rPr>
          <w:rFonts w:ascii="Arial" w:hAnsi="Arial" w:cs="Arial"/>
        </w:rPr>
        <w:t xml:space="preserve">, stanowiącej załącznik nr 2 do niniejszego </w:t>
      </w:r>
      <w:r w:rsidRPr="00B96715">
        <w:rPr>
          <w:rFonts w:ascii="Arial" w:hAnsi="Arial" w:cs="Arial"/>
          <w:i/>
        </w:rPr>
        <w:t>Regulaminu</w:t>
      </w:r>
      <w:r w:rsidRPr="00B96715">
        <w:rPr>
          <w:rFonts w:ascii="Arial" w:hAnsi="Arial" w:cs="Arial"/>
        </w:rPr>
        <w:t xml:space="preserve">. Za niespełnienie kryteriów formalnych skutkujących odrzuceniem </w:t>
      </w:r>
      <w:r w:rsidRPr="00B96715">
        <w:rPr>
          <w:rFonts w:ascii="Arial" w:hAnsi="Arial" w:cs="Arial"/>
          <w:i/>
        </w:rPr>
        <w:t>Formularza rekrutacyjnego</w:t>
      </w:r>
      <w:r w:rsidRPr="00B96715">
        <w:rPr>
          <w:rFonts w:ascii="Arial" w:hAnsi="Arial" w:cs="Arial"/>
        </w:rPr>
        <w:t xml:space="preserve"> i pozostawieniem go bez oceny, uważa się niepodpisanie wymaganych oświadczeń. Jednocześnie, jeżeli na etapie oceny formularza stwierdzi się, iż osoba </w:t>
      </w:r>
      <w:r w:rsidRPr="00B96715">
        <w:rPr>
          <w:rFonts w:ascii="Arial" w:hAnsi="Arial" w:cs="Arial"/>
        </w:rPr>
        <w:br/>
        <w:t xml:space="preserve">nie przynależy do grupy docelowej określonej w projekcie i nie spełnia warunków wymienionych §2 pkt. 1 </w:t>
      </w:r>
      <w:r w:rsidRPr="00B96715">
        <w:rPr>
          <w:rFonts w:ascii="Arial" w:hAnsi="Arial" w:cs="Arial"/>
          <w:i/>
        </w:rPr>
        <w:t>Formularz rekrutacyjny</w:t>
      </w:r>
      <w:r w:rsidRPr="00B96715">
        <w:rPr>
          <w:rFonts w:ascii="Arial" w:hAnsi="Arial" w:cs="Arial"/>
        </w:rPr>
        <w:t xml:space="preserve"> nie podlega dalszej ocenie. </w:t>
      </w:r>
    </w:p>
    <w:p w:rsidR="0081476F" w:rsidRPr="00B96715" w:rsidRDefault="0081476F" w:rsidP="00421D8B">
      <w:pPr>
        <w:numPr>
          <w:ilvl w:val="0"/>
          <w:numId w:val="4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Losowanie, o którym mowa w ust. 12 przeprowadzane jest przez Przewodniczącego Komisji Rekrutacyjnej na spotkaniu, na którym oceniane są </w:t>
      </w:r>
      <w:r w:rsidRPr="00B96715">
        <w:rPr>
          <w:rFonts w:ascii="Arial" w:hAnsi="Arial" w:cs="Arial"/>
          <w:i/>
        </w:rPr>
        <w:t>Formularze rekrutacyjne</w:t>
      </w:r>
      <w:r w:rsidRPr="00B96715">
        <w:rPr>
          <w:rFonts w:ascii="Arial" w:hAnsi="Arial" w:cs="Arial"/>
        </w:rPr>
        <w:t xml:space="preserve">. </w:t>
      </w:r>
    </w:p>
    <w:p w:rsidR="0081476F" w:rsidRPr="00B96715" w:rsidRDefault="0081476F" w:rsidP="009E0DA7">
      <w:pPr>
        <w:numPr>
          <w:ilvl w:val="0"/>
          <w:numId w:val="4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96715">
        <w:rPr>
          <w:rFonts w:ascii="Arial" w:hAnsi="Arial" w:cs="Arial"/>
          <w:i/>
        </w:rPr>
        <w:t>Formularz rekrutacyjny</w:t>
      </w:r>
      <w:r w:rsidRPr="00B96715">
        <w:rPr>
          <w:rFonts w:ascii="Arial" w:hAnsi="Arial" w:cs="Arial"/>
        </w:rPr>
        <w:t xml:space="preserve"> składa się z części A dotyczącej kryteriów grupy docelowej oraz części B dotyczącej  opisu planowanej działalności. </w:t>
      </w:r>
    </w:p>
    <w:p w:rsidR="0081476F" w:rsidRPr="00B96715" w:rsidRDefault="0081476F" w:rsidP="009E0DA7">
      <w:pPr>
        <w:numPr>
          <w:ilvl w:val="0"/>
          <w:numId w:val="4"/>
        </w:numPr>
        <w:tabs>
          <w:tab w:val="clear" w:pos="360"/>
          <w:tab w:val="num" w:pos="284"/>
        </w:tabs>
        <w:spacing w:after="0" w:line="360" w:lineRule="auto"/>
        <w:ind w:left="284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Oceny kandydata względem przynależności do grupy docelowej dokonuje się na podstawie części A </w:t>
      </w:r>
      <w:r w:rsidRPr="00B96715">
        <w:rPr>
          <w:rFonts w:ascii="Arial" w:hAnsi="Arial" w:cs="Arial"/>
          <w:i/>
        </w:rPr>
        <w:t>Formularza rekrutacyjnego</w:t>
      </w:r>
      <w:r w:rsidRPr="00B96715">
        <w:rPr>
          <w:rFonts w:ascii="Arial" w:hAnsi="Arial" w:cs="Arial"/>
        </w:rPr>
        <w:t>. W projekcie ustalono następujące kryteria oceny względem grupy docelowej:………</w:t>
      </w:r>
      <w:r w:rsidRPr="00B96715">
        <w:rPr>
          <w:rFonts w:ascii="Arial" w:hAnsi="Arial" w:cs="Arial"/>
          <w:i/>
          <w:color w:val="3366FF"/>
        </w:rPr>
        <w:t xml:space="preserve">(Beneficjent wpisuje kryteria grupy docelowej zgodnie z Wnioskiem o dofinansowanie projektu pkt. 3.2 oraz pkt. 3.2.1, uwzględniając </w:t>
      </w:r>
      <w:r w:rsidRPr="00B96715">
        <w:rPr>
          <w:rFonts w:ascii="Arial" w:hAnsi="Arial" w:cs="Arial"/>
          <w:i/>
          <w:color w:val="3366FF"/>
        </w:rPr>
        <w:br/>
        <w:t xml:space="preserve">na etapie definiowania powyższych kryteriów grupy preferowane w szczególności oraz te, za które Beneficjent na etapie oceny otrzymał punkty strategiczne. Kryteria muszą być sformułowane tak, aby w wyniku rekrutacji Beneficjent zapewnił udział w projekcie grupie docelowej zgodnej z założeniami Wniosku o dofinansowanie projektu. </w:t>
      </w:r>
    </w:p>
    <w:p w:rsidR="0081476F" w:rsidRPr="00B96715" w:rsidRDefault="0081476F" w:rsidP="00980A6C">
      <w:pPr>
        <w:spacing w:after="0" w:line="360" w:lineRule="auto"/>
        <w:ind w:left="284"/>
        <w:jc w:val="both"/>
        <w:rPr>
          <w:rFonts w:ascii="Arial" w:hAnsi="Arial" w:cs="Arial"/>
          <w:i/>
          <w:color w:val="3366FF"/>
        </w:rPr>
      </w:pPr>
      <w:r w:rsidRPr="00B96715">
        <w:rPr>
          <w:rFonts w:ascii="Arial" w:hAnsi="Arial" w:cs="Arial"/>
          <w:i/>
          <w:color w:val="3366FF"/>
        </w:rPr>
        <w:t>W pkt. 4 Regulaminu należy zatem podać sposób oceny kryteriów,  tzn. ocenę zero - jedynkową (gdzie „0” – oznacza nie spełnia kryterium, „1” - spełnia kryterium) lub ocenę punktową (w tym konkretne wagi punktowe przyznane poszczególnym kryteriom, maksymalnie 10 punktów za wszystkie kryteria ogółem). Wybór sposobu oceny części A Formularza (ocena zero-jedynkowa, czy system wagowy) oraz kryteriów grupy docelowej należą do Beneficjenta, niemniej jednak przed ich zastosowaniem w procesie rekrutacji muszą każdorazowo zostać zaakceptowane przez IP.</w:t>
      </w:r>
    </w:p>
    <w:p w:rsidR="0081476F" w:rsidRPr="00B96715" w:rsidRDefault="0081476F" w:rsidP="00980A6C">
      <w:pPr>
        <w:spacing w:after="0" w:line="360" w:lineRule="auto"/>
        <w:ind w:left="284"/>
        <w:jc w:val="both"/>
        <w:rPr>
          <w:rFonts w:ascii="Arial" w:hAnsi="Arial" w:cs="Arial"/>
          <w:i/>
          <w:color w:val="3366FF"/>
        </w:rPr>
      </w:pPr>
      <w:r w:rsidRPr="00B96715">
        <w:rPr>
          <w:rFonts w:ascii="Arial" w:hAnsi="Arial" w:cs="Arial"/>
        </w:rPr>
        <w:t xml:space="preserve">Część A karty oceny </w:t>
      </w:r>
      <w:r w:rsidRPr="00B96715">
        <w:rPr>
          <w:rFonts w:ascii="Arial" w:hAnsi="Arial" w:cs="Arial"/>
          <w:i/>
        </w:rPr>
        <w:t>Formularza rekrutacyjnego</w:t>
      </w:r>
      <w:r w:rsidRPr="00B96715">
        <w:rPr>
          <w:rFonts w:ascii="Arial" w:hAnsi="Arial" w:cs="Arial"/>
        </w:rPr>
        <w:t xml:space="preserve"> stanowi ocenę formalną, która ma na celu sprawdzenie kompletności danych i dokumentów (zgodnie z </w:t>
      </w:r>
      <w:r w:rsidRPr="00F41C67">
        <w:rPr>
          <w:rFonts w:ascii="Arial" w:hAnsi="Arial" w:cs="Arial"/>
          <w:b/>
        </w:rPr>
        <w:fldChar w:fldCharType="begin"/>
      </w:r>
      <w:r w:rsidRPr="00F41C67">
        <w:rPr>
          <w:rFonts w:ascii="Arial" w:hAnsi="Arial" w:cs="Arial"/>
          <w:b/>
        </w:rPr>
        <w:instrText xml:space="preserve"> QUOTE </w:instrText>
      </w:r>
      <w:r w:rsidRPr="00F41C67">
        <w:pict>
          <v:shape id="_x0000_i1031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4ACA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1C67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804ACA&quot;&gt;&lt;m:oMathPara&gt;&lt;m:oMath&gt;&lt;m:r&gt;&lt;m:rPr&gt;&lt;m:sty m:val=&quot;bi&quot;/&gt;&lt;/m:rPr&gt;&lt;w:rPr&gt;&lt;w:rFonts w:ascii=&quot;Cambria Math&quot; w:h-ansi=&quot;Arial&quot; w:cs=&quot;Arial&quot;/&gt;&lt;wx:font wx:val=&quot;Arial&quot;/&gt;&lt;w:b/&gt;&lt;w:i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Pr="00F41C67">
        <w:rPr>
          <w:rFonts w:ascii="Arial" w:hAnsi="Arial" w:cs="Arial"/>
          <w:b/>
        </w:rPr>
        <w:instrText xml:space="preserve"> </w:instrText>
      </w:r>
      <w:r w:rsidRPr="00F41C67">
        <w:rPr>
          <w:rFonts w:ascii="Arial" w:hAnsi="Arial" w:cs="Arial"/>
          <w:b/>
        </w:rPr>
        <w:fldChar w:fldCharType="separate"/>
      </w:r>
      <w:r w:rsidRPr="00F41C67">
        <w:pict>
          <v:shape id="_x0000_i1032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4ACA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1C67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804ACA&quot;&gt;&lt;m:oMathPara&gt;&lt;m:oMath&gt;&lt;m:r&gt;&lt;m:rPr&gt;&lt;m:sty m:val=&quot;bi&quot;/&gt;&lt;/m:rPr&gt;&lt;w:rPr&gt;&lt;w:rFonts w:ascii=&quot;Cambria Math&quot; w:h-ansi=&quot;Arial&quot; w:cs=&quot;Arial&quot;/&gt;&lt;wx:font wx:val=&quot;Arial&quot;/&gt;&lt;w:b/&gt;&lt;w:i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Pr="00F41C67">
        <w:rPr>
          <w:rFonts w:ascii="Arial" w:hAnsi="Arial" w:cs="Arial"/>
          <w:b/>
        </w:rPr>
        <w:fldChar w:fldCharType="end"/>
      </w:r>
      <w:r w:rsidRPr="00B96715">
        <w:rPr>
          <w:rFonts w:ascii="Arial" w:hAnsi="Arial" w:cs="Arial"/>
          <w:b/>
        </w:rPr>
        <w:t xml:space="preserve"> </w:t>
      </w:r>
      <w:r w:rsidRPr="00B96715">
        <w:rPr>
          <w:rFonts w:ascii="Arial" w:hAnsi="Arial" w:cs="Arial"/>
        </w:rPr>
        <w:t xml:space="preserve">3 regulaminu) oraz spełnienia kryteriów wskazanych w </w:t>
      </w:r>
      <w:r w:rsidRPr="00F41C67">
        <w:rPr>
          <w:rFonts w:ascii="Arial" w:hAnsi="Arial" w:cs="Arial"/>
        </w:rPr>
        <w:fldChar w:fldCharType="begin"/>
      </w:r>
      <w:r w:rsidRPr="00F41C67">
        <w:rPr>
          <w:rFonts w:ascii="Arial" w:hAnsi="Arial" w:cs="Arial"/>
        </w:rPr>
        <w:instrText xml:space="preserve"> QUOTE </w:instrText>
      </w:r>
      <w:r w:rsidRPr="00F41C67">
        <w:pict>
          <v:shape id="_x0000_i1033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304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1C67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D12304&quot;&gt;&lt;m:oMathPara&gt;&lt;m:oMath&gt;&lt;m:r&gt;&lt;m:rPr&gt;&lt;m:sty m:val=&quot;bi&quot;/&gt;&lt;/m:rPr&gt;&lt;w:rPr&gt;&lt;w:rFonts w:ascii=&quot;Cambria Math&quot; w:h-ansi=&quot;Arial&quot; w:cs=&quot;Arial&quot;/&gt;&lt;wx:font wx:val=&quot;Arial&quot;/&gt;&lt;w:b/&gt;&lt;w:i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Pr="00F41C67">
        <w:rPr>
          <w:rFonts w:ascii="Arial" w:hAnsi="Arial" w:cs="Arial"/>
        </w:rPr>
        <w:instrText xml:space="preserve"> </w:instrText>
      </w:r>
      <w:r w:rsidRPr="00F41C67">
        <w:rPr>
          <w:rFonts w:ascii="Arial" w:hAnsi="Arial" w:cs="Arial"/>
        </w:rPr>
        <w:fldChar w:fldCharType="separate"/>
      </w:r>
      <w:r w:rsidRPr="00F41C67">
        <w:pict>
          <v:shape id="_x0000_i1034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304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1C67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D12304&quot;&gt;&lt;m:oMathPara&gt;&lt;m:oMath&gt;&lt;m:r&gt;&lt;m:rPr&gt;&lt;m:sty m:val=&quot;bi&quot;/&gt;&lt;/m:rPr&gt;&lt;w:rPr&gt;&lt;w:rFonts w:ascii=&quot;Cambria Math&quot; w:h-ansi=&quot;Arial&quot; w:cs=&quot;Arial&quot;/&gt;&lt;wx:font wx:val=&quot;Arial&quot;/&gt;&lt;w:b/&gt;&lt;w:i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 w:rsidRPr="00F41C67">
        <w:rPr>
          <w:rFonts w:ascii="Arial" w:hAnsi="Arial" w:cs="Arial"/>
        </w:rPr>
        <w:fldChar w:fldCharType="end"/>
      </w:r>
      <w:r w:rsidRPr="00B96715">
        <w:rPr>
          <w:rFonts w:ascii="Arial" w:hAnsi="Arial" w:cs="Arial"/>
        </w:rPr>
        <w:t xml:space="preserve"> 2, który charakteryzuje uczestników projektu oraz określa niedopuszczalne typy planowanej działalności gospodarczej. </w:t>
      </w:r>
    </w:p>
    <w:p w:rsidR="0081476F" w:rsidRPr="00B96715" w:rsidRDefault="0081476F" w:rsidP="00593237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81476F" w:rsidRPr="00B96715" w:rsidRDefault="0081476F" w:rsidP="009E0DA7">
      <w:pPr>
        <w:numPr>
          <w:ilvl w:val="0"/>
          <w:numId w:val="4"/>
        </w:numPr>
        <w:tabs>
          <w:tab w:val="clear" w:pos="360"/>
          <w:tab w:val="num" w:pos="284"/>
        </w:tabs>
        <w:spacing w:after="0" w:line="360" w:lineRule="auto"/>
        <w:ind w:left="284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Część B </w:t>
      </w:r>
      <w:r w:rsidRPr="00B96715">
        <w:rPr>
          <w:rFonts w:ascii="Arial" w:hAnsi="Arial" w:cs="Arial"/>
          <w:i/>
        </w:rPr>
        <w:t>Formularza rekrutacyjnego</w:t>
      </w:r>
      <w:r w:rsidRPr="00B96715">
        <w:rPr>
          <w:rFonts w:ascii="Arial" w:hAnsi="Arial" w:cs="Arial"/>
        </w:rPr>
        <w:t xml:space="preserve"> „</w:t>
      </w:r>
      <w:r w:rsidRPr="00B96715">
        <w:rPr>
          <w:rFonts w:ascii="Arial" w:hAnsi="Arial" w:cs="Arial"/>
          <w:i/>
        </w:rPr>
        <w:t>Informacje o planowanej działalności gospodarczej</w:t>
      </w:r>
      <w:r w:rsidRPr="00B96715">
        <w:rPr>
          <w:rFonts w:ascii="Arial" w:hAnsi="Arial" w:cs="Arial"/>
        </w:rPr>
        <w:t xml:space="preserve">” jest oceniana w skali </w:t>
      </w:r>
      <w:r w:rsidRPr="00B96715">
        <w:rPr>
          <w:rFonts w:ascii="Arial" w:hAnsi="Arial" w:cs="Arial"/>
          <w:color w:val="548DD4"/>
        </w:rPr>
        <w:t>……(należy podać skalę punktową)</w:t>
      </w:r>
      <w:r w:rsidRPr="00B96715">
        <w:rPr>
          <w:rFonts w:ascii="Arial" w:hAnsi="Arial" w:cs="Arial"/>
        </w:rPr>
        <w:t>, z możliwością przyznania wartości punktowych poszczególnym częściom oceny:</w:t>
      </w:r>
    </w:p>
    <w:p w:rsidR="0081476F" w:rsidRPr="00B96715" w:rsidRDefault="0081476F" w:rsidP="009E0DA7">
      <w:pPr>
        <w:numPr>
          <w:ilvl w:val="0"/>
          <w:numId w:val="5"/>
        </w:numPr>
        <w:spacing w:after="0" w:line="360" w:lineRule="auto"/>
        <w:ind w:left="1134" w:hanging="709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opis planowanej działalności </w:t>
      </w:r>
      <w:r w:rsidRPr="00B96715">
        <w:rPr>
          <w:rFonts w:ascii="Arial" w:hAnsi="Arial" w:cs="Arial"/>
          <w:color w:val="548DD4"/>
        </w:rPr>
        <w:t>……(należy podać skalę punktową)</w:t>
      </w:r>
      <w:r w:rsidRPr="00B96715">
        <w:rPr>
          <w:rFonts w:ascii="Arial" w:hAnsi="Arial" w:cs="Arial"/>
        </w:rPr>
        <w:t>;</w:t>
      </w:r>
    </w:p>
    <w:p w:rsidR="0081476F" w:rsidRPr="00B96715" w:rsidRDefault="0081476F" w:rsidP="009E0DA7">
      <w:pPr>
        <w:numPr>
          <w:ilvl w:val="0"/>
          <w:numId w:val="5"/>
        </w:numPr>
        <w:spacing w:after="0" w:line="360" w:lineRule="auto"/>
        <w:ind w:left="1134" w:hanging="709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zakres planowanej inwestycji </w:t>
      </w:r>
      <w:r w:rsidRPr="00B96715">
        <w:rPr>
          <w:rFonts w:ascii="Arial" w:hAnsi="Arial" w:cs="Arial"/>
          <w:color w:val="548DD4"/>
        </w:rPr>
        <w:t>……(należy podać skalę punktową)</w:t>
      </w:r>
      <w:r w:rsidRPr="00B96715">
        <w:rPr>
          <w:rFonts w:ascii="Arial" w:hAnsi="Arial" w:cs="Arial"/>
        </w:rPr>
        <w:t>;</w:t>
      </w:r>
    </w:p>
    <w:p w:rsidR="0081476F" w:rsidRPr="00B96715" w:rsidRDefault="0081476F" w:rsidP="009E0DA7">
      <w:pPr>
        <w:numPr>
          <w:ilvl w:val="0"/>
          <w:numId w:val="5"/>
        </w:numPr>
        <w:spacing w:after="0" w:line="360" w:lineRule="auto"/>
        <w:ind w:left="1134" w:hanging="709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posiadane doświadczenie/wykształcenie przydatne do prowadzenia działalności (zgodność wykształcenia i doświadczenia z przedsięwzięciem)</w:t>
      </w:r>
      <w:r w:rsidRPr="00B96715">
        <w:rPr>
          <w:rFonts w:ascii="Arial" w:hAnsi="Arial" w:cs="Arial"/>
          <w:color w:val="548DD4"/>
        </w:rPr>
        <w:t>……(należy podać skalę punktową)</w:t>
      </w:r>
      <w:r w:rsidRPr="00B96715">
        <w:rPr>
          <w:rFonts w:ascii="Arial" w:hAnsi="Arial" w:cs="Arial"/>
        </w:rPr>
        <w:t>;</w:t>
      </w:r>
    </w:p>
    <w:p w:rsidR="0081476F" w:rsidRPr="00B96715" w:rsidRDefault="0081476F" w:rsidP="009E0DA7">
      <w:pPr>
        <w:numPr>
          <w:ilvl w:val="0"/>
          <w:numId w:val="5"/>
        </w:numPr>
        <w:spacing w:after="0" w:line="360" w:lineRule="auto"/>
        <w:ind w:left="1134" w:hanging="709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stopień przygotowania inwestycji do realizacji </w:t>
      </w:r>
      <w:r w:rsidRPr="00B96715">
        <w:rPr>
          <w:rFonts w:ascii="Arial" w:hAnsi="Arial" w:cs="Arial"/>
          <w:color w:val="548DD4"/>
        </w:rPr>
        <w:t>……(należy podać skalę punktową)</w:t>
      </w:r>
      <w:r w:rsidRPr="00B96715">
        <w:rPr>
          <w:rFonts w:ascii="Arial" w:hAnsi="Arial" w:cs="Arial"/>
        </w:rPr>
        <w:t xml:space="preserve">; </w:t>
      </w:r>
    </w:p>
    <w:p w:rsidR="0081476F" w:rsidRPr="00B96715" w:rsidRDefault="0081476F" w:rsidP="009E0DA7">
      <w:pPr>
        <w:numPr>
          <w:ilvl w:val="0"/>
          <w:numId w:val="5"/>
        </w:numPr>
        <w:spacing w:after="0" w:line="360" w:lineRule="auto"/>
        <w:ind w:left="1134" w:hanging="709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charakterystyka klientów </w:t>
      </w:r>
      <w:r w:rsidRPr="00B96715">
        <w:rPr>
          <w:rFonts w:ascii="Arial" w:hAnsi="Arial" w:cs="Arial"/>
          <w:color w:val="548DD4"/>
        </w:rPr>
        <w:t>……(należy podać skalę punktową)</w:t>
      </w:r>
      <w:r w:rsidRPr="00B96715">
        <w:rPr>
          <w:rFonts w:ascii="Arial" w:hAnsi="Arial" w:cs="Arial"/>
        </w:rPr>
        <w:t>;</w:t>
      </w:r>
    </w:p>
    <w:p w:rsidR="0081476F" w:rsidRPr="003864BB" w:rsidRDefault="0081476F" w:rsidP="003864BB">
      <w:pPr>
        <w:numPr>
          <w:ilvl w:val="0"/>
          <w:numId w:val="5"/>
        </w:numPr>
        <w:spacing w:after="0" w:line="360" w:lineRule="auto"/>
        <w:ind w:left="1134" w:hanging="709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charakterystyka konkurencji </w:t>
      </w:r>
      <w:r w:rsidRPr="00B96715">
        <w:rPr>
          <w:rFonts w:ascii="Arial" w:hAnsi="Arial" w:cs="Arial"/>
          <w:color w:val="548DD4"/>
        </w:rPr>
        <w:t>……(należy podać skalę punktową)</w:t>
      </w:r>
      <w:r w:rsidRPr="00B96715">
        <w:rPr>
          <w:rFonts w:ascii="Arial" w:hAnsi="Arial" w:cs="Arial"/>
        </w:rPr>
        <w:t>;</w:t>
      </w:r>
    </w:p>
    <w:p w:rsidR="0081476F" w:rsidRPr="00B96715" w:rsidRDefault="0081476F" w:rsidP="009E0DA7">
      <w:pPr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Ostateczną ocenę </w:t>
      </w:r>
      <w:r w:rsidRPr="00B96715">
        <w:rPr>
          <w:rFonts w:ascii="Arial" w:hAnsi="Arial" w:cs="Arial"/>
          <w:i/>
        </w:rPr>
        <w:t>Formularza rekrutacyjnego</w:t>
      </w:r>
      <w:r w:rsidRPr="00B96715">
        <w:rPr>
          <w:rFonts w:ascii="Arial" w:hAnsi="Arial" w:cs="Arial"/>
        </w:rPr>
        <w:t xml:space="preserve"> stanowi: </w:t>
      </w:r>
    </w:p>
    <w:p w:rsidR="0081476F" w:rsidRPr="00B96715" w:rsidRDefault="0081476F" w:rsidP="009E0DA7">
      <w:pPr>
        <w:numPr>
          <w:ilvl w:val="1"/>
          <w:numId w:val="6"/>
        </w:numPr>
        <w:tabs>
          <w:tab w:val="clear" w:pos="1440"/>
          <w:tab w:val="left" w:pos="-180"/>
          <w:tab w:val="num" w:pos="709"/>
        </w:tabs>
        <w:spacing w:after="0" w:line="360" w:lineRule="auto"/>
        <w:ind w:left="720" w:hanging="294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 w przypadku zastosowania wag punktowych w części A dla poszczególnych kryteriów - suma liczby punktów przyznanych za część A </w:t>
      </w:r>
      <w:r w:rsidRPr="00B96715">
        <w:rPr>
          <w:rFonts w:ascii="Arial" w:hAnsi="Arial" w:cs="Arial"/>
          <w:i/>
        </w:rPr>
        <w:t xml:space="preserve">Formularza </w:t>
      </w:r>
      <w:r w:rsidRPr="00B96715">
        <w:rPr>
          <w:rFonts w:ascii="Arial" w:hAnsi="Arial" w:cs="Arial"/>
        </w:rPr>
        <w:t xml:space="preserve">oraz średniej arytmetycznej z ocen dokonanych przez dwóch oceniających za część B </w:t>
      </w:r>
      <w:r w:rsidRPr="00B96715">
        <w:rPr>
          <w:rFonts w:ascii="Arial" w:hAnsi="Arial" w:cs="Arial"/>
          <w:i/>
        </w:rPr>
        <w:t>Formularza;</w:t>
      </w:r>
    </w:p>
    <w:p w:rsidR="0081476F" w:rsidRPr="00B96715" w:rsidRDefault="0081476F" w:rsidP="009E0DA7">
      <w:pPr>
        <w:numPr>
          <w:ilvl w:val="1"/>
          <w:numId w:val="6"/>
        </w:numPr>
        <w:tabs>
          <w:tab w:val="clear" w:pos="1440"/>
          <w:tab w:val="left" w:pos="-180"/>
          <w:tab w:val="num" w:pos="709"/>
        </w:tabs>
        <w:spacing w:after="0" w:line="360" w:lineRule="auto"/>
        <w:ind w:left="720" w:hanging="294"/>
        <w:jc w:val="both"/>
        <w:rPr>
          <w:rFonts w:ascii="Arial" w:hAnsi="Arial" w:cs="Arial"/>
          <w:color w:val="548DD4"/>
        </w:rPr>
      </w:pPr>
      <w:r w:rsidRPr="00B96715">
        <w:rPr>
          <w:rFonts w:ascii="Arial" w:hAnsi="Arial" w:cs="Arial"/>
        </w:rPr>
        <w:t xml:space="preserve">w przypadku zastosowania systemu zero-jedynkowego w części A dla poszczególnych kryteriów – na ostateczną ocenę </w:t>
      </w:r>
      <w:r w:rsidRPr="00B96715">
        <w:rPr>
          <w:rFonts w:ascii="Arial" w:hAnsi="Arial" w:cs="Arial"/>
          <w:i/>
        </w:rPr>
        <w:t>Formularza</w:t>
      </w:r>
      <w:r w:rsidRPr="00B96715">
        <w:rPr>
          <w:rFonts w:ascii="Arial" w:hAnsi="Arial" w:cs="Arial"/>
        </w:rPr>
        <w:t xml:space="preserve"> składa się tylko średnia arytmetyczna z ocen dokonanych przez dwóch oceniających za część B </w:t>
      </w:r>
      <w:r w:rsidRPr="00B96715">
        <w:rPr>
          <w:rFonts w:ascii="Arial" w:hAnsi="Arial" w:cs="Arial"/>
          <w:i/>
        </w:rPr>
        <w:t>Formularza</w:t>
      </w:r>
      <w:r w:rsidRPr="00B96715">
        <w:rPr>
          <w:rFonts w:ascii="Arial" w:hAnsi="Arial" w:cs="Arial"/>
        </w:rPr>
        <w:t xml:space="preserve"> pod warunkiem, że spełnione zostaną w części A </w:t>
      </w:r>
      <w:r w:rsidRPr="00B96715">
        <w:rPr>
          <w:rFonts w:ascii="Arial" w:hAnsi="Arial" w:cs="Arial"/>
          <w:i/>
        </w:rPr>
        <w:t>Formularza</w:t>
      </w:r>
      <w:r w:rsidRPr="00B96715">
        <w:rPr>
          <w:rFonts w:ascii="Arial" w:hAnsi="Arial" w:cs="Arial"/>
        </w:rPr>
        <w:t xml:space="preserve"> wszystkie/następujące kryteria </w:t>
      </w:r>
      <w:r w:rsidRPr="00B96715">
        <w:rPr>
          <w:rFonts w:ascii="Arial" w:hAnsi="Arial" w:cs="Arial"/>
          <w:color w:val="548DD4"/>
        </w:rPr>
        <w:t xml:space="preserve">……….. </w:t>
      </w:r>
      <w:r w:rsidRPr="00B96715">
        <w:rPr>
          <w:rFonts w:ascii="Arial" w:hAnsi="Arial" w:cs="Arial"/>
          <w:i/>
          <w:color w:val="548DD4"/>
        </w:rPr>
        <w:t>(decyduje Beneficjent czy wszystkie kryteria w części A muszą być bezwzględnie spełnione, czy też tylko część z nich ma być bezwzględnie spełniona,</w:t>
      </w:r>
      <w:r w:rsidRPr="00B96715">
        <w:rPr>
          <w:rFonts w:ascii="Arial" w:hAnsi="Arial" w:cs="Arial"/>
          <w:i/>
          <w:color w:val="548DD4"/>
        </w:rPr>
        <w:br/>
        <w:t xml:space="preserve"> a pozostałe mogą być nie spełnione, co nie skutkuje odrzuceniem Formularza; w pkt. b) należy wymienić jakie to są kryteria).</w:t>
      </w:r>
      <w:r w:rsidRPr="00B96715">
        <w:rPr>
          <w:rFonts w:ascii="Arial" w:hAnsi="Arial" w:cs="Arial"/>
          <w:color w:val="548DD4"/>
        </w:rPr>
        <w:t xml:space="preserve"> </w:t>
      </w:r>
    </w:p>
    <w:p w:rsidR="0081476F" w:rsidRPr="00B96715" w:rsidRDefault="0081476F" w:rsidP="00006EA5">
      <w:pPr>
        <w:tabs>
          <w:tab w:val="left" w:pos="426"/>
        </w:tabs>
        <w:spacing w:after="0" w:line="360" w:lineRule="auto"/>
        <w:ind w:left="405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 przypadku wystąpienia skrajnych rozbieżności w ocenach dwóch oceniających, </w:t>
      </w:r>
      <w:r w:rsidRPr="00B96715">
        <w:rPr>
          <w:rFonts w:ascii="Arial" w:hAnsi="Arial" w:cs="Arial"/>
        </w:rPr>
        <w:br/>
        <w:t xml:space="preserve">w poszczególnych częściach oceny, decyzję o wysokości przyznanych punktów w tych częściach </w:t>
      </w:r>
      <w:r w:rsidRPr="00B96715">
        <w:rPr>
          <w:rFonts w:ascii="Arial" w:hAnsi="Arial" w:cs="Arial"/>
          <w:i/>
        </w:rPr>
        <w:t xml:space="preserve">Formularza </w:t>
      </w:r>
      <w:r w:rsidRPr="00B96715">
        <w:rPr>
          <w:rFonts w:ascii="Arial" w:hAnsi="Arial" w:cs="Arial"/>
        </w:rPr>
        <w:t>podejmuje Przewodniczący Komisji Rekrutacyjnej.</w:t>
      </w:r>
    </w:p>
    <w:p w:rsidR="0081476F" w:rsidRPr="00B96715" w:rsidRDefault="0081476F" w:rsidP="003D772D">
      <w:pPr>
        <w:numPr>
          <w:ilvl w:val="0"/>
          <w:numId w:val="6"/>
        </w:numPr>
        <w:tabs>
          <w:tab w:val="clear" w:pos="360"/>
          <w:tab w:val="num" w:pos="426"/>
        </w:tabs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Na podstawie dokonanych ocen </w:t>
      </w:r>
      <w:r w:rsidRPr="00B96715">
        <w:rPr>
          <w:rFonts w:ascii="Arial" w:hAnsi="Arial" w:cs="Arial"/>
          <w:i/>
        </w:rPr>
        <w:t>Formularzy rekrutacyjnych</w:t>
      </w:r>
      <w:r w:rsidRPr="00B96715">
        <w:rPr>
          <w:rFonts w:ascii="Arial" w:hAnsi="Arial" w:cs="Arial"/>
        </w:rPr>
        <w:t xml:space="preserve"> zostaje ułożona lista </w:t>
      </w:r>
      <w:r w:rsidRPr="00B96715">
        <w:rPr>
          <w:rFonts w:ascii="Arial" w:hAnsi="Arial" w:cs="Arial"/>
          <w:bCs/>
        </w:rPr>
        <w:t>rankingowa</w:t>
      </w:r>
      <w:r w:rsidRPr="00B96715">
        <w:rPr>
          <w:rFonts w:ascii="Arial" w:hAnsi="Arial" w:cs="Arial"/>
        </w:rPr>
        <w:t xml:space="preserve"> uszeregowana w kolejności malejącej liczby uzyskanych punktów, która zostaje ogłoszona w biurze projektu oraz na stronie internetowej …… </w:t>
      </w:r>
      <w:r w:rsidRPr="00B96715">
        <w:rPr>
          <w:rFonts w:ascii="Arial" w:hAnsi="Arial" w:cs="Arial"/>
          <w:color w:val="3366FF"/>
        </w:rPr>
        <w:t>(adres strony internetowej projektu)</w:t>
      </w:r>
      <w:r w:rsidRPr="00B96715">
        <w:rPr>
          <w:rFonts w:ascii="Arial" w:hAnsi="Arial" w:cs="Arial"/>
        </w:rPr>
        <w:t>.</w:t>
      </w:r>
    </w:p>
    <w:p w:rsidR="0081476F" w:rsidRPr="00B96715" w:rsidRDefault="0081476F" w:rsidP="009E0DA7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 w:hanging="429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W przypadku uzyskania przez uczestników projektu tej samej liczby punktów, o wyższej pozycji na liście decydować będzie większa liczba punktów przyznanych w następującej kolejności:</w:t>
      </w:r>
    </w:p>
    <w:p w:rsidR="0081476F" w:rsidRPr="00B96715" w:rsidRDefault="0081476F" w:rsidP="009E0DA7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 części B </w:t>
      </w:r>
      <w:r w:rsidRPr="00B96715">
        <w:rPr>
          <w:rFonts w:ascii="Arial" w:hAnsi="Arial" w:cs="Arial"/>
          <w:i/>
        </w:rPr>
        <w:t>Formularza rekrutacyjnego</w:t>
      </w:r>
      <w:r w:rsidRPr="00B96715">
        <w:rPr>
          <w:rFonts w:ascii="Arial" w:hAnsi="Arial" w:cs="Arial"/>
        </w:rPr>
        <w:t xml:space="preserve"> za następujące części oceny, uszeregowane w kolejności: </w:t>
      </w:r>
    </w:p>
    <w:p w:rsidR="0081476F" w:rsidRPr="00B96715" w:rsidRDefault="0081476F" w:rsidP="009E0DA7">
      <w:pPr>
        <w:pStyle w:val="ListParagraph"/>
        <w:numPr>
          <w:ilvl w:val="0"/>
          <w:numId w:val="16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opis planowanej działalności (a), </w:t>
      </w:r>
    </w:p>
    <w:p w:rsidR="0081476F" w:rsidRPr="00B96715" w:rsidRDefault="0081476F" w:rsidP="009E0DA7">
      <w:pPr>
        <w:pStyle w:val="ListParagraph"/>
        <w:numPr>
          <w:ilvl w:val="0"/>
          <w:numId w:val="16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stopień przygotowania inwestycji do realizacji (d), </w:t>
      </w:r>
    </w:p>
    <w:p w:rsidR="0081476F" w:rsidRPr="00B96715" w:rsidRDefault="0081476F" w:rsidP="009E0DA7">
      <w:pPr>
        <w:pStyle w:val="ListParagraph"/>
        <w:numPr>
          <w:ilvl w:val="0"/>
          <w:numId w:val="16"/>
        </w:numPr>
        <w:spacing w:after="0" w:line="360" w:lineRule="auto"/>
        <w:ind w:left="1843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posiadane doświadczenie/wykształcenie do prowadzenia działalności (c).</w:t>
      </w:r>
    </w:p>
    <w:p w:rsidR="0081476F" w:rsidRPr="00B96715" w:rsidRDefault="0081476F" w:rsidP="00525213">
      <w:pPr>
        <w:spacing w:after="0" w:line="360" w:lineRule="auto"/>
        <w:jc w:val="both"/>
        <w:rPr>
          <w:rFonts w:ascii="Arial" w:hAnsi="Arial" w:cs="Arial"/>
          <w:bCs/>
        </w:rPr>
      </w:pPr>
    </w:p>
    <w:p w:rsidR="0081476F" w:rsidRPr="00B96715" w:rsidRDefault="0081476F" w:rsidP="009E0DA7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hAnsi="Arial" w:cs="Arial"/>
          <w:bCs/>
          <w:color w:val="548DD4"/>
        </w:rPr>
      </w:pPr>
      <w:r w:rsidRPr="00B96715">
        <w:rPr>
          <w:rFonts w:ascii="Arial" w:hAnsi="Arial" w:cs="Arial"/>
          <w:bCs/>
        </w:rPr>
        <w:t xml:space="preserve">Do projektu zostanie zakwalifikowanych </w:t>
      </w:r>
      <w:r w:rsidRPr="00B96715">
        <w:rPr>
          <w:rFonts w:ascii="Arial" w:hAnsi="Arial" w:cs="Arial"/>
          <w:bCs/>
          <w:color w:val="548DD4"/>
        </w:rPr>
        <w:t xml:space="preserve">……..(liczba osób zgodnie z zakładaną grupą docelową we wniosku o dofinansowanie) </w:t>
      </w:r>
      <w:r w:rsidRPr="00B96715">
        <w:rPr>
          <w:rFonts w:ascii="Arial" w:hAnsi="Arial" w:cs="Arial"/>
          <w:bCs/>
        </w:rPr>
        <w:t xml:space="preserve">osób </w:t>
      </w:r>
      <w:r w:rsidRPr="00B96715">
        <w:rPr>
          <w:rFonts w:ascii="Arial" w:hAnsi="Arial" w:cs="Arial"/>
          <w:bCs/>
          <w:u w:val="single"/>
        </w:rPr>
        <w:t>bezrobotnych lub nieaktywnych</w:t>
      </w:r>
      <w:r w:rsidRPr="00B96715">
        <w:rPr>
          <w:rFonts w:ascii="Arial" w:hAnsi="Arial" w:cs="Arial"/>
          <w:bCs/>
          <w:color w:val="548DD4"/>
        </w:rPr>
        <w:t xml:space="preserve"> </w:t>
      </w:r>
      <w:r w:rsidRPr="00B96715">
        <w:rPr>
          <w:rFonts w:ascii="Arial" w:hAnsi="Arial" w:cs="Arial"/>
          <w:bCs/>
          <w:u w:val="single"/>
        </w:rPr>
        <w:t xml:space="preserve"> zawodowo</w:t>
      </w:r>
      <w:r w:rsidRPr="00B96715">
        <w:rPr>
          <w:rFonts w:ascii="Arial" w:hAnsi="Arial" w:cs="Arial"/>
          <w:bCs/>
        </w:rPr>
        <w:t xml:space="preserve"> </w:t>
      </w:r>
      <w:r w:rsidRPr="00B96715">
        <w:rPr>
          <w:rFonts w:ascii="Arial" w:hAnsi="Arial" w:cs="Arial"/>
          <w:bCs/>
          <w:color w:val="548DD4"/>
        </w:rPr>
        <w:t>(zgodnie z zakładaną grupą docelową we wniosku o dofinansowanie)</w:t>
      </w:r>
      <w:r w:rsidRPr="00B96715">
        <w:rPr>
          <w:rFonts w:ascii="Arial" w:hAnsi="Arial" w:cs="Arial"/>
          <w:bCs/>
        </w:rPr>
        <w:t xml:space="preserve">, które na liście rankingowej będą miały największą liczbę punktów. </w:t>
      </w:r>
    </w:p>
    <w:p w:rsidR="0081476F" w:rsidRPr="00B96715" w:rsidRDefault="0081476F" w:rsidP="009E0DA7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B96715">
        <w:rPr>
          <w:rFonts w:ascii="Arial" w:hAnsi="Arial" w:cs="Arial"/>
          <w:bCs/>
        </w:rPr>
        <w:t xml:space="preserve">Lista kandydatów wraz z uzyskanym przez nich wynikiem punktowym zostanie umieszczona na stronie internetowej projektu oraz na tablicach informacyjnych </w:t>
      </w:r>
      <w:r w:rsidRPr="00B96715">
        <w:rPr>
          <w:rFonts w:ascii="Arial" w:hAnsi="Arial" w:cs="Arial"/>
          <w:bCs/>
        </w:rPr>
        <w:br/>
        <w:t xml:space="preserve">w biurze projektu do dnia </w:t>
      </w:r>
      <w:r w:rsidRPr="00B96715">
        <w:rPr>
          <w:rFonts w:ascii="Arial" w:hAnsi="Arial" w:cs="Arial"/>
          <w:bCs/>
          <w:color w:val="548DD4"/>
        </w:rPr>
        <w:t>…..(należy wskazać termin).</w:t>
      </w:r>
      <w:r w:rsidRPr="00B96715">
        <w:rPr>
          <w:rFonts w:ascii="Arial" w:hAnsi="Arial" w:cs="Arial"/>
          <w:bCs/>
        </w:rPr>
        <w:t xml:space="preserve"> Wszyscy kandydaci zostaną listownie poinformowani o liczbie uzyskanych punktów, zakwalifikowaniu lub niezakwalifikowaniu się do projektu (w tym przypadku także uzasadnienie niezakwalifikowania się do projektu).</w:t>
      </w:r>
    </w:p>
    <w:p w:rsidR="0081476F" w:rsidRPr="00B96715" w:rsidRDefault="0081476F" w:rsidP="009E0DA7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B96715">
        <w:rPr>
          <w:rFonts w:ascii="Arial" w:hAnsi="Arial" w:cs="Arial"/>
          <w:bCs/>
        </w:rPr>
        <w:t xml:space="preserve">Osoby nie zakwalifikowane do projektu zostaną umieszczone na liście rezerwowej. </w:t>
      </w:r>
      <w:r w:rsidRPr="00B96715">
        <w:rPr>
          <w:rFonts w:ascii="Arial" w:hAnsi="Arial" w:cs="Arial"/>
          <w:bCs/>
        </w:rPr>
        <w:br/>
        <w:t xml:space="preserve">Osoby te zostaną telefonicznie i listownie poinformowane o możliwości przystąpienia </w:t>
      </w:r>
      <w:r w:rsidRPr="00B96715">
        <w:rPr>
          <w:rFonts w:ascii="Arial" w:hAnsi="Arial" w:cs="Arial"/>
          <w:bCs/>
        </w:rPr>
        <w:br/>
        <w:t xml:space="preserve">do projektu. </w:t>
      </w:r>
    </w:p>
    <w:p w:rsidR="0081476F" w:rsidRPr="00B96715" w:rsidRDefault="0081476F" w:rsidP="009E0DA7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B96715">
        <w:rPr>
          <w:rFonts w:ascii="Arial" w:hAnsi="Arial" w:cs="Arial"/>
          <w:bCs/>
        </w:rPr>
        <w:t xml:space="preserve">Osoba, która zdecyduje się na udział w projekcie w terminie 3 dni roboczych od dnia otrzymania listu powinna zgłosić się do biura projektu w celu potwierdzenia dalszego udziału w projekcie. W przypadku odpowiedzi negatywnej lub braku potwierdzenia udziału w projekcie, do projektu zostanie zakwalifikowana następna osoba z listy rezerwowej. </w:t>
      </w:r>
    </w:p>
    <w:p w:rsidR="0081476F" w:rsidRPr="00B96715" w:rsidRDefault="0081476F" w:rsidP="009E0DA7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B96715">
        <w:rPr>
          <w:rFonts w:ascii="Arial" w:hAnsi="Arial" w:cs="Arial"/>
          <w:bCs/>
        </w:rPr>
        <w:t xml:space="preserve">Osobom, które nie zostały zakwalifikowane do projektu, przysługuje prawo złożenia pisemnego odwołania od decyzji Komisji Rekrutacyjnej, które należy złożyć w biurze projektu w ciągu 3 dni roboczych od dnia otrzymania listu informującego </w:t>
      </w:r>
      <w:r w:rsidRPr="00B96715">
        <w:rPr>
          <w:rFonts w:ascii="Arial" w:hAnsi="Arial" w:cs="Arial"/>
          <w:bCs/>
        </w:rPr>
        <w:br/>
        <w:t xml:space="preserve">o niezakwalifikowaniu się do projektu. Odwołanie należy złożyć w formie pisemnej </w:t>
      </w:r>
      <w:r w:rsidRPr="00B96715">
        <w:rPr>
          <w:rFonts w:ascii="Arial" w:hAnsi="Arial" w:cs="Arial"/>
          <w:bCs/>
        </w:rPr>
        <w:br/>
        <w:t>ze wskazaniem uzasadnienia. Za dzień złożenia odwołania uważa się dzień jego wpływu do biura projektu.</w:t>
      </w:r>
    </w:p>
    <w:p w:rsidR="0081476F" w:rsidRPr="00B96715" w:rsidRDefault="0081476F" w:rsidP="009E0DA7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B96715">
        <w:rPr>
          <w:rFonts w:ascii="Arial" w:hAnsi="Arial" w:cs="Arial"/>
          <w:bCs/>
        </w:rPr>
        <w:t xml:space="preserve">Odwołanie zostanie rozpatrzone przez 2 przedstawicieli Beneficjenta, którzy nie brali udziału w pierwotnej ocenie formularza rekrutacyjnego. Odwołanie zostanie rozpatrzone w terminie 5 dni od dnia jego otrzymania. W terminie tym zostanie nadane pismo informujące o wyniku odwołania. Decyzja zawarta w piśmie jest wiążąca i ostateczna. Po rozpatrzeniu ewentualnych odwołań lista rankingowa uczestników projektu zostanie zaktualizowana. </w:t>
      </w:r>
    </w:p>
    <w:p w:rsidR="0081476F" w:rsidRPr="00B96715" w:rsidRDefault="0081476F" w:rsidP="009E0DA7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rial" w:hAnsi="Arial" w:cs="Arial"/>
          <w:bCs/>
        </w:rPr>
      </w:pPr>
      <w:r w:rsidRPr="00B96715">
        <w:rPr>
          <w:rFonts w:ascii="Arial" w:hAnsi="Arial" w:cs="Arial"/>
        </w:rPr>
        <w:t xml:space="preserve">Beneficjent w ciągu 5 dni roboczych od zakończenia rekrutacji zatwierdza listę osób zakwalifikowanych do udziału w projekcie oraz listę rezerwową. Listy te będą zamieszczone na stronie internetowej projektu … </w:t>
      </w:r>
      <w:r w:rsidRPr="00B96715">
        <w:rPr>
          <w:rFonts w:ascii="Arial" w:hAnsi="Arial" w:cs="Arial"/>
          <w:color w:val="3366FF"/>
        </w:rPr>
        <w:t xml:space="preserve">(adres strony internetowej projektu) </w:t>
      </w:r>
      <w:r w:rsidRPr="00B96715">
        <w:rPr>
          <w:rFonts w:ascii="Arial" w:hAnsi="Arial" w:cs="Arial"/>
        </w:rPr>
        <w:t xml:space="preserve">oraz w biurze projektu </w:t>
      </w:r>
      <w:r w:rsidRPr="00B96715">
        <w:rPr>
          <w:rFonts w:ascii="Arial" w:hAnsi="Arial" w:cs="Arial"/>
          <w:color w:val="548DD4"/>
        </w:rPr>
        <w:t>…..(adres biura projektu).</w:t>
      </w:r>
    </w:p>
    <w:p w:rsidR="0081476F" w:rsidRPr="00B96715" w:rsidRDefault="0081476F" w:rsidP="003E4F16">
      <w:pPr>
        <w:tabs>
          <w:tab w:val="num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:rsidR="0081476F" w:rsidRPr="00B96715" w:rsidRDefault="0081476F" w:rsidP="003E4F16">
      <w:pPr>
        <w:tabs>
          <w:tab w:val="num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1476F" w:rsidRPr="00B96715" w:rsidRDefault="0081476F" w:rsidP="00622E48">
      <w:pPr>
        <w:pStyle w:val="Default"/>
        <w:spacing w:line="276" w:lineRule="auto"/>
        <w:ind w:left="363"/>
        <w:jc w:val="center"/>
        <w:rPr>
          <w:rFonts w:ascii="Arial" w:hAnsi="Arial" w:cs="Arial"/>
          <w:b/>
          <w:bCs/>
          <w:sz w:val="22"/>
          <w:szCs w:val="22"/>
        </w:rPr>
      </w:pPr>
      <w:r w:rsidRPr="00B96715">
        <w:rPr>
          <w:rFonts w:ascii="Arial" w:hAnsi="Arial" w:cs="Arial"/>
          <w:b/>
          <w:bCs/>
          <w:sz w:val="22"/>
          <w:szCs w:val="22"/>
        </w:rPr>
        <w:t>§ 5.</w:t>
      </w:r>
    </w:p>
    <w:p w:rsidR="0081476F" w:rsidRPr="00B96715" w:rsidRDefault="0081476F" w:rsidP="00622E48">
      <w:pPr>
        <w:pStyle w:val="Default"/>
        <w:spacing w:line="276" w:lineRule="auto"/>
        <w:ind w:left="363"/>
        <w:jc w:val="center"/>
        <w:rPr>
          <w:rFonts w:ascii="Arial" w:hAnsi="Arial" w:cs="Arial"/>
          <w:b/>
          <w:bCs/>
          <w:sz w:val="22"/>
          <w:szCs w:val="22"/>
        </w:rPr>
      </w:pPr>
    </w:p>
    <w:p w:rsidR="0081476F" w:rsidRPr="00B96715" w:rsidRDefault="0081476F" w:rsidP="00622E48">
      <w:pPr>
        <w:pStyle w:val="Default"/>
        <w:spacing w:line="276" w:lineRule="auto"/>
        <w:ind w:left="363"/>
        <w:jc w:val="center"/>
        <w:rPr>
          <w:rFonts w:ascii="Arial" w:hAnsi="Arial" w:cs="Arial"/>
          <w:b/>
          <w:bCs/>
          <w:sz w:val="22"/>
          <w:szCs w:val="22"/>
        </w:rPr>
      </w:pPr>
      <w:r w:rsidRPr="00B96715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81476F" w:rsidRPr="00B96715" w:rsidRDefault="0081476F" w:rsidP="00622E48">
      <w:pPr>
        <w:pStyle w:val="Default"/>
        <w:spacing w:line="276" w:lineRule="auto"/>
        <w:ind w:left="363"/>
        <w:jc w:val="center"/>
        <w:rPr>
          <w:rFonts w:ascii="Arial" w:hAnsi="Arial" w:cs="Arial"/>
          <w:sz w:val="22"/>
          <w:szCs w:val="22"/>
        </w:rPr>
      </w:pPr>
    </w:p>
    <w:p w:rsidR="0081476F" w:rsidRPr="00B96715" w:rsidRDefault="0081476F" w:rsidP="00F41C67">
      <w:pPr>
        <w:numPr>
          <w:ilvl w:val="0"/>
          <w:numId w:val="3"/>
        </w:numPr>
        <w:autoSpaceDE w:val="0"/>
        <w:autoSpaceDN w:val="0"/>
        <w:adjustRightInd w:val="0"/>
        <w:spacing w:before="60" w:afterLines="3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  <w:i/>
        </w:rPr>
        <w:t>Regulamin</w:t>
      </w:r>
      <w:r w:rsidRPr="00B96715">
        <w:rPr>
          <w:rFonts w:ascii="Arial" w:hAnsi="Arial" w:cs="Arial"/>
        </w:rPr>
        <w:t xml:space="preserve"> wchodzi w życie z dniem podpisania.</w:t>
      </w:r>
    </w:p>
    <w:p w:rsidR="0081476F" w:rsidRPr="00B96715" w:rsidRDefault="0081476F" w:rsidP="00F41C67">
      <w:pPr>
        <w:numPr>
          <w:ilvl w:val="0"/>
          <w:numId w:val="3"/>
        </w:numPr>
        <w:autoSpaceDE w:val="0"/>
        <w:autoSpaceDN w:val="0"/>
        <w:adjustRightInd w:val="0"/>
        <w:spacing w:before="60" w:afterLines="3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Treść </w:t>
      </w:r>
      <w:r w:rsidRPr="00B96715">
        <w:rPr>
          <w:rFonts w:ascii="Arial" w:hAnsi="Arial" w:cs="Arial"/>
          <w:i/>
        </w:rPr>
        <w:t>Regulaminu rekrutacji do projektu</w:t>
      </w:r>
      <w:r w:rsidRPr="00B96715">
        <w:rPr>
          <w:rFonts w:ascii="Arial" w:hAnsi="Arial" w:cs="Arial"/>
        </w:rPr>
        <w:t xml:space="preserve"> podlega obligatoryjnemu zatwierdzeniu przez IP (instytucję organizującą konkurs). Beneficjent zastrzega sobie prawo do zmian </w:t>
      </w:r>
      <w:r w:rsidRPr="00B96715">
        <w:rPr>
          <w:rFonts w:ascii="Arial" w:hAnsi="Arial" w:cs="Arial"/>
        </w:rPr>
        <w:br/>
        <w:t xml:space="preserve">w </w:t>
      </w:r>
      <w:r w:rsidRPr="00B96715">
        <w:rPr>
          <w:rFonts w:ascii="Arial" w:hAnsi="Arial" w:cs="Arial"/>
          <w:i/>
        </w:rPr>
        <w:t>Regulaminie</w:t>
      </w:r>
      <w:r w:rsidRPr="00B96715">
        <w:rPr>
          <w:rFonts w:ascii="Arial" w:hAnsi="Arial" w:cs="Arial"/>
        </w:rPr>
        <w:t xml:space="preserve">, za zgodą IP, o czym powiadomi uczestników projektu poprzez zamieszczenie informacji za stronie internetowej projektu. </w:t>
      </w:r>
    </w:p>
    <w:p w:rsidR="0081476F" w:rsidRPr="00B96715" w:rsidRDefault="0081476F" w:rsidP="00F41C67">
      <w:pPr>
        <w:numPr>
          <w:ilvl w:val="0"/>
          <w:numId w:val="3"/>
        </w:numPr>
        <w:autoSpaceDE w:val="0"/>
        <w:autoSpaceDN w:val="0"/>
        <w:adjustRightInd w:val="0"/>
        <w:spacing w:before="60" w:afterLines="3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W sprawach nieuregulowanych w niniejszym </w:t>
      </w:r>
      <w:r w:rsidRPr="00B96715">
        <w:rPr>
          <w:rFonts w:ascii="Arial" w:hAnsi="Arial" w:cs="Arial"/>
          <w:i/>
        </w:rPr>
        <w:t xml:space="preserve">Regulaminie </w:t>
      </w:r>
      <w:r w:rsidRPr="00B96715">
        <w:rPr>
          <w:rFonts w:ascii="Arial" w:hAnsi="Arial" w:cs="Arial"/>
        </w:rPr>
        <w:t xml:space="preserve">obowiązują zapisy </w:t>
      </w:r>
      <w:r w:rsidRPr="00B96715">
        <w:rPr>
          <w:rFonts w:ascii="Arial" w:hAnsi="Arial" w:cs="Arial"/>
          <w:i/>
        </w:rPr>
        <w:t>Ramowych Wytycznych w sprawie udzielania pomocy na rozwój przedsiębiorczości w ramach Działania 6.2</w:t>
      </w:r>
      <w:r w:rsidRPr="00B96715">
        <w:rPr>
          <w:rFonts w:ascii="Arial" w:hAnsi="Arial" w:cs="Arial"/>
        </w:rPr>
        <w:t xml:space="preserve">, a także akty prawne i dokumenty programowe dotyczące Działania 6.2 Programu Operacyjnego Kapitał Ludzki dostępne na stronie IP: www.wup.pl. </w:t>
      </w:r>
    </w:p>
    <w:p w:rsidR="0081476F" w:rsidRPr="00B96715" w:rsidRDefault="0081476F" w:rsidP="00F41C67">
      <w:pPr>
        <w:autoSpaceDE w:val="0"/>
        <w:autoSpaceDN w:val="0"/>
        <w:adjustRightInd w:val="0"/>
        <w:spacing w:before="60" w:afterLines="30" w:line="360" w:lineRule="auto"/>
        <w:ind w:left="363"/>
        <w:jc w:val="both"/>
        <w:rPr>
          <w:rFonts w:ascii="Arial" w:hAnsi="Arial" w:cs="Arial"/>
        </w:rPr>
      </w:pPr>
    </w:p>
    <w:p w:rsidR="0081476F" w:rsidRPr="00B96715" w:rsidRDefault="0081476F" w:rsidP="00F41C67">
      <w:pPr>
        <w:numPr>
          <w:ilvl w:val="0"/>
          <w:numId w:val="3"/>
        </w:numPr>
        <w:autoSpaceDE w:val="0"/>
        <w:autoSpaceDN w:val="0"/>
        <w:adjustRightInd w:val="0"/>
        <w:spacing w:before="60" w:afterLines="20" w:line="360" w:lineRule="auto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Integralną część niniejszego regulaminu stanowią następujące załączniki:</w:t>
      </w:r>
    </w:p>
    <w:p w:rsidR="0081476F" w:rsidRPr="00B96715" w:rsidRDefault="0081476F" w:rsidP="009E0DA7">
      <w:pPr>
        <w:numPr>
          <w:ilvl w:val="0"/>
          <w:numId w:val="7"/>
        </w:numPr>
        <w:shd w:val="clear" w:color="auto" w:fill="FFFFFF"/>
        <w:spacing w:before="20" w:after="0" w:line="360" w:lineRule="auto"/>
        <w:ind w:left="709" w:hanging="284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>Załącznik nr 1</w:t>
      </w:r>
      <w:r w:rsidRPr="00B96715">
        <w:rPr>
          <w:rFonts w:ascii="Arial" w:hAnsi="Arial" w:cs="Arial"/>
          <w:i/>
        </w:rPr>
        <w:t xml:space="preserve">  Minimalne wymogi Formularza rekrutacyjnego</w:t>
      </w:r>
    </w:p>
    <w:p w:rsidR="0081476F" w:rsidRPr="00B96715" w:rsidRDefault="0081476F" w:rsidP="009E0DA7">
      <w:pPr>
        <w:numPr>
          <w:ilvl w:val="0"/>
          <w:numId w:val="7"/>
        </w:numPr>
        <w:shd w:val="clear" w:color="auto" w:fill="FFFFFF"/>
        <w:spacing w:before="20" w:after="0" w:line="360" w:lineRule="auto"/>
        <w:ind w:left="709" w:hanging="284"/>
        <w:jc w:val="both"/>
        <w:rPr>
          <w:rFonts w:ascii="Arial" w:hAnsi="Arial" w:cs="Arial"/>
        </w:rPr>
      </w:pPr>
      <w:r w:rsidRPr="00B96715">
        <w:rPr>
          <w:rFonts w:ascii="Arial" w:hAnsi="Arial" w:cs="Arial"/>
        </w:rPr>
        <w:t xml:space="preserve">Załącznik nr 2 </w:t>
      </w:r>
      <w:r w:rsidRPr="00B96715">
        <w:rPr>
          <w:rFonts w:ascii="Arial" w:hAnsi="Arial" w:cs="Arial"/>
          <w:i/>
        </w:rPr>
        <w:t xml:space="preserve"> Minimalne wymogi Karty Oceny Formularza rekrutacyjnego.</w:t>
      </w:r>
    </w:p>
    <w:p w:rsidR="0081476F" w:rsidRPr="00B96715" w:rsidRDefault="0081476F" w:rsidP="00F41C67">
      <w:pPr>
        <w:spacing w:before="60" w:afterLines="60" w:line="360" w:lineRule="auto"/>
        <w:rPr>
          <w:rFonts w:ascii="Arial" w:hAnsi="Arial" w:cs="Arial"/>
          <w:i/>
        </w:rPr>
      </w:pPr>
    </w:p>
    <w:p w:rsidR="0081476F" w:rsidRPr="00B96715" w:rsidRDefault="0081476F" w:rsidP="00F41C67">
      <w:pPr>
        <w:spacing w:before="60" w:afterLines="60" w:line="360" w:lineRule="auto"/>
        <w:rPr>
          <w:rFonts w:ascii="Arial" w:hAnsi="Arial" w:cs="Arial"/>
          <w:i/>
        </w:rPr>
      </w:pPr>
      <w:r w:rsidRPr="00B96715">
        <w:rPr>
          <w:rFonts w:ascii="Arial" w:hAnsi="Arial" w:cs="Arial"/>
          <w:i/>
        </w:rPr>
        <w:t xml:space="preserve">Regulamin obowiązuje od dnia ……………………            </w:t>
      </w:r>
    </w:p>
    <w:p w:rsidR="0081476F" w:rsidRPr="00B96715" w:rsidRDefault="0081476F" w:rsidP="00F41C67">
      <w:pPr>
        <w:spacing w:before="60" w:afterLines="60" w:line="360" w:lineRule="auto"/>
        <w:rPr>
          <w:rFonts w:ascii="Arial" w:hAnsi="Arial" w:cs="Arial"/>
          <w:i/>
        </w:rPr>
      </w:pPr>
    </w:p>
    <w:p w:rsidR="0081476F" w:rsidRPr="00B96715" w:rsidRDefault="0081476F" w:rsidP="00F41C67">
      <w:pPr>
        <w:spacing w:before="60" w:afterLines="60" w:line="360" w:lineRule="auto"/>
        <w:rPr>
          <w:rFonts w:ascii="Arial" w:hAnsi="Arial" w:cs="Arial"/>
          <w:i/>
        </w:rPr>
      </w:pPr>
      <w:r w:rsidRPr="00B96715">
        <w:rPr>
          <w:rFonts w:ascii="Arial" w:hAnsi="Arial" w:cs="Arial"/>
          <w:i/>
        </w:rPr>
        <w:t xml:space="preserve"> Pieczęć Beneficjenta i podpisy osób upoważnionych</w:t>
      </w:r>
    </w:p>
    <w:p w:rsidR="0081476F" w:rsidRPr="00B96715" w:rsidRDefault="0081476F" w:rsidP="00F41C67">
      <w:pPr>
        <w:spacing w:before="60" w:afterLines="60" w:line="360" w:lineRule="auto"/>
        <w:rPr>
          <w:rFonts w:ascii="Arial" w:hAnsi="Arial" w:cs="Arial"/>
          <w:i/>
        </w:rPr>
      </w:pPr>
      <w:r w:rsidRPr="00B96715">
        <w:rPr>
          <w:rFonts w:ascii="Arial" w:hAnsi="Arial" w:cs="Arial"/>
          <w:i/>
        </w:rPr>
        <w:t>………………………………………………………………</w:t>
      </w:r>
    </w:p>
    <w:sectPr w:rsidR="0081476F" w:rsidRPr="00B96715" w:rsidSect="006B770F">
      <w:headerReference w:type="default" r:id="rId8"/>
      <w:footerReference w:type="default" r:id="rId9"/>
      <w:pgSz w:w="11906" w:h="16838"/>
      <w:pgMar w:top="2041" w:right="1418" w:bottom="1871" w:left="1418" w:header="708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76F" w:rsidRDefault="0081476F" w:rsidP="008A58E4">
      <w:pPr>
        <w:spacing w:after="0" w:line="240" w:lineRule="auto"/>
      </w:pPr>
      <w:r>
        <w:separator/>
      </w:r>
    </w:p>
  </w:endnote>
  <w:endnote w:type="continuationSeparator" w:id="0">
    <w:p w:rsidR="0081476F" w:rsidRDefault="0081476F" w:rsidP="008A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76F" w:rsidRDefault="0081476F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81476F" w:rsidRDefault="008147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76F" w:rsidRDefault="0081476F" w:rsidP="008A58E4">
      <w:pPr>
        <w:spacing w:after="0" w:line="240" w:lineRule="auto"/>
      </w:pPr>
      <w:r>
        <w:separator/>
      </w:r>
    </w:p>
  </w:footnote>
  <w:footnote w:type="continuationSeparator" w:id="0">
    <w:p w:rsidR="0081476F" w:rsidRDefault="0081476F" w:rsidP="008A58E4">
      <w:pPr>
        <w:spacing w:after="0" w:line="240" w:lineRule="auto"/>
      </w:pPr>
      <w:r>
        <w:continuationSeparator/>
      </w:r>
    </w:p>
  </w:footnote>
  <w:footnote w:id="1">
    <w:p w:rsidR="0081476F" w:rsidRDefault="0081476F" w:rsidP="001D4800">
      <w:pPr>
        <w:pStyle w:val="FootnoteText"/>
        <w:spacing w:after="0" w:line="240" w:lineRule="auto"/>
        <w:jc w:val="both"/>
      </w:pPr>
      <w:r w:rsidRPr="009165C5">
        <w:rPr>
          <w:rStyle w:val="FootnoteReference"/>
          <w:rFonts w:ascii="Arial" w:hAnsi="Arial" w:cs="Arial"/>
          <w:sz w:val="16"/>
          <w:szCs w:val="16"/>
        </w:rPr>
        <w:footnoteRef/>
      </w:r>
      <w:r w:rsidRPr="009165C5">
        <w:rPr>
          <w:rFonts w:ascii="Arial" w:hAnsi="Arial" w:cs="Arial"/>
          <w:sz w:val="16"/>
          <w:szCs w:val="16"/>
        </w:rPr>
        <w:t xml:space="preserve"> W przypadku, gdy projekt jest skierowany wyłącznie do konkretnych powiatów należy wpisać powiaty.</w:t>
      </w:r>
    </w:p>
  </w:footnote>
  <w:footnote w:id="2">
    <w:p w:rsidR="0081476F" w:rsidRDefault="0081476F" w:rsidP="001D4800">
      <w:pPr>
        <w:pStyle w:val="FootnoteText"/>
        <w:spacing w:after="0" w:line="240" w:lineRule="auto"/>
      </w:pPr>
      <w:r w:rsidRPr="009165C5">
        <w:rPr>
          <w:rStyle w:val="FootnoteReference"/>
          <w:rFonts w:ascii="Arial" w:hAnsi="Arial" w:cs="Arial"/>
          <w:sz w:val="16"/>
          <w:szCs w:val="16"/>
        </w:rPr>
        <w:footnoteRef/>
      </w:r>
      <w:r w:rsidRPr="009165C5">
        <w:rPr>
          <w:rFonts w:ascii="Arial" w:hAnsi="Arial" w:cs="Arial"/>
          <w:sz w:val="16"/>
          <w:szCs w:val="16"/>
        </w:rPr>
        <w:t xml:space="preserve"> </w:t>
      </w:r>
      <w:r w:rsidRPr="002C18A8">
        <w:rPr>
          <w:rFonts w:ascii="Arial" w:hAnsi="Arial" w:cs="Arial"/>
          <w:sz w:val="16"/>
          <w:szCs w:val="16"/>
        </w:rPr>
        <w:t>jako osobę pozostającą bez zatrudnienia należy rozumieć osobę w wieku 15-64 lata niezatrudnioną, niewykonującą innej pracy zarobkowej, zdolną i gotową do podjęcia zatrudnienia lub innej pracy zarobkowej w co najmniej połowie wymiaru czasu pracy</w:t>
      </w:r>
    </w:p>
  </w:footnote>
  <w:footnote w:id="3">
    <w:p w:rsidR="0081476F" w:rsidRDefault="0081476F" w:rsidP="002C18A8">
      <w:pPr>
        <w:pStyle w:val="FootnoteText"/>
        <w:spacing w:after="0" w:line="240" w:lineRule="auto"/>
        <w:jc w:val="both"/>
      </w:pPr>
      <w:r w:rsidRPr="002C18A8">
        <w:rPr>
          <w:rStyle w:val="FootnoteReference"/>
          <w:rFonts w:ascii="Arial" w:hAnsi="Arial" w:cs="Arial"/>
          <w:i/>
          <w:sz w:val="16"/>
          <w:szCs w:val="16"/>
        </w:rPr>
        <w:footnoteRef/>
      </w:r>
      <w:r w:rsidRPr="002C18A8">
        <w:rPr>
          <w:rFonts w:ascii="Arial" w:hAnsi="Arial" w:cs="Arial"/>
          <w:i/>
          <w:sz w:val="16"/>
          <w:szCs w:val="16"/>
        </w:rPr>
        <w:t xml:space="preserve"> jako osobę bezrobotną w rozumieniu Ustawy z dnia 20 kwietnia 2004 r. o promocji zatrudnienia i instytucjach rynku pracy (Dz. U. Nr 99 z 2004 r., Poz. 1001, z poz. zm.), w szczególności osobę, która jednocześnie jest osobą: - niezatrudnioną i niewykonującą innej pracy zarobkowej, zdolną i gotową do podjęcia zatrudnienia, - nieuczącą się w szkole, z wyjątkiem szkół dla dorosłych lub szkół wyższych w systemie wieczorowym albo zaocznym,  - zarejestrowaną we właściwym powiatowym urzędzie pracy, - ukończyła 18 lat i </w:t>
      </w:r>
      <w:r w:rsidRPr="00601468">
        <w:rPr>
          <w:rFonts w:ascii="Arial" w:hAnsi="Arial" w:cs="Arial"/>
          <w:i/>
          <w:sz w:val="16"/>
          <w:szCs w:val="16"/>
        </w:rPr>
        <w:t>i nie ukończyła 60 lat w przypadku kobiet lub 65 lat w przypadku mężczyzn.</w:t>
      </w:r>
    </w:p>
  </w:footnote>
  <w:footnote w:id="4">
    <w:p w:rsidR="0081476F" w:rsidRDefault="0081476F" w:rsidP="00FE0837">
      <w:pPr>
        <w:pStyle w:val="FootnoteText"/>
        <w:spacing w:after="0" w:line="240" w:lineRule="auto"/>
      </w:pPr>
      <w:r w:rsidRPr="002C18A8">
        <w:rPr>
          <w:rStyle w:val="FootnoteReference"/>
          <w:rFonts w:ascii="Arial" w:hAnsi="Arial" w:cs="Arial"/>
          <w:sz w:val="16"/>
          <w:szCs w:val="16"/>
        </w:rPr>
        <w:footnoteRef/>
      </w:r>
      <w:r w:rsidRPr="002C18A8">
        <w:rPr>
          <w:rFonts w:ascii="Arial" w:hAnsi="Arial" w:cs="Arial"/>
          <w:sz w:val="16"/>
          <w:szCs w:val="16"/>
        </w:rPr>
        <w:t xml:space="preserve"> jako osobę nieaktywną zawodowo należy rozumieć osobę w wieku 15-64 lata pozostającą bez zatrudnienia, która jednocześnie </w:t>
      </w:r>
      <w:r w:rsidRPr="002C18A8">
        <w:rPr>
          <w:rFonts w:ascii="Arial" w:hAnsi="Arial" w:cs="Arial"/>
          <w:sz w:val="16"/>
          <w:szCs w:val="16"/>
          <w:u w:val="single"/>
        </w:rPr>
        <w:t>nie zalicza</w:t>
      </w:r>
      <w:r w:rsidRPr="002C18A8">
        <w:rPr>
          <w:rFonts w:ascii="Arial" w:hAnsi="Arial" w:cs="Arial"/>
          <w:sz w:val="16"/>
          <w:szCs w:val="16"/>
        </w:rPr>
        <w:t xml:space="preserve"> się do kategorii osób bezrobotnych (nie jest zarejestrowana w PUP jako osoba bezrobotna, ani jako poszukująca pracy)</w:t>
      </w:r>
    </w:p>
  </w:footnote>
  <w:footnote w:id="5">
    <w:p w:rsidR="0081476F" w:rsidRDefault="0081476F" w:rsidP="00FE0837">
      <w:pPr>
        <w:pStyle w:val="FootnoteText"/>
        <w:spacing w:after="0" w:line="240" w:lineRule="auto"/>
        <w:jc w:val="both"/>
      </w:pPr>
      <w:r w:rsidRPr="002C18A8">
        <w:rPr>
          <w:rStyle w:val="FootnoteReference"/>
          <w:rFonts w:ascii="Arial" w:hAnsi="Arial" w:cs="Arial"/>
          <w:i/>
          <w:sz w:val="16"/>
          <w:szCs w:val="16"/>
        </w:rPr>
        <w:footnoteRef/>
      </w:r>
      <w:r w:rsidRPr="002C18A8">
        <w:rPr>
          <w:rFonts w:ascii="Arial" w:hAnsi="Arial" w:cs="Arial"/>
          <w:i/>
          <w:sz w:val="16"/>
          <w:szCs w:val="16"/>
        </w:rPr>
        <w:t xml:space="preserve"> Art. 25 Kodeksu cywilnego  stanowi, iż „Miejscem zamieszkania osoby fizycznej jest miejscowość, w której osoba ta przebywa z zamiarem stałego pobytu”.</w:t>
      </w:r>
    </w:p>
  </w:footnote>
  <w:footnote w:id="6">
    <w:p w:rsidR="0081476F" w:rsidRDefault="0081476F" w:rsidP="003E4F16">
      <w:pPr>
        <w:pStyle w:val="FootnoteText"/>
        <w:spacing w:after="0" w:line="240" w:lineRule="auto"/>
      </w:pPr>
      <w:r w:rsidRPr="003E4F16">
        <w:rPr>
          <w:rStyle w:val="FootnoteReference"/>
          <w:rFonts w:ascii="Arial" w:hAnsi="Arial" w:cs="Arial"/>
          <w:i/>
          <w:sz w:val="16"/>
          <w:szCs w:val="16"/>
        </w:rPr>
        <w:footnoteRef/>
      </w:r>
      <w:r w:rsidRPr="003E4F16">
        <w:rPr>
          <w:rFonts w:ascii="Arial" w:hAnsi="Arial" w:cs="Arial"/>
          <w:i/>
          <w:sz w:val="16"/>
          <w:szCs w:val="16"/>
        </w:rPr>
        <w:t xml:space="preserve"> Przez wykonawcę rozumie się pomiot świadczący wszelkie usługi w ramach realizowanego projektu.</w:t>
      </w:r>
    </w:p>
  </w:footnote>
  <w:footnote w:id="7">
    <w:p w:rsidR="0081476F" w:rsidRDefault="0081476F" w:rsidP="003E4F16">
      <w:pPr>
        <w:pStyle w:val="FootnoteText"/>
        <w:spacing w:after="0" w:line="240" w:lineRule="auto"/>
        <w:jc w:val="both"/>
      </w:pPr>
      <w:r w:rsidRPr="003E4F16">
        <w:rPr>
          <w:rStyle w:val="FootnoteReference"/>
          <w:rFonts w:ascii="Arial" w:hAnsi="Arial" w:cs="Arial"/>
          <w:i/>
          <w:sz w:val="16"/>
          <w:szCs w:val="16"/>
        </w:rPr>
        <w:footnoteRef/>
      </w:r>
      <w:r w:rsidRPr="003E4F16">
        <w:rPr>
          <w:rFonts w:ascii="Arial" w:hAnsi="Arial" w:cs="Arial"/>
          <w:i/>
          <w:sz w:val="16"/>
          <w:szCs w:val="16"/>
        </w:rPr>
        <w:t xml:space="preserve"> Zgodnie z </w:t>
      </w:r>
      <w:r w:rsidRPr="00F41C67">
        <w:rPr>
          <w:rFonts w:ascii="Arial" w:hAnsi="Arial" w:cs="Arial"/>
          <w:sz w:val="16"/>
          <w:szCs w:val="16"/>
        </w:rPr>
        <w:fldChar w:fldCharType="begin"/>
      </w:r>
      <w:r w:rsidRPr="00F41C67">
        <w:rPr>
          <w:rFonts w:ascii="Arial" w:hAnsi="Arial" w:cs="Arial"/>
          <w:sz w:val="16"/>
          <w:szCs w:val="16"/>
        </w:rPr>
        <w:instrText xml:space="preserve"> QUOTE </w:instrText>
      </w:r>
      <w:r w:rsidRPr="00F41C6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E7F7C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1C67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7E7F7C&quot;&gt;&lt;m:oMathPara&gt;&lt;m:oMath&gt;&lt;m:r&gt;&lt;w:rPr&gt;&lt;w:rFonts w:ascii=&quot;Cambria Math&quot; w:h-ansi=&quot;Arial&quot; w:cs=&quot;Arial&quot;/&gt;&lt;wx:font wx:val=&quot;Arial&quot;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" o:title="" chromakey="white"/>
          </v:shape>
        </w:pict>
      </w:r>
      <w:r w:rsidRPr="00F41C67">
        <w:rPr>
          <w:rFonts w:ascii="Arial" w:hAnsi="Arial" w:cs="Arial"/>
          <w:sz w:val="16"/>
          <w:szCs w:val="16"/>
        </w:rPr>
        <w:instrText xml:space="preserve"> </w:instrText>
      </w:r>
      <w:r w:rsidRPr="00F41C67">
        <w:rPr>
          <w:rFonts w:ascii="Arial" w:hAnsi="Arial" w:cs="Arial"/>
          <w:sz w:val="16"/>
          <w:szCs w:val="16"/>
        </w:rPr>
        <w:fldChar w:fldCharType="separate"/>
      </w:r>
      <w:r w:rsidRPr="00F41C67">
        <w:pict>
          <v:shape id="_x0000_i1028" type="#_x0000_t75" style="width:4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A58E4&quot;/&gt;&lt;wsp:rsid wsp:val=&quot;00002704&quot;/&gt;&lt;wsp:rsid wsp:val=&quot;000027EB&quot;/&gt;&lt;wsp:rsid wsp:val=&quot;00002DF6&quot;/&gt;&lt;wsp:rsid wsp:val=&quot;00003D18&quot;/&gt;&lt;wsp:rsid wsp:val=&quot;00004D9E&quot;/&gt;&lt;wsp:rsid wsp:val=&quot;00006EA5&quot;/&gt;&lt;wsp:rsid wsp:val=&quot;00011F27&quot;/&gt;&lt;wsp:rsid wsp:val=&quot;0001526E&quot;/&gt;&lt;wsp:rsid wsp:val=&quot;000209D9&quot;/&gt;&lt;wsp:rsid wsp:val=&quot;00020A07&quot;/&gt;&lt;wsp:rsid wsp:val=&quot;00022629&quot;/&gt;&lt;wsp:rsid wsp:val=&quot;0002363C&quot;/&gt;&lt;wsp:rsid wsp:val=&quot;00023C80&quot;/&gt;&lt;wsp:rsid wsp:val=&quot;00024DB6&quot;/&gt;&lt;wsp:rsid wsp:val=&quot;00026440&quot;/&gt;&lt;wsp:rsid wsp:val=&quot;00027C57&quot;/&gt;&lt;wsp:rsid wsp:val=&quot;00035CF1&quot;/&gt;&lt;wsp:rsid wsp:val=&quot;00041400&quot;/&gt;&lt;wsp:rsid wsp:val=&quot;000425D2&quot;/&gt;&lt;wsp:rsid wsp:val=&quot;000441DA&quot;/&gt;&lt;wsp:rsid wsp:val=&quot;00044218&quot;/&gt;&lt;wsp:rsid wsp:val=&quot;00047512&quot;/&gt;&lt;wsp:rsid wsp:val=&quot;00050438&quot;/&gt;&lt;wsp:rsid wsp:val=&quot;0005177E&quot;/&gt;&lt;wsp:rsid wsp:val=&quot;00052B2A&quot;/&gt;&lt;wsp:rsid wsp:val=&quot;000577E5&quot;/&gt;&lt;wsp:rsid wsp:val=&quot;00061094&quot;/&gt;&lt;wsp:rsid wsp:val=&quot;00064BBA&quot;/&gt;&lt;wsp:rsid wsp:val=&quot;00065945&quot;/&gt;&lt;wsp:rsid wsp:val=&quot;00067DFA&quot;/&gt;&lt;wsp:rsid wsp:val=&quot;000703D0&quot;/&gt;&lt;wsp:rsid wsp:val=&quot;000722A9&quot;/&gt;&lt;wsp:rsid wsp:val=&quot;0007337D&quot;/&gt;&lt;wsp:rsid wsp:val=&quot;0007345B&quot;/&gt;&lt;wsp:rsid wsp:val=&quot;00075303&quot;/&gt;&lt;wsp:rsid wsp:val=&quot;00076081&quot;/&gt;&lt;wsp:rsid wsp:val=&quot;000779B2&quot;/&gt;&lt;wsp:rsid wsp:val=&quot;000810B9&quot;/&gt;&lt;wsp:rsid wsp:val=&quot;00087FBC&quot;/&gt;&lt;wsp:rsid wsp:val=&quot;00091756&quot;/&gt;&lt;wsp:rsid wsp:val=&quot;000949CF&quot;/&gt;&lt;wsp:rsid wsp:val=&quot;00094B75&quot;/&gt;&lt;wsp:rsid wsp:val=&quot;000967D2&quot;/&gt;&lt;wsp:rsid wsp:val=&quot;00096B48&quot;/&gt;&lt;wsp:rsid wsp:val=&quot;000A02F9&quot;/&gt;&lt;wsp:rsid wsp:val=&quot;000A2255&quot;/&gt;&lt;wsp:rsid wsp:val=&quot;000A2414&quot;/&gt;&lt;wsp:rsid wsp:val=&quot;000A326C&quot;/&gt;&lt;wsp:rsid wsp:val=&quot;000A3B31&quot;/&gt;&lt;wsp:rsid wsp:val=&quot;000A48A6&quot;/&gt;&lt;wsp:rsid wsp:val=&quot;000A5BE3&quot;/&gt;&lt;wsp:rsid wsp:val=&quot;000A70CA&quot;/&gt;&lt;wsp:rsid wsp:val=&quot;000A733D&quot;/&gt;&lt;wsp:rsid wsp:val=&quot;000B22DB&quot;/&gt;&lt;wsp:rsid wsp:val=&quot;000B40E6&quot;/&gt;&lt;wsp:rsid wsp:val=&quot;000D0B05&quot;/&gt;&lt;wsp:rsid wsp:val=&quot;000D2BAA&quot;/&gt;&lt;wsp:rsid wsp:val=&quot;000D3B09&quot;/&gt;&lt;wsp:rsid wsp:val=&quot;000D494C&quot;/&gt;&lt;wsp:rsid wsp:val=&quot;000E0BA0&quot;/&gt;&lt;wsp:rsid wsp:val=&quot;000E15C4&quot;/&gt;&lt;wsp:rsid wsp:val=&quot;000E7A4A&quot;/&gt;&lt;wsp:rsid wsp:val=&quot;000F27A5&quot;/&gt;&lt;wsp:rsid wsp:val=&quot;000F2995&quot;/&gt;&lt;wsp:rsid wsp:val=&quot;000F2F1A&quot;/&gt;&lt;wsp:rsid wsp:val=&quot;000F3140&quot;/&gt;&lt;wsp:rsid wsp:val=&quot;000F3E7B&quot;/&gt;&lt;wsp:rsid wsp:val=&quot;000F4726&quot;/&gt;&lt;wsp:rsid wsp:val=&quot;000F7500&quot;/&gt;&lt;wsp:rsid wsp:val=&quot;000F7FC7&quot;/&gt;&lt;wsp:rsid wsp:val=&quot;00101047&quot;/&gt;&lt;wsp:rsid wsp:val=&quot;00105509&quot;/&gt;&lt;wsp:rsid wsp:val=&quot;00105D5E&quot;/&gt;&lt;wsp:rsid wsp:val=&quot;0010612E&quot;/&gt;&lt;wsp:rsid wsp:val=&quot;001072F2&quot;/&gt;&lt;wsp:rsid wsp:val=&quot;0011041C&quot;/&gt;&lt;wsp:rsid wsp:val=&quot;00110E69&quot;/&gt;&lt;wsp:rsid wsp:val=&quot;00110F34&quot;/&gt;&lt;wsp:rsid wsp:val=&quot;00112661&quot;/&gt;&lt;wsp:rsid wsp:val=&quot;00115961&quot;/&gt;&lt;wsp:rsid wsp:val=&quot;00115D5B&quot;/&gt;&lt;wsp:rsid wsp:val=&quot;0011732F&quot;/&gt;&lt;wsp:rsid wsp:val=&quot;00121479&quot;/&gt;&lt;wsp:rsid wsp:val=&quot;00122067&quot;/&gt;&lt;wsp:rsid wsp:val=&quot;001231B6&quot;/&gt;&lt;wsp:rsid wsp:val=&quot;001239B3&quot;/&gt;&lt;wsp:rsid wsp:val=&quot;00124736&quot;/&gt;&lt;wsp:rsid wsp:val=&quot;001336CD&quot;/&gt;&lt;wsp:rsid wsp:val=&quot;001372FE&quot;/&gt;&lt;wsp:rsid wsp:val=&quot;001401CD&quot;/&gt;&lt;wsp:rsid wsp:val=&quot;001436A1&quot;/&gt;&lt;wsp:rsid wsp:val=&quot;0014768A&quot;/&gt;&lt;wsp:rsid wsp:val=&quot;00147F88&quot;/&gt;&lt;wsp:rsid wsp:val=&quot;00151688&quot;/&gt;&lt;wsp:rsid wsp:val=&quot;0015373B&quot;/&gt;&lt;wsp:rsid wsp:val=&quot;001563C5&quot;/&gt;&lt;wsp:rsid wsp:val=&quot;00160016&quot;/&gt;&lt;wsp:rsid wsp:val=&quot;00161345&quot;/&gt;&lt;wsp:rsid wsp:val=&quot;00161D98&quot;/&gt;&lt;wsp:rsid wsp:val=&quot;001626A6&quot;/&gt;&lt;wsp:rsid wsp:val=&quot;0016275E&quot;/&gt;&lt;wsp:rsid wsp:val=&quot;00162A4D&quot;/&gt;&lt;wsp:rsid wsp:val=&quot;00163139&quot;/&gt;&lt;wsp:rsid wsp:val=&quot;001635CB&quot;/&gt;&lt;wsp:rsid wsp:val=&quot;001675BE&quot;/&gt;&lt;wsp:rsid wsp:val=&quot;00170C2D&quot;/&gt;&lt;wsp:rsid wsp:val=&quot;00171B8D&quot;/&gt;&lt;wsp:rsid wsp:val=&quot;001730FB&quot;/&gt;&lt;wsp:rsid wsp:val=&quot;00173755&quot;/&gt;&lt;wsp:rsid wsp:val=&quot;001742A4&quot;/&gt;&lt;wsp:rsid wsp:val=&quot;00174938&quot;/&gt;&lt;wsp:rsid wsp:val=&quot;00174EB1&quot;/&gt;&lt;wsp:rsid wsp:val=&quot;0018118F&quot;/&gt;&lt;wsp:rsid wsp:val=&quot;00182976&quot;/&gt;&lt;wsp:rsid wsp:val=&quot;001836B6&quot;/&gt;&lt;wsp:rsid wsp:val=&quot;00183DE7&quot;/&gt;&lt;wsp:rsid wsp:val=&quot;0018498B&quot;/&gt;&lt;wsp:rsid wsp:val=&quot;001851DD&quot;/&gt;&lt;wsp:rsid wsp:val=&quot;00187528&quot;/&gt;&lt;wsp:rsid wsp:val=&quot;00191F41&quot;/&gt;&lt;wsp:rsid wsp:val=&quot;0019203F&quot;/&gt;&lt;wsp:rsid wsp:val=&quot;001931B5&quot;/&gt;&lt;wsp:rsid wsp:val=&quot;00194F60&quot;/&gt;&lt;wsp:rsid wsp:val=&quot;001975B0&quot;/&gt;&lt;wsp:rsid wsp:val=&quot;001A16E9&quot;/&gt;&lt;wsp:rsid wsp:val=&quot;001A3B6E&quot;/&gt;&lt;wsp:rsid wsp:val=&quot;001A3C38&quot;/&gt;&lt;wsp:rsid wsp:val=&quot;001A455F&quot;/&gt;&lt;wsp:rsid wsp:val=&quot;001A4E01&quot;/&gt;&lt;wsp:rsid wsp:val=&quot;001A5338&quot;/&gt;&lt;wsp:rsid wsp:val=&quot;001A7ACE&quot;/&gt;&lt;wsp:rsid wsp:val=&quot;001B0A7B&quot;/&gt;&lt;wsp:rsid wsp:val=&quot;001B150F&quot;/&gt;&lt;wsp:rsid wsp:val=&quot;001B2809&quot;/&gt;&lt;wsp:rsid wsp:val=&quot;001B2FCE&quot;/&gt;&lt;wsp:rsid wsp:val=&quot;001B4BBC&quot;/&gt;&lt;wsp:rsid wsp:val=&quot;001C1105&quot;/&gt;&lt;wsp:rsid wsp:val=&quot;001C3C3E&quot;/&gt;&lt;wsp:rsid wsp:val=&quot;001C3E93&quot;/&gt;&lt;wsp:rsid wsp:val=&quot;001C4222&quot;/&gt;&lt;wsp:rsid wsp:val=&quot;001C5555&quot;/&gt;&lt;wsp:rsid wsp:val=&quot;001C6781&quot;/&gt;&lt;wsp:rsid wsp:val=&quot;001C6FA3&quot;/&gt;&lt;wsp:rsid wsp:val=&quot;001D0782&quot;/&gt;&lt;wsp:rsid wsp:val=&quot;001D32E6&quot;/&gt;&lt;wsp:rsid wsp:val=&quot;001D42AA&quot;/&gt;&lt;wsp:rsid wsp:val=&quot;001D4800&quot;/&gt;&lt;wsp:rsid wsp:val=&quot;001D4E17&quot;/&gt;&lt;wsp:rsid wsp:val=&quot;001D6A8F&quot;/&gt;&lt;wsp:rsid wsp:val=&quot;001E0950&quot;/&gt;&lt;wsp:rsid wsp:val=&quot;001E1410&quot;/&gt;&lt;wsp:rsid wsp:val=&quot;001E6280&quot;/&gt;&lt;wsp:rsid wsp:val=&quot;001E6D5F&quot;/&gt;&lt;wsp:rsid wsp:val=&quot;001E6E11&quot;/&gt;&lt;wsp:rsid wsp:val=&quot;001E6E69&quot;/&gt;&lt;wsp:rsid wsp:val=&quot;001E7C81&quot;/&gt;&lt;wsp:rsid wsp:val=&quot;001F2FC9&quot;/&gt;&lt;wsp:rsid wsp:val=&quot;001F4BA1&quot;/&gt;&lt;wsp:rsid wsp:val=&quot;001F5257&quot;/&gt;&lt;wsp:rsid wsp:val=&quot;00201426&quot;/&gt;&lt;wsp:rsid wsp:val=&quot;0020352D&quot;/&gt;&lt;wsp:rsid wsp:val=&quot;002038AB&quot;/&gt;&lt;wsp:rsid wsp:val=&quot;002045E4&quot;/&gt;&lt;wsp:rsid wsp:val=&quot;00205AA8&quot;/&gt;&lt;wsp:rsid wsp:val=&quot;00207ACB&quot;/&gt;&lt;wsp:rsid wsp:val=&quot;00207C1E&quot;/&gt;&lt;wsp:rsid wsp:val=&quot;002116A6&quot;/&gt;&lt;wsp:rsid wsp:val=&quot;00211A5C&quot;/&gt;&lt;wsp:rsid wsp:val=&quot;002136F9&quot;/&gt;&lt;wsp:rsid wsp:val=&quot;00213A49&quot;/&gt;&lt;wsp:rsid wsp:val=&quot;002157E7&quot;/&gt;&lt;wsp:rsid wsp:val=&quot;002218BD&quot;/&gt;&lt;wsp:rsid wsp:val=&quot;00224CBD&quot;/&gt;&lt;wsp:rsid wsp:val=&quot;00226D3A&quot;/&gt;&lt;wsp:rsid wsp:val=&quot;00226F71&quot;/&gt;&lt;wsp:rsid wsp:val=&quot;0023176E&quot;/&gt;&lt;wsp:rsid wsp:val=&quot;00232EAC&quot;/&gt;&lt;wsp:rsid wsp:val=&quot;002330B3&quot;/&gt;&lt;wsp:rsid wsp:val=&quot;00233809&quot;/&gt;&lt;wsp:rsid wsp:val=&quot;00236544&quot;/&gt;&lt;wsp:rsid wsp:val=&quot;00236F68&quot;/&gt;&lt;wsp:rsid wsp:val=&quot;00236FDE&quot;/&gt;&lt;wsp:rsid wsp:val=&quot;002377DC&quot;/&gt;&lt;wsp:rsid wsp:val=&quot;00240DCB&quot;/&gt;&lt;wsp:rsid wsp:val=&quot;002423F1&quot;/&gt;&lt;wsp:rsid wsp:val=&quot;002426C4&quot;/&gt;&lt;wsp:rsid wsp:val=&quot;00242B67&quot;/&gt;&lt;wsp:rsid wsp:val=&quot;002534E4&quot;/&gt;&lt;wsp:rsid wsp:val=&quot;0025475E&quot;/&gt;&lt;wsp:rsid wsp:val=&quot;00254D05&quot;/&gt;&lt;wsp:rsid wsp:val=&quot;00255204&quot;/&gt;&lt;wsp:rsid wsp:val=&quot;002558DA&quot;/&gt;&lt;wsp:rsid wsp:val=&quot;002603EB&quot;/&gt;&lt;wsp:rsid wsp:val=&quot;00262F8C&quot;/&gt;&lt;wsp:rsid wsp:val=&quot;00265BAE&quot;/&gt;&lt;wsp:rsid wsp:val=&quot;00267C39&quot;/&gt;&lt;wsp:rsid wsp:val=&quot;00271DE3&quot;/&gt;&lt;wsp:rsid wsp:val=&quot;00273AE6&quot;/&gt;&lt;wsp:rsid wsp:val=&quot;00274EBA&quot;/&gt;&lt;wsp:rsid wsp:val=&quot;002762B3&quot;/&gt;&lt;wsp:rsid wsp:val=&quot;00276CA1&quot;/&gt;&lt;wsp:rsid wsp:val=&quot;00284B4F&quot;/&gt;&lt;wsp:rsid wsp:val=&quot;00285584&quot;/&gt;&lt;wsp:rsid wsp:val=&quot;00285AB3&quot;/&gt;&lt;wsp:rsid wsp:val=&quot;00287D08&quot;/&gt;&lt;wsp:rsid wsp:val=&quot;00292B8C&quot;/&gt;&lt;wsp:rsid wsp:val=&quot;0029399B&quot;/&gt;&lt;wsp:rsid wsp:val=&quot;002972BA&quot;/&gt;&lt;wsp:rsid wsp:val=&quot;002A05B2&quot;/&gt;&lt;wsp:rsid wsp:val=&quot;002A1742&quot;/&gt;&lt;wsp:rsid wsp:val=&quot;002A3F70&quot;/&gt;&lt;wsp:rsid wsp:val=&quot;002A6B2B&quot;/&gt;&lt;wsp:rsid wsp:val=&quot;002A7187&quot;/&gt;&lt;wsp:rsid wsp:val=&quot;002A75F1&quot;/&gt;&lt;wsp:rsid wsp:val=&quot;002A7914&quot;/&gt;&lt;wsp:rsid wsp:val=&quot;002B165E&quot;/&gt;&lt;wsp:rsid wsp:val=&quot;002C10DF&quot;/&gt;&lt;wsp:rsid wsp:val=&quot;002C18A8&quot;/&gt;&lt;wsp:rsid wsp:val=&quot;002C2C87&quot;/&gt;&lt;wsp:rsid wsp:val=&quot;002C3A28&quot;/&gt;&lt;wsp:rsid wsp:val=&quot;002C43C4&quot;/&gt;&lt;wsp:rsid wsp:val=&quot;002C470D&quot;/&gt;&lt;wsp:rsid wsp:val=&quot;002C4D00&quot;/&gt;&lt;wsp:rsid wsp:val=&quot;002C5C81&quot;/&gt;&lt;wsp:rsid wsp:val=&quot;002C623F&quot;/&gt;&lt;wsp:rsid wsp:val=&quot;002C62A0&quot;/&gt;&lt;wsp:rsid wsp:val=&quot;002C6F41&quot;/&gt;&lt;wsp:rsid wsp:val=&quot;002C7781&quot;/&gt;&lt;wsp:rsid wsp:val=&quot;002D0044&quot;/&gt;&lt;wsp:rsid wsp:val=&quot;002D38A6&quot;/&gt;&lt;wsp:rsid wsp:val=&quot;002D48BD&quot;/&gt;&lt;wsp:rsid wsp:val=&quot;002D5286&quot;/&gt;&lt;wsp:rsid wsp:val=&quot;002D54AF&quot;/&gt;&lt;wsp:rsid wsp:val=&quot;002E7C3E&quot;/&gt;&lt;wsp:rsid wsp:val=&quot;002F4966&quot;/&gt;&lt;wsp:rsid wsp:val=&quot;002F716C&quot;/&gt;&lt;wsp:rsid wsp:val=&quot;0030184B&quot;/&gt;&lt;wsp:rsid wsp:val=&quot;00302691&quot;/&gt;&lt;wsp:rsid wsp:val=&quot;00302BE3&quot;/&gt;&lt;wsp:rsid wsp:val=&quot;00303B8D&quot;/&gt;&lt;wsp:rsid wsp:val=&quot;00305100&quot;/&gt;&lt;wsp:rsid wsp:val=&quot;00305474&quot;/&gt;&lt;wsp:rsid wsp:val=&quot;00305D67&quot;/&gt;&lt;wsp:rsid wsp:val=&quot;00306B31&quot;/&gt;&lt;wsp:rsid wsp:val=&quot;0031129A&quot;/&gt;&lt;wsp:rsid wsp:val=&quot;00312DFE&quot;/&gt;&lt;wsp:rsid wsp:val=&quot;00315884&quot;/&gt;&lt;wsp:rsid wsp:val=&quot;00316196&quot;/&gt;&lt;wsp:rsid wsp:val=&quot;003165DB&quot;/&gt;&lt;wsp:rsid wsp:val=&quot;00316DAE&quot;/&gt;&lt;wsp:rsid wsp:val=&quot;003215E6&quot;/&gt;&lt;wsp:rsid wsp:val=&quot;00321FEE&quot;/&gt;&lt;wsp:rsid wsp:val=&quot;00324032&quot;/&gt;&lt;wsp:rsid wsp:val=&quot;00326D18&quot;/&gt;&lt;wsp:rsid wsp:val=&quot;00327A57&quot;/&gt;&lt;wsp:rsid wsp:val=&quot;0033264A&quot;/&gt;&lt;wsp:rsid wsp:val=&quot;00334D95&quot;/&gt;&lt;wsp:rsid wsp:val=&quot;003359C5&quot;/&gt;&lt;wsp:rsid wsp:val=&quot;003363A0&quot;/&gt;&lt;wsp:rsid wsp:val=&quot;00336ACA&quot;/&gt;&lt;wsp:rsid wsp:val=&quot;003377F0&quot;/&gt;&lt;wsp:rsid wsp:val=&quot;00337CBE&quot;/&gt;&lt;wsp:rsid wsp:val=&quot;00341CA3&quot;/&gt;&lt;wsp:rsid wsp:val=&quot;0034304E&quot;/&gt;&lt;wsp:rsid wsp:val=&quot;003434BF&quot;/&gt;&lt;wsp:rsid wsp:val=&quot;00345ADC&quot;/&gt;&lt;wsp:rsid wsp:val=&quot;00345E3C&quot;/&gt;&lt;wsp:rsid wsp:val=&quot;00347F83&quot;/&gt;&lt;wsp:rsid wsp:val=&quot;00350591&quot;/&gt;&lt;wsp:rsid wsp:val=&quot;00350AF2&quot;/&gt;&lt;wsp:rsid wsp:val=&quot;00351006&quot;/&gt;&lt;wsp:rsid wsp:val=&quot;003563C7&quot;/&gt;&lt;wsp:rsid wsp:val=&quot;003638BD&quot;/&gt;&lt;wsp:rsid wsp:val=&quot;00364D9E&quot;/&gt;&lt;wsp:rsid wsp:val=&quot;0036793B&quot;/&gt;&lt;wsp:rsid wsp:val=&quot;00367E41&quot;/&gt;&lt;wsp:rsid wsp:val=&quot;003731A4&quot;/&gt;&lt;wsp:rsid wsp:val=&quot;0037399A&quot;/&gt;&lt;wsp:rsid wsp:val=&quot;00373C32&quot;/&gt;&lt;wsp:rsid wsp:val=&quot;0037461D&quot;/&gt;&lt;wsp:rsid wsp:val=&quot;003750FA&quot;/&gt;&lt;wsp:rsid wsp:val=&quot;00385F11&quot;/&gt;&lt;wsp:rsid wsp:val=&quot;003864BB&quot;/&gt;&lt;wsp:rsid wsp:val=&quot;00386581&quot;/&gt;&lt;wsp:rsid wsp:val=&quot;00386B37&quot;/&gt;&lt;wsp:rsid wsp:val=&quot;00391615&quot;/&gt;&lt;wsp:rsid wsp:val=&quot;00393057&quot;/&gt;&lt;wsp:rsid wsp:val=&quot;0039489C&quot;/&gt;&lt;wsp:rsid wsp:val=&quot;003A11D5&quot;/&gt;&lt;wsp:rsid wsp:val=&quot;003A4B4E&quot;/&gt;&lt;wsp:rsid wsp:val=&quot;003A4E52&quot;/&gt;&lt;wsp:rsid wsp:val=&quot;003A554A&quot;/&gt;&lt;wsp:rsid wsp:val=&quot;003A64D4&quot;/&gt;&lt;wsp:rsid wsp:val=&quot;003B1438&quot;/&gt;&lt;wsp:rsid wsp:val=&quot;003B1FD6&quot;/&gt;&lt;wsp:rsid wsp:val=&quot;003B2905&quot;/&gt;&lt;wsp:rsid wsp:val=&quot;003B46F0&quot;/&gt;&lt;wsp:rsid wsp:val=&quot;003B5287&quot;/&gt;&lt;wsp:rsid wsp:val=&quot;003C02DF&quot;/&gt;&lt;wsp:rsid wsp:val=&quot;003C04E7&quot;/&gt;&lt;wsp:rsid wsp:val=&quot;003C2112&quot;/&gt;&lt;wsp:rsid wsp:val=&quot;003C31A6&quot;/&gt;&lt;wsp:rsid wsp:val=&quot;003C6317&quot;/&gt;&lt;wsp:rsid wsp:val=&quot;003C6D93&quot;/&gt;&lt;wsp:rsid wsp:val=&quot;003C72D7&quot;/&gt;&lt;wsp:rsid wsp:val=&quot;003D0872&quot;/&gt;&lt;wsp:rsid wsp:val=&quot;003D3295&quot;/&gt;&lt;wsp:rsid wsp:val=&quot;003D3D61&quot;/&gt;&lt;wsp:rsid wsp:val=&quot;003D6EBB&quot;/&gt;&lt;wsp:rsid wsp:val=&quot;003D772D&quot;/&gt;&lt;wsp:rsid wsp:val=&quot;003D7DFA&quot;/&gt;&lt;wsp:rsid wsp:val=&quot;003E0B12&quot;/&gt;&lt;wsp:rsid wsp:val=&quot;003E28B4&quot;/&gt;&lt;wsp:rsid wsp:val=&quot;003E300F&quot;/&gt;&lt;wsp:rsid wsp:val=&quot;003E4832&quot;/&gt;&lt;wsp:rsid wsp:val=&quot;003E4F16&quot;/&gt;&lt;wsp:rsid wsp:val=&quot;003F00E9&quot;/&gt;&lt;wsp:rsid wsp:val=&quot;003F180C&quot;/&gt;&lt;wsp:rsid wsp:val=&quot;003F21A0&quot;/&gt;&lt;wsp:rsid wsp:val=&quot;003F2E25&quot;/&gt;&lt;wsp:rsid wsp:val=&quot;003F5377&quot;/&gt;&lt;wsp:rsid wsp:val=&quot;003F5449&quot;/&gt;&lt;wsp:rsid wsp:val=&quot;003F5529&quot;/&gt;&lt;wsp:rsid wsp:val=&quot;00400714&quot;/&gt;&lt;wsp:rsid wsp:val=&quot;00402582&quot;/&gt;&lt;wsp:rsid wsp:val=&quot;0040482A&quot;/&gt;&lt;wsp:rsid wsp:val=&quot;00407AA5&quot;/&gt;&lt;wsp:rsid wsp:val=&quot;00407E1D&quot;/&gt;&lt;wsp:rsid wsp:val=&quot;00410E69&quot;/&gt;&lt;wsp:rsid wsp:val=&quot;00413CC4&quot;/&gt;&lt;wsp:rsid wsp:val=&quot;00415364&quot;/&gt;&lt;wsp:rsid wsp:val=&quot;00421D8B&quot;/&gt;&lt;wsp:rsid wsp:val=&quot;004220E1&quot;/&gt;&lt;wsp:rsid wsp:val=&quot;00422443&quot;/&gt;&lt;wsp:rsid wsp:val=&quot;00423580&quot;/&gt;&lt;wsp:rsid wsp:val=&quot;00424AD4&quot;/&gt;&lt;wsp:rsid wsp:val=&quot;00430C1E&quot;/&gt;&lt;wsp:rsid wsp:val=&quot;004318C5&quot;/&gt;&lt;wsp:rsid wsp:val=&quot;004321CB&quot;/&gt;&lt;wsp:rsid wsp:val=&quot;0043419F&quot;/&gt;&lt;wsp:rsid wsp:val=&quot;00436B5B&quot;/&gt;&lt;wsp:rsid wsp:val=&quot;00441113&quot;/&gt;&lt;wsp:rsid wsp:val=&quot;0044180E&quot;/&gt;&lt;wsp:rsid wsp:val=&quot;00441D70&quot;/&gt;&lt;wsp:rsid wsp:val=&quot;004428AD&quot;/&gt;&lt;wsp:rsid wsp:val=&quot;00447624&quot;/&gt;&lt;wsp:rsid wsp:val=&quot;004537BE&quot;/&gt;&lt;wsp:rsid wsp:val=&quot;004545AA&quot;/&gt;&lt;wsp:rsid wsp:val=&quot;00455830&quot;/&gt;&lt;wsp:rsid wsp:val=&quot;004573CD&quot;/&gt;&lt;wsp:rsid wsp:val=&quot;00460EBF&quot;/&gt;&lt;wsp:rsid wsp:val=&quot;004617A7&quot;/&gt;&lt;wsp:rsid wsp:val=&quot;00461D88&quot;/&gt;&lt;wsp:rsid wsp:val=&quot;0046378C&quot;/&gt;&lt;wsp:rsid wsp:val=&quot;004644D7&quot;/&gt;&lt;wsp:rsid wsp:val=&quot;004649A0&quot;/&gt;&lt;wsp:rsid wsp:val=&quot;004740EA&quot;/&gt;&lt;wsp:rsid wsp:val=&quot;0048052C&quot;/&gt;&lt;wsp:rsid wsp:val=&quot;00483A7F&quot;/&gt;&lt;wsp:rsid wsp:val=&quot;00483CC3&quot;/&gt;&lt;wsp:rsid wsp:val=&quot;00486909&quot;/&gt;&lt;wsp:rsid wsp:val=&quot;0049327A&quot;/&gt;&lt;wsp:rsid wsp:val=&quot;00493A65&quot;/&gt;&lt;wsp:rsid wsp:val=&quot;004946F8&quot;/&gt;&lt;wsp:rsid wsp:val=&quot;00496903&quot;/&gt;&lt;wsp:rsid wsp:val=&quot;00497BD9&quot;/&gt;&lt;wsp:rsid wsp:val=&quot;004A089B&quot;/&gt;&lt;wsp:rsid wsp:val=&quot;004A3D9D&quot;/&gt;&lt;wsp:rsid wsp:val=&quot;004A4FF5&quot;/&gt;&lt;wsp:rsid wsp:val=&quot;004B0F9B&quot;/&gt;&lt;wsp:rsid wsp:val=&quot;004B1F31&quot;/&gt;&lt;wsp:rsid wsp:val=&quot;004B3F5D&quot;/&gt;&lt;wsp:rsid wsp:val=&quot;004B6494&quot;/&gt;&lt;wsp:rsid wsp:val=&quot;004B6CEB&quot;/&gt;&lt;wsp:rsid wsp:val=&quot;004B70D1&quot;/&gt;&lt;wsp:rsid wsp:val=&quot;004B7ABF&quot;/&gt;&lt;wsp:rsid wsp:val=&quot;004C1A04&quot;/&gt;&lt;wsp:rsid wsp:val=&quot;004C65EC&quot;/&gt;&lt;wsp:rsid wsp:val=&quot;004D0E02&quot;/&gt;&lt;wsp:rsid wsp:val=&quot;004D1E8D&quot;/&gt;&lt;wsp:rsid wsp:val=&quot;004D3376&quot;/&gt;&lt;wsp:rsid wsp:val=&quot;004D6A1C&quot;/&gt;&lt;wsp:rsid wsp:val=&quot;004D7D96&quot;/&gt;&lt;wsp:rsid wsp:val=&quot;004E12FB&quot;/&gt;&lt;wsp:rsid wsp:val=&quot;004E1969&quot;/&gt;&lt;wsp:rsid wsp:val=&quot;004E295C&quot;/&gt;&lt;wsp:rsid wsp:val=&quot;004E4CCC&quot;/&gt;&lt;wsp:rsid wsp:val=&quot;004F17E3&quot;/&gt;&lt;wsp:rsid wsp:val=&quot;004F3359&quot;/&gt;&lt;wsp:rsid wsp:val=&quot;004F58A9&quot;/&gt;&lt;wsp:rsid wsp:val=&quot;004F5DBB&quot;/&gt;&lt;wsp:rsid wsp:val=&quot;00500508&quot;/&gt;&lt;wsp:rsid wsp:val=&quot;00502525&quot;/&gt;&lt;wsp:rsid wsp:val=&quot;00503200&quot;/&gt;&lt;wsp:rsid wsp:val=&quot;00503548&quot;/&gt;&lt;wsp:rsid wsp:val=&quot;00503FC4&quot;/&gt;&lt;wsp:rsid wsp:val=&quot;00503FCA&quot;/&gt;&lt;wsp:rsid wsp:val=&quot;0050487D&quot;/&gt;&lt;wsp:rsid wsp:val=&quot;00505A39&quot;/&gt;&lt;wsp:rsid wsp:val=&quot;00505EEA&quot;/&gt;&lt;wsp:rsid wsp:val=&quot;0050717C&quot;/&gt;&lt;wsp:rsid wsp:val=&quot;005128CF&quot;/&gt;&lt;wsp:rsid wsp:val=&quot;00512959&quot;/&gt;&lt;wsp:rsid wsp:val=&quot;00513D50&quot;/&gt;&lt;wsp:rsid wsp:val=&quot;0051740B&quot;/&gt;&lt;wsp:rsid wsp:val=&quot;00520E4D&quot;/&gt;&lt;wsp:rsid wsp:val=&quot;00521FD3&quot;/&gt;&lt;wsp:rsid wsp:val=&quot;0052430E&quot;/&gt;&lt;wsp:rsid wsp:val=&quot;00524759&quot;/&gt;&lt;wsp:rsid wsp:val=&quot;00524E45&quot;/&gt;&lt;wsp:rsid wsp:val=&quot;00525213&quot;/&gt;&lt;wsp:rsid wsp:val=&quot;005262A0&quot;/&gt;&lt;wsp:rsid wsp:val=&quot;005310CF&quot;/&gt;&lt;wsp:rsid wsp:val=&quot;00531CBF&quot;/&gt;&lt;wsp:rsid wsp:val=&quot;00532A7E&quot;/&gt;&lt;wsp:rsid wsp:val=&quot;00532EE7&quot;/&gt;&lt;wsp:rsid wsp:val=&quot;0053371E&quot;/&gt;&lt;wsp:rsid wsp:val=&quot;005343C7&quot;/&gt;&lt;wsp:rsid wsp:val=&quot;00534770&quot;/&gt;&lt;wsp:rsid wsp:val=&quot;0053683A&quot;/&gt;&lt;wsp:rsid wsp:val=&quot;00537B9D&quot;/&gt;&lt;wsp:rsid wsp:val=&quot;005409A9&quot;/&gt;&lt;wsp:rsid wsp:val=&quot;00541D9E&quot;/&gt;&lt;wsp:rsid wsp:val=&quot;0054235D&quot;/&gt;&lt;wsp:rsid wsp:val=&quot;00544B18&quot;/&gt;&lt;wsp:rsid wsp:val=&quot;0054620D&quot;/&gt;&lt;wsp:rsid wsp:val=&quot;005528C2&quot;/&gt;&lt;wsp:rsid wsp:val=&quot;00553C18&quot;/&gt;&lt;wsp:rsid wsp:val=&quot;00554A32&quot;/&gt;&lt;wsp:rsid wsp:val=&quot;0056097C&quot;/&gt;&lt;wsp:rsid wsp:val=&quot;00560B8B&quot;/&gt;&lt;wsp:rsid wsp:val=&quot;00560EB6&quot;/&gt;&lt;wsp:rsid wsp:val=&quot;00562931&quot;/&gt;&lt;wsp:rsid wsp:val=&quot;0056364B&quot;/&gt;&lt;wsp:rsid wsp:val=&quot;00564519&quot;/&gt;&lt;wsp:rsid wsp:val=&quot;005645B4&quot;/&gt;&lt;wsp:rsid wsp:val=&quot;00566869&quot;/&gt;&lt;wsp:rsid wsp:val=&quot;005711CC&quot;/&gt;&lt;wsp:rsid wsp:val=&quot;0057161F&quot;/&gt;&lt;wsp:rsid wsp:val=&quot;00572C2E&quot;/&gt;&lt;wsp:rsid wsp:val=&quot;0057367D&quot;/&gt;&lt;wsp:rsid wsp:val=&quot;005808B4&quot;/&gt;&lt;wsp:rsid wsp:val=&quot;00581FC4&quot;/&gt;&lt;wsp:rsid wsp:val=&quot;0058268C&quot;/&gt;&lt;wsp:rsid wsp:val=&quot;00582FC0&quot;/&gt;&lt;wsp:rsid wsp:val=&quot;00583F72&quot;/&gt;&lt;wsp:rsid wsp:val=&quot;005902E8&quot;/&gt;&lt;wsp:rsid wsp:val=&quot;0059067B&quot;/&gt;&lt;wsp:rsid wsp:val=&quot;00590E74&quot;/&gt;&lt;wsp:rsid wsp:val=&quot;00593237&quot;/&gt;&lt;wsp:rsid wsp:val=&quot;005950AF&quot;/&gt;&lt;wsp:rsid wsp:val=&quot;00597012&quot;/&gt;&lt;wsp:rsid wsp:val=&quot;005A164E&quot;/&gt;&lt;wsp:rsid wsp:val=&quot;005A5C95&quot;/&gt;&lt;wsp:rsid wsp:val=&quot;005A6281&quot;/&gt;&lt;wsp:rsid wsp:val=&quot;005A6910&quot;/&gt;&lt;wsp:rsid wsp:val=&quot;005A7E0A&quot;/&gt;&lt;wsp:rsid wsp:val=&quot;005B1BD9&quot;/&gt;&lt;wsp:rsid wsp:val=&quot;005B2C9E&quot;/&gt;&lt;wsp:rsid wsp:val=&quot;005B3DDF&quot;/&gt;&lt;wsp:rsid wsp:val=&quot;005B4ADE&quot;/&gt;&lt;wsp:rsid wsp:val=&quot;005C0016&quot;/&gt;&lt;wsp:rsid wsp:val=&quot;005C0F8B&quot;/&gt;&lt;wsp:rsid wsp:val=&quot;005C1F06&quot;/&gt;&lt;wsp:rsid wsp:val=&quot;005C3E0C&quot;/&gt;&lt;wsp:rsid wsp:val=&quot;005C404B&quot;/&gt;&lt;wsp:rsid wsp:val=&quot;005C5539&quot;/&gt;&lt;wsp:rsid wsp:val=&quot;005C7366&quot;/&gt;&lt;wsp:rsid wsp:val=&quot;005C75D7&quot;/&gt;&lt;wsp:rsid wsp:val=&quot;005D02C3&quot;/&gt;&lt;wsp:rsid wsp:val=&quot;005D19F6&quot;/&gt;&lt;wsp:rsid wsp:val=&quot;005D4EBC&quot;/&gt;&lt;wsp:rsid wsp:val=&quot;005D5073&quot;/&gt;&lt;wsp:rsid wsp:val=&quot;005D6DCE&quot;/&gt;&lt;wsp:rsid wsp:val=&quot;005D76F5&quot;/&gt;&lt;wsp:rsid wsp:val=&quot;005E088A&quot;/&gt;&lt;wsp:rsid wsp:val=&quot;005E0BD9&quot;/&gt;&lt;wsp:rsid wsp:val=&quot;005E0CD3&quot;/&gt;&lt;wsp:rsid wsp:val=&quot;005E215D&quot;/&gt;&lt;wsp:rsid wsp:val=&quot;005E2A91&quot;/&gt;&lt;wsp:rsid wsp:val=&quot;005E4896&quot;/&gt;&lt;wsp:rsid wsp:val=&quot;005E5B12&quot;/&gt;&lt;wsp:rsid wsp:val=&quot;005E76EF&quot;/&gt;&lt;wsp:rsid wsp:val=&quot;005F3E3F&quot;/&gt;&lt;wsp:rsid wsp:val=&quot;005F57F0&quot;/&gt;&lt;wsp:rsid wsp:val=&quot;00601468&quot;/&gt;&lt;wsp:rsid wsp:val=&quot;00602447&quot;/&gt;&lt;wsp:rsid wsp:val=&quot;00602611&quot;/&gt;&lt;wsp:rsid wsp:val=&quot;00602D69&quot;/&gt;&lt;wsp:rsid wsp:val=&quot;00605C17&quot;/&gt;&lt;wsp:rsid wsp:val=&quot;00606386&quot;/&gt;&lt;wsp:rsid wsp:val=&quot;00607440&quot;/&gt;&lt;wsp:rsid wsp:val=&quot;00607FD1&quot;/&gt;&lt;wsp:rsid wsp:val=&quot;00613711&quot;/&gt;&lt;wsp:rsid wsp:val=&quot;006143BA&quot;/&gt;&lt;wsp:rsid wsp:val=&quot;00614B9E&quot;/&gt;&lt;wsp:rsid wsp:val=&quot;00615300&quot;/&gt;&lt;wsp:rsid wsp:val=&quot;00616800&quot;/&gt;&lt;wsp:rsid wsp:val=&quot;00616EDE&quot;/&gt;&lt;wsp:rsid wsp:val=&quot;006218E0&quot;/&gt;&lt;wsp:rsid wsp:val=&quot;00622E48&quot;/&gt;&lt;wsp:rsid wsp:val=&quot;00623E26&quot;/&gt;&lt;wsp:rsid wsp:val=&quot;00624302&quot;/&gt;&lt;wsp:rsid wsp:val=&quot;00626B48&quot;/&gt;&lt;wsp:rsid wsp:val=&quot;006325A9&quot;/&gt;&lt;wsp:rsid wsp:val=&quot;0063441A&quot;/&gt;&lt;wsp:rsid wsp:val=&quot;00635EA3&quot;/&gt;&lt;wsp:rsid wsp:val=&quot;00636003&quot;/&gt;&lt;wsp:rsid wsp:val=&quot;00643663&quot;/&gt;&lt;wsp:rsid wsp:val=&quot;0064647A&quot;/&gt;&lt;wsp:rsid wsp:val=&quot;006469C9&quot;/&gt;&lt;wsp:rsid wsp:val=&quot;0064743E&quot;/&gt;&lt;wsp:rsid wsp:val=&quot;00647AAB&quot;/&gt;&lt;wsp:rsid wsp:val=&quot;00647C4F&quot;/&gt;&lt;wsp:rsid wsp:val=&quot;00651C69&quot;/&gt;&lt;wsp:rsid wsp:val=&quot;00653563&quot;/&gt;&lt;wsp:rsid wsp:val=&quot;00653902&quot;/&gt;&lt;wsp:rsid wsp:val=&quot;006545DF&quot;/&gt;&lt;wsp:rsid wsp:val=&quot;00654F82&quot;/&gt;&lt;wsp:rsid wsp:val=&quot;00655F7A&quot;/&gt;&lt;wsp:rsid wsp:val=&quot;006578C4&quot;/&gt;&lt;wsp:rsid wsp:val=&quot;006622ED&quot;/&gt;&lt;wsp:rsid wsp:val=&quot;00662F59&quot;/&gt;&lt;wsp:rsid wsp:val=&quot;00666C10&quot;/&gt;&lt;wsp:rsid wsp:val=&quot;00666CF3&quot;/&gt;&lt;wsp:rsid wsp:val=&quot;00667A3C&quot;/&gt;&lt;wsp:rsid wsp:val=&quot;00667FB4&quot;/&gt;&lt;wsp:rsid wsp:val=&quot;00671107&quot;/&gt;&lt;wsp:rsid wsp:val=&quot;00671BF5&quot;/&gt;&lt;wsp:rsid wsp:val=&quot;006723CC&quot;/&gt;&lt;wsp:rsid wsp:val=&quot;006724EC&quot;/&gt;&lt;wsp:rsid wsp:val=&quot;00672E31&quot;/&gt;&lt;wsp:rsid wsp:val=&quot;00674737&quot;/&gt;&lt;wsp:rsid wsp:val=&quot;006757BB&quot;/&gt;&lt;wsp:rsid wsp:val=&quot;00675FCB&quot;/&gt;&lt;wsp:rsid wsp:val=&quot;00682274&quot;/&gt;&lt;wsp:rsid wsp:val=&quot;00682279&quot;/&gt;&lt;wsp:rsid wsp:val=&quot;006835FC&quot;/&gt;&lt;wsp:rsid wsp:val=&quot;006838AB&quot;/&gt;&lt;wsp:rsid wsp:val=&quot;00683FCB&quot;/&gt;&lt;wsp:rsid wsp:val=&quot;00684360&quot;/&gt;&lt;wsp:rsid wsp:val=&quot;00684ED4&quot;/&gt;&lt;wsp:rsid wsp:val=&quot;006854BF&quot;/&gt;&lt;wsp:rsid wsp:val=&quot;00685BDA&quot;/&gt;&lt;wsp:rsid wsp:val=&quot;00687FED&quot;/&gt;&lt;wsp:rsid wsp:val=&quot;006920A2&quot;/&gt;&lt;wsp:rsid wsp:val=&quot;00692C23&quot;/&gt;&lt;wsp:rsid wsp:val=&quot;00693BCD&quot;/&gt;&lt;wsp:rsid wsp:val=&quot;006952EC&quot;/&gt;&lt;wsp:rsid wsp:val=&quot;006954CA&quot;/&gt;&lt;wsp:rsid wsp:val=&quot;00696C30&quot;/&gt;&lt;wsp:rsid wsp:val=&quot;00697422&quot;/&gt;&lt;wsp:rsid wsp:val=&quot;006A43E3&quot;/&gt;&lt;wsp:rsid wsp:val=&quot;006A683F&quot;/&gt;&lt;wsp:rsid wsp:val=&quot;006A6DC3&quot;/&gt;&lt;wsp:rsid wsp:val=&quot;006B3BC1&quot;/&gt;&lt;wsp:rsid wsp:val=&quot;006B5573&quot;/&gt;&lt;wsp:rsid wsp:val=&quot;006B5C3D&quot;/&gt;&lt;wsp:rsid wsp:val=&quot;006B67ED&quot;/&gt;&lt;wsp:rsid wsp:val=&quot;006B770F&quot;/&gt;&lt;wsp:rsid wsp:val=&quot;006B7A02&quot;/&gt;&lt;wsp:rsid wsp:val=&quot;006C05E2&quot;/&gt;&lt;wsp:rsid wsp:val=&quot;006C53CC&quot;/&gt;&lt;wsp:rsid wsp:val=&quot;006C5AC4&quot;/&gt;&lt;wsp:rsid wsp:val=&quot;006D3921&quot;/&gt;&lt;wsp:rsid wsp:val=&quot;006D5066&quot;/&gt;&lt;wsp:rsid wsp:val=&quot;006D5DE4&quot;/&gt;&lt;wsp:rsid wsp:val=&quot;006D5E7D&quot;/&gt;&lt;wsp:rsid wsp:val=&quot;006E1DEA&quot;/&gt;&lt;wsp:rsid wsp:val=&quot;006E3E35&quot;/&gt;&lt;wsp:rsid wsp:val=&quot;006E5850&quot;/&gt;&lt;wsp:rsid wsp:val=&quot;006E6F46&quot;/&gt;&lt;wsp:rsid wsp:val=&quot;006F5ABA&quot;/&gt;&lt;wsp:rsid wsp:val=&quot;006F7E4B&quot;/&gt;&lt;wsp:rsid wsp:val=&quot;007000C2&quot;/&gt;&lt;wsp:rsid wsp:val=&quot;007067DE&quot;/&gt;&lt;wsp:rsid wsp:val=&quot;00716CCE&quot;/&gt;&lt;wsp:rsid wsp:val=&quot;00721667&quot;/&gt;&lt;wsp:rsid wsp:val=&quot;0072251A&quot;/&gt;&lt;wsp:rsid wsp:val=&quot;00722E46&quot;/&gt;&lt;wsp:rsid wsp:val=&quot;007255D5&quot;/&gt;&lt;wsp:rsid wsp:val=&quot;00730D91&quot;/&gt;&lt;wsp:rsid wsp:val=&quot;00732A87&quot;/&gt;&lt;wsp:rsid wsp:val=&quot;00736030&quot;/&gt;&lt;wsp:rsid wsp:val=&quot;00736C78&quot;/&gt;&lt;wsp:rsid wsp:val=&quot;00740CD6&quot;/&gt;&lt;wsp:rsid wsp:val=&quot;00740F55&quot;/&gt;&lt;wsp:rsid wsp:val=&quot;007425FF&quot;/&gt;&lt;wsp:rsid wsp:val=&quot;00744101&quot;/&gt;&lt;wsp:rsid wsp:val=&quot;007444D9&quot;/&gt;&lt;wsp:rsid wsp:val=&quot;007458ED&quot;/&gt;&lt;wsp:rsid wsp:val=&quot;00747454&quot;/&gt;&lt;wsp:rsid wsp:val=&quot;007517DA&quot;/&gt;&lt;wsp:rsid wsp:val=&quot;00752AFD&quot;/&gt;&lt;wsp:rsid wsp:val=&quot;007537E8&quot;/&gt;&lt;wsp:rsid wsp:val=&quot;0075511F&quot;/&gt;&lt;wsp:rsid wsp:val=&quot;00757D71&quot;/&gt;&lt;wsp:rsid wsp:val=&quot;00761179&quot;/&gt;&lt;wsp:rsid wsp:val=&quot;007635EB&quot;/&gt;&lt;wsp:rsid wsp:val=&quot;0076383B&quot;/&gt;&lt;wsp:rsid wsp:val=&quot;00763FBB&quot;/&gt;&lt;wsp:rsid wsp:val=&quot;00770F5B&quot;/&gt;&lt;wsp:rsid wsp:val=&quot;007732E5&quot;/&gt;&lt;wsp:rsid wsp:val=&quot;00773EDA&quot;/&gt;&lt;wsp:rsid wsp:val=&quot;0077406E&quot;/&gt;&lt;wsp:rsid wsp:val=&quot;00774EBB&quot;/&gt;&lt;wsp:rsid wsp:val=&quot;0078034D&quot;/&gt;&lt;wsp:rsid wsp:val=&quot;00785895&quot;/&gt;&lt;wsp:rsid wsp:val=&quot;00785BA3&quot;/&gt;&lt;wsp:rsid wsp:val=&quot;007866E6&quot;/&gt;&lt;wsp:rsid wsp:val=&quot;00790AAC&quot;/&gt;&lt;wsp:rsid wsp:val=&quot;007930F5&quot;/&gt;&lt;wsp:rsid wsp:val=&quot;007A0176&quot;/&gt;&lt;wsp:rsid wsp:val=&quot;007A1C36&quot;/&gt;&lt;wsp:rsid wsp:val=&quot;007A259A&quot;/&gt;&lt;wsp:rsid wsp:val=&quot;007A35BD&quot;/&gt;&lt;wsp:rsid wsp:val=&quot;007A4F5D&quot;/&gt;&lt;wsp:rsid wsp:val=&quot;007A5FA8&quot;/&gt;&lt;wsp:rsid wsp:val=&quot;007B009D&quot;/&gt;&lt;wsp:rsid wsp:val=&quot;007B330C&quot;/&gt;&lt;wsp:rsid wsp:val=&quot;007B58FF&quot;/&gt;&lt;wsp:rsid wsp:val=&quot;007B5A6F&quot;/&gt;&lt;wsp:rsid wsp:val=&quot;007B7140&quot;/&gt;&lt;wsp:rsid wsp:val=&quot;007B7538&quot;/&gt;&lt;wsp:rsid wsp:val=&quot;007C0496&quot;/&gt;&lt;wsp:rsid wsp:val=&quot;007C06D3&quot;/&gt;&lt;wsp:rsid wsp:val=&quot;007C251D&quot;/&gt;&lt;wsp:rsid wsp:val=&quot;007C3226&quot;/&gt;&lt;wsp:rsid wsp:val=&quot;007C3B01&quot;/&gt;&lt;wsp:rsid wsp:val=&quot;007C4C7A&quot;/&gt;&lt;wsp:rsid wsp:val=&quot;007C6377&quot;/&gt;&lt;wsp:rsid wsp:val=&quot;007C7CF9&quot;/&gt;&lt;wsp:rsid wsp:val=&quot;007D1ECD&quot;/&gt;&lt;wsp:rsid wsp:val=&quot;007D20A6&quot;/&gt;&lt;wsp:rsid wsp:val=&quot;007D3155&quot;/&gt;&lt;wsp:rsid wsp:val=&quot;007D3354&quot;/&gt;&lt;wsp:rsid wsp:val=&quot;007D3F18&quot;/&gt;&lt;wsp:rsid wsp:val=&quot;007D3F88&quot;/&gt;&lt;wsp:rsid wsp:val=&quot;007D5F08&quot;/&gt;&lt;wsp:rsid wsp:val=&quot;007E1717&quot;/&gt;&lt;wsp:rsid wsp:val=&quot;007E203E&quot;/&gt;&lt;wsp:rsid wsp:val=&quot;007E227C&quot;/&gt;&lt;wsp:rsid wsp:val=&quot;007E334C&quot;/&gt;&lt;wsp:rsid wsp:val=&quot;007E5417&quot;/&gt;&lt;wsp:rsid wsp:val=&quot;007E54C0&quot;/&gt;&lt;wsp:rsid wsp:val=&quot;007E56C7&quot;/&gt;&lt;wsp:rsid wsp:val=&quot;007E643C&quot;/&gt;&lt;wsp:rsid wsp:val=&quot;007E6899&quot;/&gt;&lt;wsp:rsid wsp:val=&quot;007E6DCD&quot;/&gt;&lt;wsp:rsid wsp:val=&quot;007E6E3B&quot;/&gt;&lt;wsp:rsid wsp:val=&quot;007E7416&quot;/&gt;&lt;wsp:rsid wsp:val=&quot;007E7F7C&quot;/&gt;&lt;wsp:rsid wsp:val=&quot;007F056C&quot;/&gt;&lt;wsp:rsid wsp:val=&quot;007F2294&quot;/&gt;&lt;wsp:rsid wsp:val=&quot;007F2D52&quot;/&gt;&lt;wsp:rsid wsp:val=&quot;007F2F8B&quot;/&gt;&lt;wsp:rsid wsp:val=&quot;007F33A3&quot;/&gt;&lt;wsp:rsid wsp:val=&quot;007F361C&quot;/&gt;&lt;wsp:rsid wsp:val=&quot;007F68AD&quot;/&gt;&lt;wsp:rsid wsp:val=&quot;007F7FE4&quot;/&gt;&lt;wsp:rsid wsp:val=&quot;00801ADE&quot;/&gt;&lt;wsp:rsid wsp:val=&quot;00803DB7&quot;/&gt;&lt;wsp:rsid wsp:val=&quot;00806A7D&quot;/&gt;&lt;wsp:rsid wsp:val=&quot;00806EA8&quot;/&gt;&lt;wsp:rsid wsp:val=&quot;0080786E&quot;/&gt;&lt;wsp:rsid wsp:val=&quot;00807E6C&quot;/&gt;&lt;wsp:rsid wsp:val=&quot;00812556&quot;/&gt;&lt;wsp:rsid wsp:val=&quot;008148F9&quot;/&gt;&lt;wsp:rsid wsp:val=&quot;008153B7&quot;/&gt;&lt;wsp:rsid wsp:val=&quot;00815A3D&quot;/&gt;&lt;wsp:rsid wsp:val=&quot;00817D71&quot;/&gt;&lt;wsp:rsid wsp:val=&quot;00817F7F&quot;/&gt;&lt;wsp:rsid wsp:val=&quot;008224B5&quot;/&gt;&lt;wsp:rsid wsp:val=&quot;00824313&quot;/&gt;&lt;wsp:rsid wsp:val=&quot;00827AB5&quot;/&gt;&lt;wsp:rsid wsp:val=&quot;00830991&quot;/&gt;&lt;wsp:rsid wsp:val=&quot;00830A3B&quot;/&gt;&lt;wsp:rsid wsp:val=&quot;00833E74&quot;/&gt;&lt;wsp:rsid wsp:val=&quot;008359A0&quot;/&gt;&lt;wsp:rsid wsp:val=&quot;008360C1&quot;/&gt;&lt;wsp:rsid wsp:val=&quot;00836144&quot;/&gt;&lt;wsp:rsid wsp:val=&quot;00836A80&quot;/&gt;&lt;wsp:rsid wsp:val=&quot;008459D2&quot;/&gt;&lt;wsp:rsid wsp:val=&quot;00845B27&quot;/&gt;&lt;wsp:rsid wsp:val=&quot;008478E0&quot;/&gt;&lt;wsp:rsid wsp:val=&quot;00850036&quot;/&gt;&lt;wsp:rsid wsp:val=&quot;008507F5&quot;/&gt;&lt;wsp:rsid wsp:val=&quot;00850A08&quot;/&gt;&lt;wsp:rsid wsp:val=&quot;00853317&quot;/&gt;&lt;wsp:rsid wsp:val=&quot;00854196&quot;/&gt;&lt;wsp:rsid wsp:val=&quot;008553B4&quot;/&gt;&lt;wsp:rsid wsp:val=&quot;00855BE3&quot;/&gt;&lt;wsp:rsid wsp:val=&quot;0086045E&quot;/&gt;&lt;wsp:rsid wsp:val=&quot;00861031&quot;/&gt;&lt;wsp:rsid wsp:val=&quot;00862ED0&quot;/&gt;&lt;wsp:rsid wsp:val=&quot;008645FC&quot;/&gt;&lt;wsp:rsid wsp:val=&quot;008655A0&quot;/&gt;&lt;wsp:rsid wsp:val=&quot;008671D6&quot;/&gt;&lt;wsp:rsid wsp:val=&quot;0087417F&quot;/&gt;&lt;wsp:rsid wsp:val=&quot;00876374&quot;/&gt;&lt;wsp:rsid wsp:val=&quot;00876FD8&quot;/&gt;&lt;wsp:rsid wsp:val=&quot;00877245&quot;/&gt;&lt;wsp:rsid wsp:val=&quot;00880731&quot;/&gt;&lt;wsp:rsid wsp:val=&quot;0088080C&quot;/&gt;&lt;wsp:rsid wsp:val=&quot;00882035&quot;/&gt;&lt;wsp:rsid wsp:val=&quot;00885DB1&quot;/&gt;&lt;wsp:rsid wsp:val=&quot;008863C8&quot;/&gt;&lt;wsp:rsid wsp:val=&quot;00886DB6&quot;/&gt;&lt;wsp:rsid wsp:val=&quot;0089031D&quot;/&gt;&lt;wsp:rsid wsp:val=&quot;008930CD&quot;/&gt;&lt;wsp:rsid wsp:val=&quot;00893965&quot;/&gt;&lt;wsp:rsid wsp:val=&quot;008958BC&quot;/&gt;&lt;wsp:rsid wsp:val=&quot;00897007&quot;/&gt;&lt;wsp:rsid wsp:val=&quot;008A4294&quot;/&gt;&lt;wsp:rsid wsp:val=&quot;008A52E9&quot;/&gt;&lt;wsp:rsid wsp:val=&quot;008A58E4&quot;/&gt;&lt;wsp:rsid wsp:val=&quot;008A5D7A&quot;/&gt;&lt;wsp:rsid wsp:val=&quot;008A6CE8&quot;/&gt;&lt;wsp:rsid wsp:val=&quot;008A6E79&quot;/&gt;&lt;wsp:rsid wsp:val=&quot;008A7621&quot;/&gt;&lt;wsp:rsid wsp:val=&quot;008B0375&quot;/&gt;&lt;wsp:rsid wsp:val=&quot;008B0C4E&quot;/&gt;&lt;wsp:rsid wsp:val=&quot;008B35D1&quot;/&gt;&lt;wsp:rsid wsp:val=&quot;008B7D61&quot;/&gt;&lt;wsp:rsid wsp:val=&quot;008C0181&quot;/&gt;&lt;wsp:rsid wsp:val=&quot;008C080F&quot;/&gt;&lt;wsp:rsid wsp:val=&quot;008C13B7&quot;/&gt;&lt;wsp:rsid wsp:val=&quot;008C35F8&quot;/&gt;&lt;wsp:rsid wsp:val=&quot;008C4940&quot;/&gt;&lt;wsp:rsid wsp:val=&quot;008C514C&quot;/&gt;&lt;wsp:rsid wsp:val=&quot;008C5E93&quot;/&gt;&lt;wsp:rsid wsp:val=&quot;008D1ED6&quot;/&gt;&lt;wsp:rsid wsp:val=&quot;008D5AB3&quot;/&gt;&lt;wsp:rsid wsp:val=&quot;008D6497&quot;/&gt;&lt;wsp:rsid wsp:val=&quot;008E32A5&quot;/&gt;&lt;wsp:rsid wsp:val=&quot;008E44D0&quot;/&gt;&lt;wsp:rsid wsp:val=&quot;008E617B&quot;/&gt;&lt;wsp:rsid wsp:val=&quot;008F0963&quot;/&gt;&lt;wsp:rsid wsp:val=&quot;008F11BE&quot;/&gt;&lt;wsp:rsid wsp:val=&quot;008F471F&quot;/&gt;&lt;wsp:rsid wsp:val=&quot;008F5CD4&quot;/&gt;&lt;wsp:rsid wsp:val=&quot;008F7B8A&quot;/&gt;&lt;wsp:rsid wsp:val=&quot;00903310&quot;/&gt;&lt;wsp:rsid wsp:val=&quot;00906BE1&quot;/&gt;&lt;wsp:rsid wsp:val=&quot;00907B98&quot;/&gt;&lt;wsp:rsid wsp:val=&quot;009131CA&quot;/&gt;&lt;wsp:rsid wsp:val=&quot;00914E57&quot;/&gt;&lt;wsp:rsid wsp:val=&quot;009152B9&quot;/&gt;&lt;wsp:rsid wsp:val=&quot;009165C5&quot;/&gt;&lt;wsp:rsid wsp:val=&quot;00916662&quot;/&gt;&lt;wsp:rsid wsp:val=&quot;0091768E&quot;/&gt;&lt;wsp:rsid wsp:val=&quot;0092226F&quot;/&gt;&lt;wsp:rsid wsp:val=&quot;00924E36&quot;/&gt;&lt;wsp:rsid wsp:val=&quot;00930126&quot;/&gt;&lt;wsp:rsid wsp:val=&quot;00932549&quot;/&gt;&lt;wsp:rsid wsp:val=&quot;00932972&quot;/&gt;&lt;wsp:rsid wsp:val=&quot;0093426B&quot;/&gt;&lt;wsp:rsid wsp:val=&quot;00935D01&quot;/&gt;&lt;wsp:rsid wsp:val=&quot;00935E91&quot;/&gt;&lt;wsp:rsid wsp:val=&quot;00940F63&quot;/&gt;&lt;wsp:rsid wsp:val=&quot;0094563E&quot;/&gt;&lt;wsp:rsid wsp:val=&quot;00946ACD&quot;/&gt;&lt;wsp:rsid wsp:val=&quot;009552D0&quot;/&gt;&lt;wsp:rsid wsp:val=&quot;009567EB&quot;/&gt;&lt;wsp:rsid wsp:val=&quot;009601F6&quot;/&gt;&lt;wsp:rsid wsp:val=&quot;00963770&quot;/&gt;&lt;wsp:rsid wsp:val=&quot;00965279&quot;/&gt;&lt;wsp:rsid wsp:val=&quot;0096578F&quot;/&gt;&lt;wsp:rsid wsp:val=&quot;00967ED9&quot;/&gt;&lt;wsp:rsid wsp:val=&quot;009736EB&quot;/&gt;&lt;wsp:rsid wsp:val=&quot;00973881&quot;/&gt;&lt;wsp:rsid wsp:val=&quot;009750A6&quot;/&gt;&lt;wsp:rsid wsp:val=&quot;0097646F&quot;/&gt;&lt;wsp:rsid wsp:val=&quot;00976603&quot;/&gt;&lt;wsp:rsid wsp:val=&quot;009767A4&quot;/&gt;&lt;wsp:rsid wsp:val=&quot;00977670&quot;/&gt;&lt;wsp:rsid wsp:val=&quot;00977DCD&quot;/&gt;&lt;wsp:rsid wsp:val=&quot;00980A6C&quot;/&gt;&lt;wsp:rsid wsp:val=&quot;00981473&quot;/&gt;&lt;wsp:rsid wsp:val=&quot;00981BE4&quot;/&gt;&lt;wsp:rsid wsp:val=&quot;00981EB0&quot;/&gt;&lt;wsp:rsid wsp:val=&quot;0098291E&quot;/&gt;&lt;wsp:rsid wsp:val=&quot;00983748&quot;/&gt;&lt;wsp:rsid wsp:val=&quot;009873F0&quot;/&gt;&lt;wsp:rsid wsp:val=&quot;00987C6B&quot;/&gt;&lt;wsp:rsid wsp:val=&quot;00991777&quot;/&gt;&lt;wsp:rsid wsp:val=&quot;00992C32&quot;/&gt;&lt;wsp:rsid wsp:val=&quot;00992D97&quot;/&gt;&lt;wsp:rsid wsp:val=&quot;00995EC8&quot;/&gt;&lt;wsp:rsid wsp:val=&quot;00997855&quot;/&gt;&lt;wsp:rsid wsp:val=&quot;009A3D19&quot;/&gt;&lt;wsp:rsid wsp:val=&quot;009A6057&quot;/&gt;&lt;wsp:rsid wsp:val=&quot;009A7AB8&quot;/&gt;&lt;wsp:rsid wsp:val=&quot;009B1570&quot;/&gt;&lt;wsp:rsid wsp:val=&quot;009B1872&quot;/&gt;&lt;wsp:rsid wsp:val=&quot;009B21B4&quot;/&gt;&lt;wsp:rsid wsp:val=&quot;009B254E&quot;/&gt;&lt;wsp:rsid wsp:val=&quot;009B3213&quot;/&gt;&lt;wsp:rsid wsp:val=&quot;009B42B6&quot;/&gt;&lt;wsp:rsid wsp:val=&quot;009B5C34&quot;/&gt;&lt;wsp:rsid wsp:val=&quot;009B63D4&quot;/&gt;&lt;wsp:rsid wsp:val=&quot;009B6DF2&quot;/&gt;&lt;wsp:rsid wsp:val=&quot;009C154A&quot;/&gt;&lt;wsp:rsid wsp:val=&quot;009C15E9&quot;/&gt;&lt;wsp:rsid wsp:val=&quot;009C4C6F&quot;/&gt;&lt;wsp:rsid wsp:val=&quot;009C5F88&quot;/&gt;&lt;wsp:rsid wsp:val=&quot;009D15B1&quot;/&gt;&lt;wsp:rsid wsp:val=&quot;009D169C&quot;/&gt;&lt;wsp:rsid wsp:val=&quot;009D50A4&quot;/&gt;&lt;wsp:rsid wsp:val=&quot;009D52F7&quot;/&gt;&lt;wsp:rsid wsp:val=&quot;009D790F&quot;/&gt;&lt;wsp:rsid wsp:val=&quot;009E0375&quot;/&gt;&lt;wsp:rsid wsp:val=&quot;009E09E3&quot;/&gt;&lt;wsp:rsid wsp:val=&quot;009E0DA7&quot;/&gt;&lt;wsp:rsid wsp:val=&quot;009E115E&quot;/&gt;&lt;wsp:rsid wsp:val=&quot;009E163E&quot;/&gt;&lt;wsp:rsid wsp:val=&quot;009E5488&quot;/&gt;&lt;wsp:rsid wsp:val=&quot;009E69D9&quot;/&gt;&lt;wsp:rsid wsp:val=&quot;009E786C&quot;/&gt;&lt;wsp:rsid wsp:val=&quot;009F1252&quot;/&gt;&lt;wsp:rsid wsp:val=&quot;009F2BDD&quot;/&gt;&lt;wsp:rsid wsp:val=&quot;009F2E92&quot;/&gt;&lt;wsp:rsid wsp:val=&quot;009F54B6&quot;/&gt;&lt;wsp:rsid wsp:val=&quot;009F5BB1&quot;/&gt;&lt;wsp:rsid wsp:val=&quot;009F5E9B&quot;/&gt;&lt;wsp:rsid wsp:val=&quot;00A00205&quot;/&gt;&lt;wsp:rsid wsp:val=&quot;00A0133D&quot;/&gt;&lt;wsp:rsid wsp:val=&quot;00A01499&quot;/&gt;&lt;wsp:rsid wsp:val=&quot;00A02B50&quot;/&gt;&lt;wsp:rsid wsp:val=&quot;00A05451&quot;/&gt;&lt;wsp:rsid wsp:val=&quot;00A0577A&quot;/&gt;&lt;wsp:rsid wsp:val=&quot;00A066DA&quot;/&gt;&lt;wsp:rsid wsp:val=&quot;00A06F81&quot;/&gt;&lt;wsp:rsid wsp:val=&quot;00A11F2E&quot;/&gt;&lt;wsp:rsid wsp:val=&quot;00A147EE&quot;/&gt;&lt;wsp:rsid wsp:val=&quot;00A16A53&quot;/&gt;&lt;wsp:rsid wsp:val=&quot;00A16B16&quot;/&gt;&lt;wsp:rsid wsp:val=&quot;00A24D04&quot;/&gt;&lt;wsp:rsid wsp:val=&quot;00A24DAF&quot;/&gt;&lt;wsp:rsid wsp:val=&quot;00A3230B&quot;/&gt;&lt;wsp:rsid wsp:val=&quot;00A329E9&quot;/&gt;&lt;wsp:rsid wsp:val=&quot;00A3453C&quot;/&gt;&lt;wsp:rsid wsp:val=&quot;00A41C84&quot;/&gt;&lt;wsp:rsid wsp:val=&quot;00A4243D&quot;/&gt;&lt;wsp:rsid wsp:val=&quot;00A42AC2&quot;/&gt;&lt;wsp:rsid wsp:val=&quot;00A45512&quot;/&gt;&lt;wsp:rsid wsp:val=&quot;00A475D3&quot;/&gt;&lt;wsp:rsid wsp:val=&quot;00A502E9&quot;/&gt;&lt;wsp:rsid wsp:val=&quot;00A50820&quot;/&gt;&lt;wsp:rsid wsp:val=&quot;00A50830&quot;/&gt;&lt;wsp:rsid wsp:val=&quot;00A51384&quot;/&gt;&lt;wsp:rsid wsp:val=&quot;00A5180B&quot;/&gt;&lt;wsp:rsid wsp:val=&quot;00A52BEB&quot;/&gt;&lt;wsp:rsid wsp:val=&quot;00A5677D&quot;/&gt;&lt;wsp:rsid wsp:val=&quot;00A57CA6&quot;/&gt;&lt;wsp:rsid wsp:val=&quot;00A60E73&quot;/&gt;&lt;wsp:rsid wsp:val=&quot;00A61AFB&quot;/&gt;&lt;wsp:rsid wsp:val=&quot;00A62B70&quot;/&gt;&lt;wsp:rsid wsp:val=&quot;00A63154&quot;/&gt;&lt;wsp:rsid wsp:val=&quot;00A63621&quot;/&gt;&lt;wsp:rsid wsp:val=&quot;00A706DD&quot;/&gt;&lt;wsp:rsid wsp:val=&quot;00A71C51&quot;/&gt;&lt;wsp:rsid wsp:val=&quot;00A7289C&quot;/&gt;&lt;wsp:rsid wsp:val=&quot;00A7439A&quot;/&gt;&lt;wsp:rsid wsp:val=&quot;00A74C0C&quot;/&gt;&lt;wsp:rsid wsp:val=&quot;00A76E2C&quot;/&gt;&lt;wsp:rsid wsp:val=&quot;00A77299&quot;/&gt;&lt;wsp:rsid wsp:val=&quot;00A818D6&quot;/&gt;&lt;wsp:rsid wsp:val=&quot;00A82736&quot;/&gt;&lt;wsp:rsid wsp:val=&quot;00A9140D&quot;/&gt;&lt;wsp:rsid wsp:val=&quot;00A93346&quot;/&gt;&lt;wsp:rsid wsp:val=&quot;00A938AA&quot;/&gt;&lt;wsp:rsid wsp:val=&quot;00A93BD5&quot;/&gt;&lt;wsp:rsid wsp:val=&quot;00A96377&quot;/&gt;&lt;wsp:rsid wsp:val=&quot;00A96FEC&quot;/&gt;&lt;wsp:rsid wsp:val=&quot;00AA1585&quot;/&gt;&lt;wsp:rsid wsp:val=&quot;00AA2B1C&quot;/&gt;&lt;wsp:rsid wsp:val=&quot;00AA4693&quot;/&gt;&lt;wsp:rsid wsp:val=&quot;00AA60E0&quot;/&gt;&lt;wsp:rsid wsp:val=&quot;00AB0C17&quot;/&gt;&lt;wsp:rsid wsp:val=&quot;00AB227C&quot;/&gt;&lt;wsp:rsid wsp:val=&quot;00AB300E&quot;/&gt;&lt;wsp:rsid wsp:val=&quot;00AB49ED&quot;/&gt;&lt;wsp:rsid wsp:val=&quot;00AB6CE5&quot;/&gt;&lt;wsp:rsid wsp:val=&quot;00AB6F05&quot;/&gt;&lt;wsp:rsid wsp:val=&quot;00AB766A&quot;/&gt;&lt;wsp:rsid wsp:val=&quot;00AB7853&quot;/&gt;&lt;wsp:rsid wsp:val=&quot;00AB78FA&quot;/&gt;&lt;wsp:rsid wsp:val=&quot;00AB7A87&quot;/&gt;&lt;wsp:rsid wsp:val=&quot;00AC0963&quot;/&gt;&lt;wsp:rsid wsp:val=&quot;00AC0A64&quot;/&gt;&lt;wsp:rsid wsp:val=&quot;00AC15B2&quot;/&gt;&lt;wsp:rsid wsp:val=&quot;00AC1D26&quot;/&gt;&lt;wsp:rsid wsp:val=&quot;00AC1E41&quot;/&gt;&lt;wsp:rsid wsp:val=&quot;00AC2427&quot;/&gt;&lt;wsp:rsid wsp:val=&quot;00AC6D74&quot;/&gt;&lt;wsp:rsid wsp:val=&quot;00AC74BF&quot;/&gt;&lt;wsp:rsid wsp:val=&quot;00AD7B67&quot;/&gt;&lt;wsp:rsid wsp:val=&quot;00AE3965&quot;/&gt;&lt;wsp:rsid wsp:val=&quot;00AE44A4&quot;/&gt;&lt;wsp:rsid wsp:val=&quot;00AE5950&quot;/&gt;&lt;wsp:rsid wsp:val=&quot;00AE6776&quot;/&gt;&lt;wsp:rsid wsp:val=&quot;00AF12A2&quot;/&gt;&lt;wsp:rsid wsp:val=&quot;00AF313A&quot;/&gt;&lt;wsp:rsid wsp:val=&quot;00AF4029&quot;/&gt;&lt;wsp:rsid wsp:val=&quot;00AF6162&quot;/&gt;&lt;wsp:rsid wsp:val=&quot;00B0292F&quot;/&gt;&lt;wsp:rsid wsp:val=&quot;00B03DC9&quot;/&gt;&lt;wsp:rsid wsp:val=&quot;00B14738&quot;/&gt;&lt;wsp:rsid wsp:val=&quot;00B1660C&quot;/&gt;&lt;wsp:rsid wsp:val=&quot;00B179FD&quot;/&gt;&lt;wsp:rsid wsp:val=&quot;00B302E6&quot;/&gt;&lt;wsp:rsid wsp:val=&quot;00B30A8C&quot;/&gt;&lt;wsp:rsid wsp:val=&quot;00B30C96&quot;/&gt;&lt;wsp:rsid wsp:val=&quot;00B30E63&quot;/&gt;&lt;wsp:rsid wsp:val=&quot;00B3300C&quot;/&gt;&lt;wsp:rsid wsp:val=&quot;00B33137&quot;/&gt;&lt;wsp:rsid wsp:val=&quot;00B334D1&quot;/&gt;&lt;wsp:rsid wsp:val=&quot;00B336F8&quot;/&gt;&lt;wsp:rsid wsp:val=&quot;00B343B4&quot;/&gt;&lt;wsp:rsid wsp:val=&quot;00B34D0D&quot;/&gt;&lt;wsp:rsid wsp:val=&quot;00B35071&quot;/&gt;&lt;wsp:rsid wsp:val=&quot;00B351ED&quot;/&gt;&lt;wsp:rsid wsp:val=&quot;00B42663&quot;/&gt;&lt;wsp:rsid wsp:val=&quot;00B42D47&quot;/&gt;&lt;wsp:rsid wsp:val=&quot;00B4482D&quot;/&gt;&lt;wsp:rsid wsp:val=&quot;00B45D6F&quot;/&gt;&lt;wsp:rsid wsp:val=&quot;00B464DC&quot;/&gt;&lt;wsp:rsid wsp:val=&quot;00B469BC&quot;/&gt;&lt;wsp:rsid wsp:val=&quot;00B50524&quot;/&gt;&lt;wsp:rsid wsp:val=&quot;00B5098C&quot;/&gt;&lt;wsp:rsid wsp:val=&quot;00B5422F&quot;/&gt;&lt;wsp:rsid wsp:val=&quot;00B5516D&quot;/&gt;&lt;wsp:rsid wsp:val=&quot;00B568E3&quot;/&gt;&lt;wsp:rsid wsp:val=&quot;00B56D5C&quot;/&gt;&lt;wsp:rsid wsp:val=&quot;00B612E6&quot;/&gt;&lt;wsp:rsid wsp:val=&quot;00B61F13&quot;/&gt;&lt;wsp:rsid wsp:val=&quot;00B62658&quot;/&gt;&lt;wsp:rsid wsp:val=&quot;00B62CF6&quot;/&gt;&lt;wsp:rsid wsp:val=&quot;00B6406D&quot;/&gt;&lt;wsp:rsid wsp:val=&quot;00B6687B&quot;/&gt;&lt;wsp:rsid wsp:val=&quot;00B6748C&quot;/&gt;&lt;wsp:rsid wsp:val=&quot;00B67E61&quot;/&gt;&lt;wsp:rsid wsp:val=&quot;00B70368&quot;/&gt;&lt;wsp:rsid wsp:val=&quot;00B71F3F&quot;/&gt;&lt;wsp:rsid wsp:val=&quot;00B73423&quot;/&gt;&lt;wsp:rsid wsp:val=&quot;00B757CC&quot;/&gt;&lt;wsp:rsid wsp:val=&quot;00B826A8&quot;/&gt;&lt;wsp:rsid wsp:val=&quot;00B85143&quot;/&gt;&lt;wsp:rsid wsp:val=&quot;00B8570D&quot;/&gt;&lt;wsp:rsid wsp:val=&quot;00B87899&quot;/&gt;&lt;wsp:rsid wsp:val=&quot;00B910A1&quot;/&gt;&lt;wsp:rsid wsp:val=&quot;00B91549&quot;/&gt;&lt;wsp:rsid wsp:val=&quot;00B9180C&quot;/&gt;&lt;wsp:rsid wsp:val=&quot;00B9382E&quot;/&gt;&lt;wsp:rsid wsp:val=&quot;00B95636&quot;/&gt;&lt;wsp:rsid wsp:val=&quot;00B96715&quot;/&gt;&lt;wsp:rsid wsp:val=&quot;00B968C3&quot;/&gt;&lt;wsp:rsid wsp:val=&quot;00B97912&quot;/&gt;&lt;wsp:rsid wsp:val=&quot;00B979ED&quot;/&gt;&lt;wsp:rsid wsp:val=&quot;00B97DCC&quot;/&gt;&lt;wsp:rsid wsp:val=&quot;00BA1792&quot;/&gt;&lt;wsp:rsid wsp:val=&quot;00BA1AC7&quot;/&gt;&lt;wsp:rsid wsp:val=&quot;00BA1D19&quot;/&gt;&lt;wsp:rsid wsp:val=&quot;00BB2D7D&quot;/&gt;&lt;wsp:rsid wsp:val=&quot;00BB51EB&quot;/&gt;&lt;wsp:rsid wsp:val=&quot;00BC3A69&quot;/&gt;&lt;wsp:rsid wsp:val=&quot;00BC4BC2&quot;/&gt;&lt;wsp:rsid wsp:val=&quot;00BC54C3&quot;/&gt;&lt;wsp:rsid wsp:val=&quot;00BD260A&quot;/&gt;&lt;wsp:rsid wsp:val=&quot;00BE117F&quot;/&gt;&lt;wsp:rsid wsp:val=&quot;00BE1CA9&quot;/&gt;&lt;wsp:rsid wsp:val=&quot;00BE2D8F&quot;/&gt;&lt;wsp:rsid wsp:val=&quot;00BE2E04&quot;/&gt;&lt;wsp:rsid wsp:val=&quot;00BE3FB7&quot;/&gt;&lt;wsp:rsid wsp:val=&quot;00BE4CD5&quot;/&gt;&lt;wsp:rsid wsp:val=&quot;00BE5D60&quot;/&gt;&lt;wsp:rsid wsp:val=&quot;00BE6A59&quot;/&gt;&lt;wsp:rsid wsp:val=&quot;00BF04A3&quot;/&gt;&lt;wsp:rsid wsp:val=&quot;00BF08B5&quot;/&gt;&lt;wsp:rsid wsp:val=&quot;00BF265C&quot;/&gt;&lt;wsp:rsid wsp:val=&quot;00BF2C60&quot;/&gt;&lt;wsp:rsid wsp:val=&quot;00BF34F0&quot;/&gt;&lt;wsp:rsid wsp:val=&quot;00BF3B3C&quot;/&gt;&lt;wsp:rsid wsp:val=&quot;00BF61D4&quot;/&gt;&lt;wsp:rsid wsp:val=&quot;00BF6EB7&quot;/&gt;&lt;wsp:rsid wsp:val=&quot;00C0306E&quot;/&gt;&lt;wsp:rsid wsp:val=&quot;00C043CE&quot;/&gt;&lt;wsp:rsid wsp:val=&quot;00C07049&quot;/&gt;&lt;wsp:rsid wsp:val=&quot;00C0791F&quot;/&gt;&lt;wsp:rsid wsp:val=&quot;00C10682&quot;/&gt;&lt;wsp:rsid wsp:val=&quot;00C11846&quot;/&gt;&lt;wsp:rsid wsp:val=&quot;00C156A4&quot;/&gt;&lt;wsp:rsid wsp:val=&quot;00C16AEA&quot;/&gt;&lt;wsp:rsid wsp:val=&quot;00C17B49&quot;/&gt;&lt;wsp:rsid wsp:val=&quot;00C2612E&quot;/&gt;&lt;wsp:rsid wsp:val=&quot;00C30310&quot;/&gt;&lt;wsp:rsid wsp:val=&quot;00C30BA1&quot;/&gt;&lt;wsp:rsid wsp:val=&quot;00C320CE&quot;/&gt;&lt;wsp:rsid wsp:val=&quot;00C41652&quot;/&gt;&lt;wsp:rsid wsp:val=&quot;00C42B19&quot;/&gt;&lt;wsp:rsid wsp:val=&quot;00C43718&quot;/&gt;&lt;wsp:rsid wsp:val=&quot;00C4417F&quot;/&gt;&lt;wsp:rsid wsp:val=&quot;00C47739&quot;/&gt;&lt;wsp:rsid wsp:val=&quot;00C50EC5&quot;/&gt;&lt;wsp:rsid wsp:val=&quot;00C51EA5&quot;/&gt;&lt;wsp:rsid wsp:val=&quot;00C638D7&quot;/&gt;&lt;wsp:rsid wsp:val=&quot;00C63ACC&quot;/&gt;&lt;wsp:rsid wsp:val=&quot;00C63C43&quot;/&gt;&lt;wsp:rsid wsp:val=&quot;00C64DA3&quot;/&gt;&lt;wsp:rsid wsp:val=&quot;00C652B4&quot;/&gt;&lt;wsp:rsid wsp:val=&quot;00C6580D&quot;/&gt;&lt;wsp:rsid wsp:val=&quot;00C6602E&quot;/&gt;&lt;wsp:rsid wsp:val=&quot;00C71DDB&quot;/&gt;&lt;wsp:rsid wsp:val=&quot;00C71E0A&quot;/&gt;&lt;wsp:rsid wsp:val=&quot;00C72F60&quot;/&gt;&lt;wsp:rsid wsp:val=&quot;00C73F7B&quot;/&gt;&lt;wsp:rsid wsp:val=&quot;00C751A0&quot;/&gt;&lt;wsp:rsid wsp:val=&quot;00C770D1&quot;/&gt;&lt;wsp:rsid wsp:val=&quot;00C7755E&quot;/&gt;&lt;wsp:rsid wsp:val=&quot;00C8619A&quot;/&gt;&lt;wsp:rsid wsp:val=&quot;00C92FF2&quot;/&gt;&lt;wsp:rsid wsp:val=&quot;00C93821&quot;/&gt;&lt;wsp:rsid wsp:val=&quot;00C97344&quot;/&gt;&lt;wsp:rsid wsp:val=&quot;00CA19D6&quot;/&gt;&lt;wsp:rsid wsp:val=&quot;00CA2325&quot;/&gt;&lt;wsp:rsid wsp:val=&quot;00CA2998&quot;/&gt;&lt;wsp:rsid wsp:val=&quot;00CA3AEC&quot;/&gt;&lt;wsp:rsid wsp:val=&quot;00CA411A&quot;/&gt;&lt;wsp:rsid wsp:val=&quot;00CA60BD&quot;/&gt;&lt;wsp:rsid wsp:val=&quot;00CA7558&quot;/&gt;&lt;wsp:rsid wsp:val=&quot;00CA78EE&quot;/&gt;&lt;wsp:rsid wsp:val=&quot;00CB16A0&quot;/&gt;&lt;wsp:rsid wsp:val=&quot;00CB43EE&quot;/&gt;&lt;wsp:rsid wsp:val=&quot;00CC221C&quot;/&gt;&lt;wsp:rsid wsp:val=&quot;00CC3326&quot;/&gt;&lt;wsp:rsid wsp:val=&quot;00CC3F63&quot;/&gt;&lt;wsp:rsid wsp:val=&quot;00CC3F7B&quot;/&gt;&lt;wsp:rsid wsp:val=&quot;00CC4659&quot;/&gt;&lt;wsp:rsid wsp:val=&quot;00CC62E2&quot;/&gt;&lt;wsp:rsid wsp:val=&quot;00CC657D&quot;/&gt;&lt;wsp:rsid wsp:val=&quot;00CD0244&quot;/&gt;&lt;wsp:rsid wsp:val=&quot;00CD0D22&quot;/&gt;&lt;wsp:rsid wsp:val=&quot;00CD1731&quot;/&gt;&lt;wsp:rsid wsp:val=&quot;00CD296D&quot;/&gt;&lt;wsp:rsid wsp:val=&quot;00CE001B&quot;/&gt;&lt;wsp:rsid wsp:val=&quot;00CE1E49&quot;/&gt;&lt;wsp:rsid wsp:val=&quot;00CE37A8&quot;/&gt;&lt;wsp:rsid wsp:val=&quot;00CE6643&quot;/&gt;&lt;wsp:rsid wsp:val=&quot;00CE6B14&quot;/&gt;&lt;wsp:rsid wsp:val=&quot;00CF29D9&quot;/&gt;&lt;wsp:rsid wsp:val=&quot;00CF503C&quot;/&gt;&lt;wsp:rsid wsp:val=&quot;00CF5448&quot;/&gt;&lt;wsp:rsid wsp:val=&quot;00CF5D93&quot;/&gt;&lt;wsp:rsid wsp:val=&quot;00CF6341&quot;/&gt;&lt;wsp:rsid wsp:val=&quot;00D04A79&quot;/&gt;&lt;wsp:rsid wsp:val=&quot;00D067A1&quot;/&gt;&lt;wsp:rsid wsp:val=&quot;00D1296C&quot;/&gt;&lt;wsp:rsid wsp:val=&quot;00D12E3F&quot;/&gt;&lt;wsp:rsid wsp:val=&quot;00D15B8C&quot;/&gt;&lt;wsp:rsid wsp:val=&quot;00D1665C&quot;/&gt;&lt;wsp:rsid wsp:val=&quot;00D23EDC&quot;/&gt;&lt;wsp:rsid wsp:val=&quot;00D30E6E&quot;/&gt;&lt;wsp:rsid wsp:val=&quot;00D3466B&quot;/&gt;&lt;wsp:rsid wsp:val=&quot;00D37398&quot;/&gt;&lt;wsp:rsid wsp:val=&quot;00D40E2F&quot;/&gt;&lt;wsp:rsid wsp:val=&quot;00D41059&quot;/&gt;&lt;wsp:rsid wsp:val=&quot;00D41EA3&quot;/&gt;&lt;wsp:rsid wsp:val=&quot;00D42E78&quot;/&gt;&lt;wsp:rsid wsp:val=&quot;00D43E8E&quot;/&gt;&lt;wsp:rsid wsp:val=&quot;00D446B5&quot;/&gt;&lt;wsp:rsid wsp:val=&quot;00D5160C&quot;/&gt;&lt;wsp:rsid wsp:val=&quot;00D5258B&quot;/&gt;&lt;wsp:rsid wsp:val=&quot;00D52889&quot;/&gt;&lt;wsp:rsid wsp:val=&quot;00D53461&quot;/&gt;&lt;wsp:rsid wsp:val=&quot;00D5452E&quot;/&gt;&lt;wsp:rsid wsp:val=&quot;00D565D7&quot;/&gt;&lt;wsp:rsid wsp:val=&quot;00D56BD7&quot;/&gt;&lt;wsp:rsid wsp:val=&quot;00D56C28&quot;/&gt;&lt;wsp:rsid wsp:val=&quot;00D57F4A&quot;/&gt;&lt;wsp:rsid wsp:val=&quot;00D61738&quot;/&gt;&lt;wsp:rsid wsp:val=&quot;00D65248&quot;/&gt;&lt;wsp:rsid wsp:val=&quot;00D70E12&quot;/&gt;&lt;wsp:rsid wsp:val=&quot;00D7165F&quot;/&gt;&lt;wsp:rsid wsp:val=&quot;00D720FC&quot;/&gt;&lt;wsp:rsid wsp:val=&quot;00D7443D&quot;/&gt;&lt;wsp:rsid wsp:val=&quot;00D837DF&quot;/&gt;&lt;wsp:rsid wsp:val=&quot;00D86085&quot;/&gt;&lt;wsp:rsid wsp:val=&quot;00D877C6&quot;/&gt;&lt;wsp:rsid wsp:val=&quot;00D87ACD&quot;/&gt;&lt;wsp:rsid wsp:val=&quot;00D90015&quot;/&gt;&lt;wsp:rsid wsp:val=&quot;00D9027D&quot;/&gt;&lt;wsp:rsid wsp:val=&quot;00D90FCE&quot;/&gt;&lt;wsp:rsid wsp:val=&quot;00D91E80&quot;/&gt;&lt;wsp:rsid wsp:val=&quot;00D92D18&quot;/&gt;&lt;wsp:rsid wsp:val=&quot;00D93547&quot;/&gt;&lt;wsp:rsid wsp:val=&quot;00DA167E&quot;/&gt;&lt;wsp:rsid wsp:val=&quot;00DA2501&quot;/&gt;&lt;wsp:rsid wsp:val=&quot;00DA500E&quot;/&gt;&lt;wsp:rsid wsp:val=&quot;00DB208E&quot;/&gt;&lt;wsp:rsid wsp:val=&quot;00DB2610&quot;/&gt;&lt;wsp:rsid wsp:val=&quot;00DB3639&quot;/&gt;&lt;wsp:rsid wsp:val=&quot;00DB538A&quot;/&gt;&lt;wsp:rsid wsp:val=&quot;00DB7B27&quot;/&gt;&lt;wsp:rsid wsp:val=&quot;00DC229C&quot;/&gt;&lt;wsp:rsid wsp:val=&quot;00DC3A94&quot;/&gt;&lt;wsp:rsid wsp:val=&quot;00DC507D&quot;/&gt;&lt;wsp:rsid wsp:val=&quot;00DC5359&quot;/&gt;&lt;wsp:rsid wsp:val=&quot;00DC748A&quot;/&gt;&lt;wsp:rsid wsp:val=&quot;00DC7C83&quot;/&gt;&lt;wsp:rsid wsp:val=&quot;00DD1A87&quot;/&gt;&lt;wsp:rsid wsp:val=&quot;00DD2707&quot;/&gt;&lt;wsp:rsid wsp:val=&quot;00DD5A5D&quot;/&gt;&lt;wsp:rsid wsp:val=&quot;00DD6F84&quot;/&gt;&lt;wsp:rsid wsp:val=&quot;00DE06EC&quot;/&gt;&lt;wsp:rsid wsp:val=&quot;00DE0AFB&quot;/&gt;&lt;wsp:rsid wsp:val=&quot;00DE21EB&quot;/&gt;&lt;wsp:rsid wsp:val=&quot;00DE260E&quot;/&gt;&lt;wsp:rsid wsp:val=&quot;00DE7B4F&quot;/&gt;&lt;wsp:rsid wsp:val=&quot;00DE7C6B&quot;/&gt;&lt;wsp:rsid wsp:val=&quot;00DE7F02&quot;/&gt;&lt;wsp:rsid wsp:val=&quot;00DF050A&quot;/&gt;&lt;wsp:rsid wsp:val=&quot;00DF1B4E&quot;/&gt;&lt;wsp:rsid wsp:val=&quot;00DF4508&quot;/&gt;&lt;wsp:rsid wsp:val=&quot;00DF4BB0&quot;/&gt;&lt;wsp:rsid wsp:val=&quot;00DF65B3&quot;/&gt;&lt;wsp:rsid wsp:val=&quot;00E031D7&quot;/&gt;&lt;wsp:rsid wsp:val=&quot;00E06814&quot;/&gt;&lt;wsp:rsid wsp:val=&quot;00E06AAB&quot;/&gt;&lt;wsp:rsid wsp:val=&quot;00E06D15&quot;/&gt;&lt;wsp:rsid wsp:val=&quot;00E07C9F&quot;/&gt;&lt;wsp:rsid wsp:val=&quot;00E1157C&quot;/&gt;&lt;wsp:rsid wsp:val=&quot;00E11B15&quot;/&gt;&lt;wsp:rsid wsp:val=&quot;00E12910&quot;/&gt;&lt;wsp:rsid wsp:val=&quot;00E13EBF&quot;/&gt;&lt;wsp:rsid wsp:val=&quot;00E15F8B&quot;/&gt;&lt;wsp:rsid wsp:val=&quot;00E1735D&quot;/&gt;&lt;wsp:rsid wsp:val=&quot;00E21594&quot;/&gt;&lt;wsp:rsid wsp:val=&quot;00E22F8E&quot;/&gt;&lt;wsp:rsid wsp:val=&quot;00E239BF&quot;/&gt;&lt;wsp:rsid wsp:val=&quot;00E249CF&quot;/&gt;&lt;wsp:rsid wsp:val=&quot;00E261F5&quot;/&gt;&lt;wsp:rsid wsp:val=&quot;00E31B79&quot;/&gt;&lt;wsp:rsid wsp:val=&quot;00E366DC&quot;/&gt;&lt;wsp:rsid wsp:val=&quot;00E36CEB&quot;/&gt;&lt;wsp:rsid wsp:val=&quot;00E36CEC&quot;/&gt;&lt;wsp:rsid wsp:val=&quot;00E420B1&quot;/&gt;&lt;wsp:rsid wsp:val=&quot;00E43A89&quot;/&gt;&lt;wsp:rsid wsp:val=&quot;00E43E5A&quot;/&gt;&lt;wsp:rsid wsp:val=&quot;00E44473&quot;/&gt;&lt;wsp:rsid wsp:val=&quot;00E46D90&quot;/&gt;&lt;wsp:rsid wsp:val=&quot;00E520FA&quot;/&gt;&lt;wsp:rsid wsp:val=&quot;00E5267F&quot;/&gt;&lt;wsp:rsid wsp:val=&quot;00E53053&quot;/&gt;&lt;wsp:rsid wsp:val=&quot;00E54F87&quot;/&gt;&lt;wsp:rsid wsp:val=&quot;00E568F5&quot;/&gt;&lt;wsp:rsid wsp:val=&quot;00E60F5A&quot;/&gt;&lt;wsp:rsid wsp:val=&quot;00E60F9C&quot;/&gt;&lt;wsp:rsid wsp:val=&quot;00E61D9B&quot;/&gt;&lt;wsp:rsid wsp:val=&quot;00E6292B&quot;/&gt;&lt;wsp:rsid wsp:val=&quot;00E66C23&quot;/&gt;&lt;wsp:rsid wsp:val=&quot;00E670F8&quot;/&gt;&lt;wsp:rsid wsp:val=&quot;00E7139B&quot;/&gt;&lt;wsp:rsid wsp:val=&quot;00E7462F&quot;/&gt;&lt;wsp:rsid wsp:val=&quot;00E75C90&quot;/&gt;&lt;wsp:rsid wsp:val=&quot;00E7660A&quot;/&gt;&lt;wsp:rsid wsp:val=&quot;00E77C7B&quot;/&gt;&lt;wsp:rsid wsp:val=&quot;00E8283E&quot;/&gt;&lt;wsp:rsid wsp:val=&quot;00E83443&quot;/&gt;&lt;wsp:rsid wsp:val=&quot;00E836EE&quot;/&gt;&lt;wsp:rsid wsp:val=&quot;00E83AB2&quot;/&gt;&lt;wsp:rsid wsp:val=&quot;00E83CB8&quot;/&gt;&lt;wsp:rsid wsp:val=&quot;00E85066&quot;/&gt;&lt;wsp:rsid wsp:val=&quot;00E8531C&quot;/&gt;&lt;wsp:rsid wsp:val=&quot;00E85EF9&quot;/&gt;&lt;wsp:rsid wsp:val=&quot;00E900BB&quot;/&gt;&lt;wsp:rsid wsp:val=&quot;00E902CA&quot;/&gt;&lt;wsp:rsid wsp:val=&quot;00E9338A&quot;/&gt;&lt;wsp:rsid wsp:val=&quot;00E9595B&quot;/&gt;&lt;wsp:rsid wsp:val=&quot;00EA1437&quot;/&gt;&lt;wsp:rsid wsp:val=&quot;00EA183E&quot;/&gt;&lt;wsp:rsid wsp:val=&quot;00EA1E81&quot;/&gt;&lt;wsp:rsid wsp:val=&quot;00EA50C0&quot;/&gt;&lt;wsp:rsid wsp:val=&quot;00EA78B8&quot;/&gt;&lt;wsp:rsid wsp:val=&quot;00EB29BD&quot;/&gt;&lt;wsp:rsid wsp:val=&quot;00EB2A37&quot;/&gt;&lt;wsp:rsid wsp:val=&quot;00EB611B&quot;/&gt;&lt;wsp:rsid wsp:val=&quot;00EB6648&quot;/&gt;&lt;wsp:rsid wsp:val=&quot;00EC19C4&quot;/&gt;&lt;wsp:rsid wsp:val=&quot;00EC2D38&quot;/&gt;&lt;wsp:rsid wsp:val=&quot;00EC382D&quot;/&gt;&lt;wsp:rsid wsp:val=&quot;00EC50EA&quot;/&gt;&lt;wsp:rsid wsp:val=&quot;00EC52B7&quot;/&gt;&lt;wsp:rsid wsp:val=&quot;00EC5808&quot;/&gt;&lt;wsp:rsid wsp:val=&quot;00EC61D1&quot;/&gt;&lt;wsp:rsid wsp:val=&quot;00EC71A7&quot;/&gt;&lt;wsp:rsid wsp:val=&quot;00EC7409&quot;/&gt;&lt;wsp:rsid wsp:val=&quot;00EC7A30&quot;/&gt;&lt;wsp:rsid wsp:val=&quot;00ED072C&quot;/&gt;&lt;wsp:rsid wsp:val=&quot;00ED1618&quot;/&gt;&lt;wsp:rsid wsp:val=&quot;00ED1A20&quot;/&gt;&lt;wsp:rsid wsp:val=&quot;00ED20B8&quot;/&gt;&lt;wsp:rsid wsp:val=&quot;00ED3711&quot;/&gt;&lt;wsp:rsid wsp:val=&quot;00ED7D3E&quot;/&gt;&lt;wsp:rsid wsp:val=&quot;00EE1696&quot;/&gt;&lt;wsp:rsid wsp:val=&quot;00EE1C58&quot;/&gt;&lt;wsp:rsid wsp:val=&quot;00EE3634&quot;/&gt;&lt;wsp:rsid wsp:val=&quot;00EE3E1D&quot;/&gt;&lt;wsp:rsid wsp:val=&quot;00EE67A9&quot;/&gt;&lt;wsp:rsid wsp:val=&quot;00EE688C&quot;/&gt;&lt;wsp:rsid wsp:val=&quot;00F0100E&quot;/&gt;&lt;wsp:rsid wsp:val=&quot;00F01380&quot;/&gt;&lt;wsp:rsid wsp:val=&quot;00F10FA1&quot;/&gt;&lt;wsp:rsid wsp:val=&quot;00F118E4&quot;/&gt;&lt;wsp:rsid wsp:val=&quot;00F11B46&quot;/&gt;&lt;wsp:rsid wsp:val=&quot;00F1308E&quot;/&gt;&lt;wsp:rsid wsp:val=&quot;00F150C9&quot;/&gt;&lt;wsp:rsid wsp:val=&quot;00F1618B&quot;/&gt;&lt;wsp:rsid wsp:val=&quot;00F20753&quot;/&gt;&lt;wsp:rsid wsp:val=&quot;00F20BED&quot;/&gt;&lt;wsp:rsid wsp:val=&quot;00F221B7&quot;/&gt;&lt;wsp:rsid wsp:val=&quot;00F25450&quot;/&gt;&lt;wsp:rsid wsp:val=&quot;00F25875&quot;/&gt;&lt;wsp:rsid wsp:val=&quot;00F2683C&quot;/&gt;&lt;wsp:rsid wsp:val=&quot;00F26B54&quot;/&gt;&lt;wsp:rsid wsp:val=&quot;00F274BB&quot;/&gt;&lt;wsp:rsid wsp:val=&quot;00F27CD9&quot;/&gt;&lt;wsp:rsid wsp:val=&quot;00F4002A&quot;/&gt;&lt;wsp:rsid wsp:val=&quot;00F41C67&quot;/&gt;&lt;wsp:rsid wsp:val=&quot;00F44105&quot;/&gt;&lt;wsp:rsid wsp:val=&quot;00F45C8F&quot;/&gt;&lt;wsp:rsid wsp:val=&quot;00F47939&quot;/&gt;&lt;wsp:rsid wsp:val=&quot;00F5114B&quot;/&gt;&lt;wsp:rsid wsp:val=&quot;00F51AD9&quot;/&gt;&lt;wsp:rsid wsp:val=&quot;00F55ED2&quot;/&gt;&lt;wsp:rsid wsp:val=&quot;00F57064&quot;/&gt;&lt;wsp:rsid wsp:val=&quot;00F60B69&quot;/&gt;&lt;wsp:rsid wsp:val=&quot;00F61555&quot;/&gt;&lt;wsp:rsid wsp:val=&quot;00F6316D&quot;/&gt;&lt;wsp:rsid wsp:val=&quot;00F6647D&quot;/&gt;&lt;wsp:rsid wsp:val=&quot;00F669C2&quot;/&gt;&lt;wsp:rsid wsp:val=&quot;00F673F7&quot;/&gt;&lt;wsp:rsid wsp:val=&quot;00F67C84&quot;/&gt;&lt;wsp:rsid wsp:val=&quot;00F708D1&quot;/&gt;&lt;wsp:rsid wsp:val=&quot;00F72E51&quot;/&gt;&lt;wsp:rsid wsp:val=&quot;00F73755&quot;/&gt;&lt;wsp:rsid wsp:val=&quot;00F76431&quot;/&gt;&lt;wsp:rsid wsp:val=&quot;00F76DF6&quot;/&gt;&lt;wsp:rsid wsp:val=&quot;00F77399&quot;/&gt;&lt;wsp:rsid wsp:val=&quot;00F77827&quot;/&gt;&lt;wsp:rsid wsp:val=&quot;00F80666&quot;/&gt;&lt;wsp:rsid wsp:val=&quot;00F81930&quot;/&gt;&lt;wsp:rsid wsp:val=&quot;00F8237F&quot;/&gt;&lt;wsp:rsid wsp:val=&quot;00F90BAA&quot;/&gt;&lt;wsp:rsid wsp:val=&quot;00F91549&quot;/&gt;&lt;wsp:rsid wsp:val=&quot;00F93113&quot;/&gt;&lt;wsp:rsid wsp:val=&quot;00FA27A8&quot;/&gt;&lt;wsp:rsid wsp:val=&quot;00FB3AAD&quot;/&gt;&lt;wsp:rsid wsp:val=&quot;00FB78F2&quot;/&gt;&lt;wsp:rsid wsp:val=&quot;00FB79F7&quot;/&gt;&lt;wsp:rsid wsp:val=&quot;00FC0B22&quot;/&gt;&lt;wsp:rsid wsp:val=&quot;00FC20CD&quot;/&gt;&lt;wsp:rsid wsp:val=&quot;00FC4595&quot;/&gt;&lt;wsp:rsid wsp:val=&quot;00FC50CA&quot;/&gt;&lt;wsp:rsid wsp:val=&quot;00FC6353&quot;/&gt;&lt;wsp:rsid wsp:val=&quot;00FC758B&quot;/&gt;&lt;wsp:rsid wsp:val=&quot;00FC77DC&quot;/&gt;&lt;wsp:rsid wsp:val=&quot;00FD09DB&quot;/&gt;&lt;wsp:rsid wsp:val=&quot;00FD38A6&quot;/&gt;&lt;wsp:rsid wsp:val=&quot;00FD4747&quot;/&gt;&lt;wsp:rsid wsp:val=&quot;00FD490C&quot;/&gt;&lt;wsp:rsid wsp:val=&quot;00FD51BF&quot;/&gt;&lt;wsp:rsid wsp:val=&quot;00FD6152&quot;/&gt;&lt;wsp:rsid wsp:val=&quot;00FD67C0&quot;/&gt;&lt;wsp:rsid wsp:val=&quot;00FD6839&quot;/&gt;&lt;wsp:rsid wsp:val=&quot;00FE0837&quot;/&gt;&lt;wsp:rsid wsp:val=&quot;00FE0A35&quot;/&gt;&lt;wsp:rsid wsp:val=&quot;00FE1320&quot;/&gt;&lt;wsp:rsid wsp:val=&quot;00FE1FDA&quot;/&gt;&lt;wsp:rsid wsp:val=&quot;00FE4316&quot;/&gt;&lt;wsp:rsid wsp:val=&quot;00FE4A09&quot;/&gt;&lt;wsp:rsid wsp:val=&quot;00FF10C7&quot;/&gt;&lt;wsp:rsid wsp:val=&quot;00FF4719&quot;/&gt;&lt;wsp:rsid wsp:val=&quot;00FF49D2&quot;/&gt;&lt;wsp:rsid wsp:val=&quot;00FF70CD&quot;/&gt;&lt;wsp:rsid wsp:val=&quot;00FF782E&quot;/&gt;&lt;/wsp:rsids&gt;&lt;/w:docPr&gt;&lt;w:body&gt;&lt;w:p wsp:rsidR=&quot;00000000&quot; wsp:rsidRDefault=&quot;007E7F7C&quot;&gt;&lt;m:oMathPara&gt;&lt;m:oMath&gt;&lt;m:r&gt;&lt;w:rPr&gt;&lt;w:rFonts w:ascii=&quot;Cambria Math&quot; w:h-ansi=&quot;Arial&quot; w:cs=&quot;Arial&quot;/&gt;&lt;wx:font wx:val=&quot;Arial&quot;/&gt;&lt;w:i/&gt;&lt;w:sz w:val=&quot;16&quot;/&gt;&lt;w:sz-cs w:val=&quot;16&quot;/&gt;&lt;/w:rPr&gt;&lt;m:t&gt;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" o:title="" chromakey="white"/>
          </v:shape>
        </w:pict>
      </w:r>
      <w:r w:rsidRPr="00F41C67">
        <w:rPr>
          <w:rFonts w:ascii="Arial" w:hAnsi="Arial" w:cs="Arial"/>
          <w:sz w:val="16"/>
          <w:szCs w:val="16"/>
        </w:rPr>
        <w:fldChar w:fldCharType="end"/>
      </w:r>
      <w:r w:rsidRPr="003E4F16">
        <w:rPr>
          <w:rFonts w:ascii="Arial" w:hAnsi="Arial" w:cs="Arial"/>
          <w:i/>
          <w:sz w:val="16"/>
          <w:szCs w:val="16"/>
        </w:rPr>
        <w:t xml:space="preserve"> 2 Regulaminu rekrutacji.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76F" w:rsidRDefault="0081476F" w:rsidP="005409A9">
    <w:pPr>
      <w:pStyle w:val="Header"/>
      <w:tabs>
        <w:tab w:val="clear" w:pos="9072"/>
      </w:tabs>
      <w:rPr>
        <w:noProof/>
        <w:lang w:eastAsia="pl-PL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listownik_PO_KL" style="position:absolute;margin-left:-16.85pt;margin-top:-12.9pt;width:486pt;height:50.25pt;z-index:251660288;visibility:visible">
          <v:imagedata r:id="rId1" o:title=""/>
        </v:shape>
      </w:pict>
    </w:r>
    <w:r>
      <w:t xml:space="preserve">     </w:t>
    </w:r>
    <w:r>
      <w:tab/>
      <w:t xml:space="preserve">                 </w:t>
    </w:r>
    <w:r>
      <w:rPr>
        <w:noProof/>
        <w:lang w:eastAsia="pl-PL"/>
      </w:rPr>
      <w:t xml:space="preserve">                                </w:t>
    </w:r>
  </w:p>
  <w:p w:rsidR="0081476F" w:rsidRDefault="0081476F" w:rsidP="005409A9">
    <w:pPr>
      <w:pStyle w:val="Header"/>
      <w:tabs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8F6"/>
    <w:multiLevelType w:val="hybridMultilevel"/>
    <w:tmpl w:val="1458F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A9549E"/>
    <w:multiLevelType w:val="hybridMultilevel"/>
    <w:tmpl w:val="FE046912"/>
    <w:lvl w:ilvl="0" w:tplc="513CE408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541F8F"/>
    <w:multiLevelType w:val="hybridMultilevel"/>
    <w:tmpl w:val="4176E0B6"/>
    <w:lvl w:ilvl="0" w:tplc="10D29CFE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2437C"/>
    <w:multiLevelType w:val="hybridMultilevel"/>
    <w:tmpl w:val="7506DE02"/>
    <w:lvl w:ilvl="0" w:tplc="513CE408">
      <w:start w:val="1"/>
      <w:numFmt w:val="decimal"/>
      <w:lvlText w:val="%1."/>
      <w:lvlJc w:val="right"/>
      <w:pPr>
        <w:ind w:left="21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4">
    <w:nsid w:val="1A0B4830"/>
    <w:multiLevelType w:val="hybridMultilevel"/>
    <w:tmpl w:val="A2366BB4"/>
    <w:lvl w:ilvl="0" w:tplc="33D844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DC7F57"/>
    <w:multiLevelType w:val="hybridMultilevel"/>
    <w:tmpl w:val="44922320"/>
    <w:lvl w:ilvl="0" w:tplc="098EF1D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color w:val="auto"/>
      </w:rPr>
    </w:lvl>
    <w:lvl w:ilvl="1" w:tplc="F1DC1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605294"/>
    <w:multiLevelType w:val="hybridMultilevel"/>
    <w:tmpl w:val="D00CDF7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7FC382A"/>
    <w:multiLevelType w:val="hybridMultilevel"/>
    <w:tmpl w:val="D328301C"/>
    <w:lvl w:ilvl="0" w:tplc="A5CCF7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B22EE3"/>
    <w:multiLevelType w:val="hybridMultilevel"/>
    <w:tmpl w:val="0568BC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AF69C0"/>
    <w:multiLevelType w:val="hybridMultilevel"/>
    <w:tmpl w:val="A5A08194"/>
    <w:lvl w:ilvl="0" w:tplc="8C82D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C0B09C24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6425F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1AE26BA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0850AA"/>
    <w:multiLevelType w:val="hybridMultilevel"/>
    <w:tmpl w:val="AF56E5B0"/>
    <w:lvl w:ilvl="0" w:tplc="6C985BC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2C30FD5"/>
    <w:multiLevelType w:val="hybridMultilevel"/>
    <w:tmpl w:val="43244386"/>
    <w:lvl w:ilvl="0" w:tplc="04150017">
      <w:start w:val="1"/>
      <w:numFmt w:val="lowerLetter"/>
      <w:lvlText w:val="%1)"/>
      <w:lvlJc w:val="left"/>
      <w:pPr>
        <w:ind w:left="18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  <w:rPr>
        <w:rFonts w:cs="Times New Roman"/>
      </w:rPr>
    </w:lvl>
  </w:abstractNum>
  <w:abstractNum w:abstractNumId="12">
    <w:nsid w:val="352F79B2"/>
    <w:multiLevelType w:val="hybridMultilevel"/>
    <w:tmpl w:val="309AEF16"/>
    <w:lvl w:ilvl="0" w:tplc="E0129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946447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D46BC1"/>
    <w:multiLevelType w:val="hybridMultilevel"/>
    <w:tmpl w:val="36FCAA8A"/>
    <w:lvl w:ilvl="0" w:tplc="6C985BCE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6131CA5"/>
    <w:multiLevelType w:val="hybridMultilevel"/>
    <w:tmpl w:val="76946C76"/>
    <w:lvl w:ilvl="0" w:tplc="41DAC128">
      <w:start w:val="2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DBD7F5B"/>
    <w:multiLevelType w:val="hybridMultilevel"/>
    <w:tmpl w:val="F4749AF2"/>
    <w:lvl w:ilvl="0" w:tplc="AA6C6F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C748BEAE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6">
    <w:nsid w:val="58E7699A"/>
    <w:multiLevelType w:val="hybridMultilevel"/>
    <w:tmpl w:val="2DF0C8FE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>
    <w:nsid w:val="64AC6EEA"/>
    <w:multiLevelType w:val="hybridMultilevel"/>
    <w:tmpl w:val="A6B2A3D6"/>
    <w:lvl w:ilvl="0" w:tplc="6C985BCE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4007E76"/>
    <w:multiLevelType w:val="hybridMultilevel"/>
    <w:tmpl w:val="8F5057EE"/>
    <w:lvl w:ilvl="0" w:tplc="6C985BCE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43600F5"/>
    <w:multiLevelType w:val="hybridMultilevel"/>
    <w:tmpl w:val="E992283C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nsid w:val="77D90C8F"/>
    <w:multiLevelType w:val="hybridMultilevel"/>
    <w:tmpl w:val="DECCD208"/>
    <w:lvl w:ilvl="0" w:tplc="29703C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</w:rPr>
    </w:lvl>
    <w:lvl w:ilvl="1" w:tplc="DB20FD7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20"/>
  </w:num>
  <w:num w:numId="5">
    <w:abstractNumId w:val="11"/>
  </w:num>
  <w:num w:numId="6">
    <w:abstractNumId w:val="5"/>
  </w:num>
  <w:num w:numId="7">
    <w:abstractNumId w:val="19"/>
  </w:num>
  <w:num w:numId="8">
    <w:abstractNumId w:val="4"/>
  </w:num>
  <w:num w:numId="9">
    <w:abstractNumId w:val="13"/>
  </w:num>
  <w:num w:numId="10">
    <w:abstractNumId w:val="18"/>
  </w:num>
  <w:num w:numId="11">
    <w:abstractNumId w:val="17"/>
  </w:num>
  <w:num w:numId="12">
    <w:abstractNumId w:val="7"/>
  </w:num>
  <w:num w:numId="13">
    <w:abstractNumId w:val="2"/>
  </w:num>
  <w:num w:numId="14">
    <w:abstractNumId w:val="14"/>
  </w:num>
  <w:num w:numId="15">
    <w:abstractNumId w:val="10"/>
  </w:num>
  <w:num w:numId="16">
    <w:abstractNumId w:val="3"/>
  </w:num>
  <w:num w:numId="17">
    <w:abstractNumId w:val="16"/>
  </w:num>
  <w:num w:numId="18">
    <w:abstractNumId w:val="8"/>
  </w:num>
  <w:num w:numId="19">
    <w:abstractNumId w:val="1"/>
  </w:num>
  <w:num w:numId="20">
    <w:abstractNumId w:val="6"/>
  </w:num>
  <w:num w:numId="21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E4"/>
    <w:rsid w:val="00002704"/>
    <w:rsid w:val="000027EB"/>
    <w:rsid w:val="00002DF6"/>
    <w:rsid w:val="00003D18"/>
    <w:rsid w:val="00004D9E"/>
    <w:rsid w:val="00006EA5"/>
    <w:rsid w:val="00011F27"/>
    <w:rsid w:val="0001526E"/>
    <w:rsid w:val="000209D9"/>
    <w:rsid w:val="00020A07"/>
    <w:rsid w:val="00022629"/>
    <w:rsid w:val="0002363C"/>
    <w:rsid w:val="00023C80"/>
    <w:rsid w:val="00024DB6"/>
    <w:rsid w:val="00026440"/>
    <w:rsid w:val="00027C57"/>
    <w:rsid w:val="00035CF1"/>
    <w:rsid w:val="00041400"/>
    <w:rsid w:val="000425D2"/>
    <w:rsid w:val="000441DA"/>
    <w:rsid w:val="00044218"/>
    <w:rsid w:val="00047512"/>
    <w:rsid w:val="00050438"/>
    <w:rsid w:val="0005177E"/>
    <w:rsid w:val="00052B2A"/>
    <w:rsid w:val="000577E5"/>
    <w:rsid w:val="00061094"/>
    <w:rsid w:val="00064BBA"/>
    <w:rsid w:val="00065945"/>
    <w:rsid w:val="00067DFA"/>
    <w:rsid w:val="000703D0"/>
    <w:rsid w:val="000722A9"/>
    <w:rsid w:val="0007337D"/>
    <w:rsid w:val="0007345B"/>
    <w:rsid w:val="00075303"/>
    <w:rsid w:val="00076081"/>
    <w:rsid w:val="000779B2"/>
    <w:rsid w:val="000810B9"/>
    <w:rsid w:val="00087FBC"/>
    <w:rsid w:val="00091756"/>
    <w:rsid w:val="000949CF"/>
    <w:rsid w:val="00094B75"/>
    <w:rsid w:val="000967D2"/>
    <w:rsid w:val="00096B48"/>
    <w:rsid w:val="000A02F9"/>
    <w:rsid w:val="000A2255"/>
    <w:rsid w:val="000A2414"/>
    <w:rsid w:val="000A326C"/>
    <w:rsid w:val="000A3B31"/>
    <w:rsid w:val="000A48A6"/>
    <w:rsid w:val="000A5BE3"/>
    <w:rsid w:val="000A70CA"/>
    <w:rsid w:val="000A733D"/>
    <w:rsid w:val="000B22DB"/>
    <w:rsid w:val="000B40E6"/>
    <w:rsid w:val="000D0B05"/>
    <w:rsid w:val="000D2BAA"/>
    <w:rsid w:val="000D3B09"/>
    <w:rsid w:val="000D494C"/>
    <w:rsid w:val="000E0BA0"/>
    <w:rsid w:val="000E15C4"/>
    <w:rsid w:val="000E7A4A"/>
    <w:rsid w:val="000F27A5"/>
    <w:rsid w:val="000F2995"/>
    <w:rsid w:val="000F2F1A"/>
    <w:rsid w:val="000F3140"/>
    <w:rsid w:val="000F3E7B"/>
    <w:rsid w:val="000F4726"/>
    <w:rsid w:val="000F7500"/>
    <w:rsid w:val="000F7FC7"/>
    <w:rsid w:val="00101047"/>
    <w:rsid w:val="00105509"/>
    <w:rsid w:val="00105D5E"/>
    <w:rsid w:val="0010612E"/>
    <w:rsid w:val="001072F2"/>
    <w:rsid w:val="0011041C"/>
    <w:rsid w:val="00110E69"/>
    <w:rsid w:val="00110F34"/>
    <w:rsid w:val="00112661"/>
    <w:rsid w:val="00115961"/>
    <w:rsid w:val="00115D5B"/>
    <w:rsid w:val="0011732F"/>
    <w:rsid w:val="00121479"/>
    <w:rsid w:val="00122067"/>
    <w:rsid w:val="001231B6"/>
    <w:rsid w:val="001239B3"/>
    <w:rsid w:val="00124736"/>
    <w:rsid w:val="001336CD"/>
    <w:rsid w:val="001372FE"/>
    <w:rsid w:val="001401CD"/>
    <w:rsid w:val="001436A1"/>
    <w:rsid w:val="0014768A"/>
    <w:rsid w:val="00147F88"/>
    <w:rsid w:val="00151688"/>
    <w:rsid w:val="0015373B"/>
    <w:rsid w:val="001563C5"/>
    <w:rsid w:val="00160016"/>
    <w:rsid w:val="00161345"/>
    <w:rsid w:val="00161D98"/>
    <w:rsid w:val="001626A6"/>
    <w:rsid w:val="0016275E"/>
    <w:rsid w:val="00162A4D"/>
    <w:rsid w:val="00163139"/>
    <w:rsid w:val="001635CB"/>
    <w:rsid w:val="001675BE"/>
    <w:rsid w:val="00170C2D"/>
    <w:rsid w:val="00171B8D"/>
    <w:rsid w:val="001730FB"/>
    <w:rsid w:val="00173755"/>
    <w:rsid w:val="001742A4"/>
    <w:rsid w:val="00174938"/>
    <w:rsid w:val="00174EB1"/>
    <w:rsid w:val="0018118F"/>
    <w:rsid w:val="00182976"/>
    <w:rsid w:val="001836B6"/>
    <w:rsid w:val="00183DE7"/>
    <w:rsid w:val="0018498B"/>
    <w:rsid w:val="001851DD"/>
    <w:rsid w:val="00187528"/>
    <w:rsid w:val="00191F41"/>
    <w:rsid w:val="0019203F"/>
    <w:rsid w:val="001931B5"/>
    <w:rsid w:val="00194F60"/>
    <w:rsid w:val="001975B0"/>
    <w:rsid w:val="001A16E9"/>
    <w:rsid w:val="001A3B6E"/>
    <w:rsid w:val="001A3C38"/>
    <w:rsid w:val="001A455F"/>
    <w:rsid w:val="001A4E01"/>
    <w:rsid w:val="001A5338"/>
    <w:rsid w:val="001A7ACE"/>
    <w:rsid w:val="001B0A7B"/>
    <w:rsid w:val="001B150F"/>
    <w:rsid w:val="001B2809"/>
    <w:rsid w:val="001B2FCE"/>
    <w:rsid w:val="001B4BBC"/>
    <w:rsid w:val="001C1105"/>
    <w:rsid w:val="001C3C3E"/>
    <w:rsid w:val="001C3E93"/>
    <w:rsid w:val="001C4222"/>
    <w:rsid w:val="001C5555"/>
    <w:rsid w:val="001C6781"/>
    <w:rsid w:val="001C6FA3"/>
    <w:rsid w:val="001D0782"/>
    <w:rsid w:val="001D32E6"/>
    <w:rsid w:val="001D42AA"/>
    <w:rsid w:val="001D4800"/>
    <w:rsid w:val="001D4E17"/>
    <w:rsid w:val="001D6A8F"/>
    <w:rsid w:val="001E0950"/>
    <w:rsid w:val="001E1410"/>
    <w:rsid w:val="001E6280"/>
    <w:rsid w:val="001E6D5F"/>
    <w:rsid w:val="001E6E11"/>
    <w:rsid w:val="001E6E69"/>
    <w:rsid w:val="001E7C81"/>
    <w:rsid w:val="001F2FC9"/>
    <w:rsid w:val="001F4BA1"/>
    <w:rsid w:val="001F5257"/>
    <w:rsid w:val="00201426"/>
    <w:rsid w:val="0020352D"/>
    <w:rsid w:val="002038AB"/>
    <w:rsid w:val="002045E4"/>
    <w:rsid w:val="00205AA8"/>
    <w:rsid w:val="00207ACB"/>
    <w:rsid w:val="00207C1E"/>
    <w:rsid w:val="002116A6"/>
    <w:rsid w:val="00211A5C"/>
    <w:rsid w:val="002136F9"/>
    <w:rsid w:val="00213A49"/>
    <w:rsid w:val="002157E7"/>
    <w:rsid w:val="002218BD"/>
    <w:rsid w:val="00224CBD"/>
    <w:rsid w:val="00226D3A"/>
    <w:rsid w:val="00226F71"/>
    <w:rsid w:val="0023176E"/>
    <w:rsid w:val="00232EAC"/>
    <w:rsid w:val="002330B3"/>
    <w:rsid w:val="00233809"/>
    <w:rsid w:val="00236544"/>
    <w:rsid w:val="00236F68"/>
    <w:rsid w:val="00236FDE"/>
    <w:rsid w:val="002377DC"/>
    <w:rsid w:val="00240DCB"/>
    <w:rsid w:val="002423F1"/>
    <w:rsid w:val="002426C4"/>
    <w:rsid w:val="00242B67"/>
    <w:rsid w:val="002534E4"/>
    <w:rsid w:val="0025475E"/>
    <w:rsid w:val="00254D05"/>
    <w:rsid w:val="00255204"/>
    <w:rsid w:val="002558DA"/>
    <w:rsid w:val="002603EB"/>
    <w:rsid w:val="00262F8C"/>
    <w:rsid w:val="00265BAE"/>
    <w:rsid w:val="00267C39"/>
    <w:rsid w:val="00271DE3"/>
    <w:rsid w:val="00273AE6"/>
    <w:rsid w:val="00274EBA"/>
    <w:rsid w:val="002762B3"/>
    <w:rsid w:val="00276CA1"/>
    <w:rsid w:val="00284B4F"/>
    <w:rsid w:val="00285584"/>
    <w:rsid w:val="00285AB3"/>
    <w:rsid w:val="00287D08"/>
    <w:rsid w:val="00292B8C"/>
    <w:rsid w:val="0029399B"/>
    <w:rsid w:val="002972BA"/>
    <w:rsid w:val="002A05B2"/>
    <w:rsid w:val="002A1742"/>
    <w:rsid w:val="002A3F70"/>
    <w:rsid w:val="002A6B2B"/>
    <w:rsid w:val="002A7187"/>
    <w:rsid w:val="002A75F1"/>
    <w:rsid w:val="002A7914"/>
    <w:rsid w:val="002B165E"/>
    <w:rsid w:val="002C10DF"/>
    <w:rsid w:val="002C18A8"/>
    <w:rsid w:val="002C2C87"/>
    <w:rsid w:val="002C3A28"/>
    <w:rsid w:val="002C43C4"/>
    <w:rsid w:val="002C470D"/>
    <w:rsid w:val="002C4D00"/>
    <w:rsid w:val="002C5C81"/>
    <w:rsid w:val="002C623F"/>
    <w:rsid w:val="002C62A0"/>
    <w:rsid w:val="002C6F41"/>
    <w:rsid w:val="002C7781"/>
    <w:rsid w:val="002D0044"/>
    <w:rsid w:val="002D38A6"/>
    <w:rsid w:val="002D48BD"/>
    <w:rsid w:val="002D5286"/>
    <w:rsid w:val="002D54AF"/>
    <w:rsid w:val="002E7C3E"/>
    <w:rsid w:val="002F4966"/>
    <w:rsid w:val="002F716C"/>
    <w:rsid w:val="0030184B"/>
    <w:rsid w:val="00302691"/>
    <w:rsid w:val="00302BE3"/>
    <w:rsid w:val="00303B8D"/>
    <w:rsid w:val="00305100"/>
    <w:rsid w:val="00305474"/>
    <w:rsid w:val="00305D67"/>
    <w:rsid w:val="00306B31"/>
    <w:rsid w:val="0031129A"/>
    <w:rsid w:val="00312DFE"/>
    <w:rsid w:val="00315884"/>
    <w:rsid w:val="00316196"/>
    <w:rsid w:val="003165DB"/>
    <w:rsid w:val="00316DAE"/>
    <w:rsid w:val="003215E6"/>
    <w:rsid w:val="00321FEE"/>
    <w:rsid w:val="00324032"/>
    <w:rsid w:val="00326D18"/>
    <w:rsid w:val="00327A57"/>
    <w:rsid w:val="0033264A"/>
    <w:rsid w:val="00334D95"/>
    <w:rsid w:val="003359C5"/>
    <w:rsid w:val="003363A0"/>
    <w:rsid w:val="00336ACA"/>
    <w:rsid w:val="003377F0"/>
    <w:rsid w:val="00337CBE"/>
    <w:rsid w:val="00341CA3"/>
    <w:rsid w:val="0034304E"/>
    <w:rsid w:val="003434BF"/>
    <w:rsid w:val="00345ADC"/>
    <w:rsid w:val="00345E3C"/>
    <w:rsid w:val="00347F83"/>
    <w:rsid w:val="00350591"/>
    <w:rsid w:val="00350AF2"/>
    <w:rsid w:val="00351006"/>
    <w:rsid w:val="003563C7"/>
    <w:rsid w:val="003638BD"/>
    <w:rsid w:val="00364D9E"/>
    <w:rsid w:val="0036793B"/>
    <w:rsid w:val="00367E41"/>
    <w:rsid w:val="003731A4"/>
    <w:rsid w:val="0037399A"/>
    <w:rsid w:val="00373C32"/>
    <w:rsid w:val="0037461D"/>
    <w:rsid w:val="003750FA"/>
    <w:rsid w:val="00385F11"/>
    <w:rsid w:val="003864BB"/>
    <w:rsid w:val="00386581"/>
    <w:rsid w:val="00386B37"/>
    <w:rsid w:val="00391615"/>
    <w:rsid w:val="00393057"/>
    <w:rsid w:val="0039489C"/>
    <w:rsid w:val="003A11D5"/>
    <w:rsid w:val="003A4B4E"/>
    <w:rsid w:val="003A4E52"/>
    <w:rsid w:val="003A554A"/>
    <w:rsid w:val="003A64D4"/>
    <w:rsid w:val="003B1438"/>
    <w:rsid w:val="003B1FD6"/>
    <w:rsid w:val="003B2905"/>
    <w:rsid w:val="003B46F0"/>
    <w:rsid w:val="003B5287"/>
    <w:rsid w:val="003C02DF"/>
    <w:rsid w:val="003C04E7"/>
    <w:rsid w:val="003C2112"/>
    <w:rsid w:val="003C31A6"/>
    <w:rsid w:val="003C6317"/>
    <w:rsid w:val="003C6D93"/>
    <w:rsid w:val="003C72D7"/>
    <w:rsid w:val="003D0872"/>
    <w:rsid w:val="003D3295"/>
    <w:rsid w:val="003D3D61"/>
    <w:rsid w:val="003D6EBB"/>
    <w:rsid w:val="003D772D"/>
    <w:rsid w:val="003D7DFA"/>
    <w:rsid w:val="003E0B12"/>
    <w:rsid w:val="003E28B4"/>
    <w:rsid w:val="003E300F"/>
    <w:rsid w:val="003E4832"/>
    <w:rsid w:val="003E4F16"/>
    <w:rsid w:val="003F00E9"/>
    <w:rsid w:val="003F180C"/>
    <w:rsid w:val="003F21A0"/>
    <w:rsid w:val="003F2E25"/>
    <w:rsid w:val="003F5377"/>
    <w:rsid w:val="003F5449"/>
    <w:rsid w:val="003F5529"/>
    <w:rsid w:val="00400714"/>
    <w:rsid w:val="00402582"/>
    <w:rsid w:val="0040482A"/>
    <w:rsid w:val="00407AA5"/>
    <w:rsid w:val="00407E1D"/>
    <w:rsid w:val="00410E69"/>
    <w:rsid w:val="00413CC4"/>
    <w:rsid w:val="00415364"/>
    <w:rsid w:val="00421D8B"/>
    <w:rsid w:val="004220E1"/>
    <w:rsid w:val="00422443"/>
    <w:rsid w:val="00423580"/>
    <w:rsid w:val="00424AD4"/>
    <w:rsid w:val="00430C1E"/>
    <w:rsid w:val="004318C5"/>
    <w:rsid w:val="004321CB"/>
    <w:rsid w:val="0043419F"/>
    <w:rsid w:val="00436B5B"/>
    <w:rsid w:val="00441113"/>
    <w:rsid w:val="0044180E"/>
    <w:rsid w:val="00441D70"/>
    <w:rsid w:val="004428AD"/>
    <w:rsid w:val="00447624"/>
    <w:rsid w:val="004537BE"/>
    <w:rsid w:val="004545AA"/>
    <w:rsid w:val="00455830"/>
    <w:rsid w:val="004573CD"/>
    <w:rsid w:val="00460EBF"/>
    <w:rsid w:val="004617A7"/>
    <w:rsid w:val="00461D88"/>
    <w:rsid w:val="0046378C"/>
    <w:rsid w:val="004644D7"/>
    <w:rsid w:val="004649A0"/>
    <w:rsid w:val="004740EA"/>
    <w:rsid w:val="0048052C"/>
    <w:rsid w:val="00483A7F"/>
    <w:rsid w:val="00483CC3"/>
    <w:rsid w:val="00486909"/>
    <w:rsid w:val="0049327A"/>
    <w:rsid w:val="00493A65"/>
    <w:rsid w:val="004946F8"/>
    <w:rsid w:val="00496903"/>
    <w:rsid w:val="00497BD9"/>
    <w:rsid w:val="004A089B"/>
    <w:rsid w:val="004A3D9D"/>
    <w:rsid w:val="004A4FF5"/>
    <w:rsid w:val="004B0F9B"/>
    <w:rsid w:val="004B1F31"/>
    <w:rsid w:val="004B3F5D"/>
    <w:rsid w:val="004B6494"/>
    <w:rsid w:val="004B6CEB"/>
    <w:rsid w:val="004B70D1"/>
    <w:rsid w:val="004B7ABF"/>
    <w:rsid w:val="004C1A04"/>
    <w:rsid w:val="004C65EC"/>
    <w:rsid w:val="004D0E02"/>
    <w:rsid w:val="004D1E8D"/>
    <w:rsid w:val="004D3376"/>
    <w:rsid w:val="004D6A1C"/>
    <w:rsid w:val="004D7D96"/>
    <w:rsid w:val="004E12FB"/>
    <w:rsid w:val="004E1969"/>
    <w:rsid w:val="004E295C"/>
    <w:rsid w:val="004E4CCC"/>
    <w:rsid w:val="004F17E3"/>
    <w:rsid w:val="004F3359"/>
    <w:rsid w:val="004F58A9"/>
    <w:rsid w:val="004F5DBB"/>
    <w:rsid w:val="00500508"/>
    <w:rsid w:val="00502525"/>
    <w:rsid w:val="00503200"/>
    <w:rsid w:val="00503548"/>
    <w:rsid w:val="00503FC4"/>
    <w:rsid w:val="00503FCA"/>
    <w:rsid w:val="0050487D"/>
    <w:rsid w:val="00505A39"/>
    <w:rsid w:val="00505EEA"/>
    <w:rsid w:val="0050717C"/>
    <w:rsid w:val="005128CF"/>
    <w:rsid w:val="00512959"/>
    <w:rsid w:val="00513D50"/>
    <w:rsid w:val="0051740B"/>
    <w:rsid w:val="00520E4D"/>
    <w:rsid w:val="00521FD3"/>
    <w:rsid w:val="0052430E"/>
    <w:rsid w:val="00524759"/>
    <w:rsid w:val="00524E45"/>
    <w:rsid w:val="00525213"/>
    <w:rsid w:val="005262A0"/>
    <w:rsid w:val="005310CF"/>
    <w:rsid w:val="00531CBF"/>
    <w:rsid w:val="00532A7E"/>
    <w:rsid w:val="00532EE7"/>
    <w:rsid w:val="0053371E"/>
    <w:rsid w:val="005343C7"/>
    <w:rsid w:val="00534770"/>
    <w:rsid w:val="0053683A"/>
    <w:rsid w:val="00537B9D"/>
    <w:rsid w:val="005409A9"/>
    <w:rsid w:val="00541D9E"/>
    <w:rsid w:val="0054235D"/>
    <w:rsid w:val="00544B18"/>
    <w:rsid w:val="0054620D"/>
    <w:rsid w:val="005528C2"/>
    <w:rsid w:val="00553C18"/>
    <w:rsid w:val="00554A32"/>
    <w:rsid w:val="0056097C"/>
    <w:rsid w:val="00560B8B"/>
    <w:rsid w:val="00560EB6"/>
    <w:rsid w:val="00562931"/>
    <w:rsid w:val="0056364B"/>
    <w:rsid w:val="00564519"/>
    <w:rsid w:val="005645B4"/>
    <w:rsid w:val="00566869"/>
    <w:rsid w:val="005711CC"/>
    <w:rsid w:val="0057161F"/>
    <w:rsid w:val="00572C2E"/>
    <w:rsid w:val="0057367D"/>
    <w:rsid w:val="005808B4"/>
    <w:rsid w:val="00581FC4"/>
    <w:rsid w:val="0058268C"/>
    <w:rsid w:val="00582FC0"/>
    <w:rsid w:val="00583F72"/>
    <w:rsid w:val="005902E8"/>
    <w:rsid w:val="0059067B"/>
    <w:rsid w:val="00590E74"/>
    <w:rsid w:val="00593237"/>
    <w:rsid w:val="005950AF"/>
    <w:rsid w:val="00597012"/>
    <w:rsid w:val="005A164E"/>
    <w:rsid w:val="005A5C95"/>
    <w:rsid w:val="005A6281"/>
    <w:rsid w:val="005A6910"/>
    <w:rsid w:val="005A7E0A"/>
    <w:rsid w:val="005B1BD9"/>
    <w:rsid w:val="005B2C9E"/>
    <w:rsid w:val="005B3DDF"/>
    <w:rsid w:val="005B4ADE"/>
    <w:rsid w:val="005C0016"/>
    <w:rsid w:val="005C0F8B"/>
    <w:rsid w:val="005C1F06"/>
    <w:rsid w:val="005C3E0C"/>
    <w:rsid w:val="005C404B"/>
    <w:rsid w:val="005C5539"/>
    <w:rsid w:val="005C7366"/>
    <w:rsid w:val="005C75D7"/>
    <w:rsid w:val="005D02C3"/>
    <w:rsid w:val="005D19F6"/>
    <w:rsid w:val="005D4EBC"/>
    <w:rsid w:val="005D5073"/>
    <w:rsid w:val="005D6DCE"/>
    <w:rsid w:val="005D76F5"/>
    <w:rsid w:val="005E088A"/>
    <w:rsid w:val="005E0BD9"/>
    <w:rsid w:val="005E0CD3"/>
    <w:rsid w:val="005E215D"/>
    <w:rsid w:val="005E2A91"/>
    <w:rsid w:val="005E4896"/>
    <w:rsid w:val="005E5B12"/>
    <w:rsid w:val="005E76EF"/>
    <w:rsid w:val="005F3E3F"/>
    <w:rsid w:val="005F57F0"/>
    <w:rsid w:val="00601468"/>
    <w:rsid w:val="00602447"/>
    <w:rsid w:val="00602611"/>
    <w:rsid w:val="00602D69"/>
    <w:rsid w:val="00605C17"/>
    <w:rsid w:val="00606386"/>
    <w:rsid w:val="00607440"/>
    <w:rsid w:val="00607FD1"/>
    <w:rsid w:val="00613711"/>
    <w:rsid w:val="006143BA"/>
    <w:rsid w:val="00614B9E"/>
    <w:rsid w:val="00615300"/>
    <w:rsid w:val="00616800"/>
    <w:rsid w:val="00616EDE"/>
    <w:rsid w:val="006218E0"/>
    <w:rsid w:val="00622E48"/>
    <w:rsid w:val="00623E26"/>
    <w:rsid w:val="00624302"/>
    <w:rsid w:val="00626B48"/>
    <w:rsid w:val="006325A9"/>
    <w:rsid w:val="0063441A"/>
    <w:rsid w:val="00635EA3"/>
    <w:rsid w:val="00636003"/>
    <w:rsid w:val="00643663"/>
    <w:rsid w:val="0064647A"/>
    <w:rsid w:val="006469C9"/>
    <w:rsid w:val="0064743E"/>
    <w:rsid w:val="00647AAB"/>
    <w:rsid w:val="00647C4F"/>
    <w:rsid w:val="00651C69"/>
    <w:rsid w:val="00653563"/>
    <w:rsid w:val="00653902"/>
    <w:rsid w:val="006545DF"/>
    <w:rsid w:val="00654F82"/>
    <w:rsid w:val="00655F7A"/>
    <w:rsid w:val="006578C4"/>
    <w:rsid w:val="006622ED"/>
    <w:rsid w:val="00662F59"/>
    <w:rsid w:val="00666C10"/>
    <w:rsid w:val="00666CF3"/>
    <w:rsid w:val="00667A3C"/>
    <w:rsid w:val="00667FB4"/>
    <w:rsid w:val="00671107"/>
    <w:rsid w:val="00671BF5"/>
    <w:rsid w:val="006723CC"/>
    <w:rsid w:val="006724EC"/>
    <w:rsid w:val="00672E31"/>
    <w:rsid w:val="00674737"/>
    <w:rsid w:val="006757BB"/>
    <w:rsid w:val="00675FCB"/>
    <w:rsid w:val="00682274"/>
    <w:rsid w:val="00682279"/>
    <w:rsid w:val="006835FC"/>
    <w:rsid w:val="006838AB"/>
    <w:rsid w:val="00683FCB"/>
    <w:rsid w:val="00684360"/>
    <w:rsid w:val="00684ED4"/>
    <w:rsid w:val="006854BF"/>
    <w:rsid w:val="00685BDA"/>
    <w:rsid w:val="00687FED"/>
    <w:rsid w:val="006920A2"/>
    <w:rsid w:val="00692C23"/>
    <w:rsid w:val="00693BCD"/>
    <w:rsid w:val="006952EC"/>
    <w:rsid w:val="006954CA"/>
    <w:rsid w:val="00696C30"/>
    <w:rsid w:val="00697422"/>
    <w:rsid w:val="006A43E3"/>
    <w:rsid w:val="006A683F"/>
    <w:rsid w:val="006A6DC3"/>
    <w:rsid w:val="006B3BC1"/>
    <w:rsid w:val="006B5573"/>
    <w:rsid w:val="006B5C3D"/>
    <w:rsid w:val="006B67ED"/>
    <w:rsid w:val="006B770F"/>
    <w:rsid w:val="006B7A02"/>
    <w:rsid w:val="006C05E2"/>
    <w:rsid w:val="006C06CC"/>
    <w:rsid w:val="006C53CC"/>
    <w:rsid w:val="006C5AC4"/>
    <w:rsid w:val="006D3921"/>
    <w:rsid w:val="006D5066"/>
    <w:rsid w:val="006D5DE4"/>
    <w:rsid w:val="006D5E7D"/>
    <w:rsid w:val="006E1DEA"/>
    <w:rsid w:val="006E3E35"/>
    <w:rsid w:val="006E5850"/>
    <w:rsid w:val="006E6F46"/>
    <w:rsid w:val="006F5ABA"/>
    <w:rsid w:val="006F7E4B"/>
    <w:rsid w:val="007000C2"/>
    <w:rsid w:val="007067DE"/>
    <w:rsid w:val="00716CCE"/>
    <w:rsid w:val="00721667"/>
    <w:rsid w:val="0072251A"/>
    <w:rsid w:val="00722E46"/>
    <w:rsid w:val="007255D5"/>
    <w:rsid w:val="00730D91"/>
    <w:rsid w:val="00732A87"/>
    <w:rsid w:val="00736030"/>
    <w:rsid w:val="00736C78"/>
    <w:rsid w:val="00740CD6"/>
    <w:rsid w:val="00740F55"/>
    <w:rsid w:val="007425FF"/>
    <w:rsid w:val="00744101"/>
    <w:rsid w:val="007444D9"/>
    <w:rsid w:val="007458ED"/>
    <w:rsid w:val="00747454"/>
    <w:rsid w:val="007517DA"/>
    <w:rsid w:val="00752AFD"/>
    <w:rsid w:val="007537E8"/>
    <w:rsid w:val="0075511F"/>
    <w:rsid w:val="00757D71"/>
    <w:rsid w:val="00761179"/>
    <w:rsid w:val="007635EB"/>
    <w:rsid w:val="0076383B"/>
    <w:rsid w:val="00763FBB"/>
    <w:rsid w:val="00770F5B"/>
    <w:rsid w:val="007732E5"/>
    <w:rsid w:val="00773EDA"/>
    <w:rsid w:val="0077406E"/>
    <w:rsid w:val="00774EBB"/>
    <w:rsid w:val="0078034D"/>
    <w:rsid w:val="00785895"/>
    <w:rsid w:val="00785BA3"/>
    <w:rsid w:val="007866E6"/>
    <w:rsid w:val="00790AAC"/>
    <w:rsid w:val="007930F5"/>
    <w:rsid w:val="007A0176"/>
    <w:rsid w:val="007A1C36"/>
    <w:rsid w:val="007A259A"/>
    <w:rsid w:val="007A35BD"/>
    <w:rsid w:val="007A4F5D"/>
    <w:rsid w:val="007A5FA8"/>
    <w:rsid w:val="007B009D"/>
    <w:rsid w:val="007B330C"/>
    <w:rsid w:val="007B58FF"/>
    <w:rsid w:val="007B5A6F"/>
    <w:rsid w:val="007B7140"/>
    <w:rsid w:val="007B7538"/>
    <w:rsid w:val="007C0496"/>
    <w:rsid w:val="007C06D3"/>
    <w:rsid w:val="007C251D"/>
    <w:rsid w:val="007C3226"/>
    <w:rsid w:val="007C3B01"/>
    <w:rsid w:val="007C4C7A"/>
    <w:rsid w:val="007C6377"/>
    <w:rsid w:val="007C7CF9"/>
    <w:rsid w:val="007D1ECD"/>
    <w:rsid w:val="007D20A6"/>
    <w:rsid w:val="007D3155"/>
    <w:rsid w:val="007D3354"/>
    <w:rsid w:val="007D3F18"/>
    <w:rsid w:val="007D3F88"/>
    <w:rsid w:val="007D5F08"/>
    <w:rsid w:val="007E1717"/>
    <w:rsid w:val="007E203E"/>
    <w:rsid w:val="007E227C"/>
    <w:rsid w:val="007E334C"/>
    <w:rsid w:val="007E5417"/>
    <w:rsid w:val="007E54C0"/>
    <w:rsid w:val="007E56C7"/>
    <w:rsid w:val="007E643C"/>
    <w:rsid w:val="007E6899"/>
    <w:rsid w:val="007E6DCD"/>
    <w:rsid w:val="007E6E3B"/>
    <w:rsid w:val="007E7416"/>
    <w:rsid w:val="007F056C"/>
    <w:rsid w:val="007F2294"/>
    <w:rsid w:val="007F2D52"/>
    <w:rsid w:val="007F2F8B"/>
    <w:rsid w:val="007F33A3"/>
    <w:rsid w:val="007F361C"/>
    <w:rsid w:val="007F68AD"/>
    <w:rsid w:val="007F7FE4"/>
    <w:rsid w:val="00801ADE"/>
    <w:rsid w:val="00803DB7"/>
    <w:rsid w:val="00806A7D"/>
    <w:rsid w:val="00806EA8"/>
    <w:rsid w:val="0080786E"/>
    <w:rsid w:val="00807E6C"/>
    <w:rsid w:val="00812556"/>
    <w:rsid w:val="0081476F"/>
    <w:rsid w:val="008148F9"/>
    <w:rsid w:val="008153B7"/>
    <w:rsid w:val="00815A3D"/>
    <w:rsid w:val="00817D71"/>
    <w:rsid w:val="00817F7F"/>
    <w:rsid w:val="008224B5"/>
    <w:rsid w:val="00824313"/>
    <w:rsid w:val="00827AB5"/>
    <w:rsid w:val="00830991"/>
    <w:rsid w:val="00830A3B"/>
    <w:rsid w:val="00833E74"/>
    <w:rsid w:val="008359A0"/>
    <w:rsid w:val="008360C1"/>
    <w:rsid w:val="00836144"/>
    <w:rsid w:val="00836A80"/>
    <w:rsid w:val="008459D2"/>
    <w:rsid w:val="00845B27"/>
    <w:rsid w:val="008478E0"/>
    <w:rsid w:val="00850036"/>
    <w:rsid w:val="008507F5"/>
    <w:rsid w:val="00850A08"/>
    <w:rsid w:val="00853317"/>
    <w:rsid w:val="00854196"/>
    <w:rsid w:val="008553B4"/>
    <w:rsid w:val="00855BE3"/>
    <w:rsid w:val="0086045E"/>
    <w:rsid w:val="00861031"/>
    <w:rsid w:val="00862ED0"/>
    <w:rsid w:val="008645FC"/>
    <w:rsid w:val="008655A0"/>
    <w:rsid w:val="008671D6"/>
    <w:rsid w:val="0087417F"/>
    <w:rsid w:val="00876374"/>
    <w:rsid w:val="00876FD8"/>
    <w:rsid w:val="00877245"/>
    <w:rsid w:val="00880731"/>
    <w:rsid w:val="0088080C"/>
    <w:rsid w:val="00882035"/>
    <w:rsid w:val="00885DB1"/>
    <w:rsid w:val="008863C8"/>
    <w:rsid w:val="00886DB6"/>
    <w:rsid w:val="0089031D"/>
    <w:rsid w:val="008930CD"/>
    <w:rsid w:val="00893965"/>
    <w:rsid w:val="008958BC"/>
    <w:rsid w:val="00897007"/>
    <w:rsid w:val="008A4294"/>
    <w:rsid w:val="008A52E9"/>
    <w:rsid w:val="008A58E4"/>
    <w:rsid w:val="008A5D7A"/>
    <w:rsid w:val="008A6CE8"/>
    <w:rsid w:val="008A6E79"/>
    <w:rsid w:val="008A7621"/>
    <w:rsid w:val="008B0375"/>
    <w:rsid w:val="008B0C4E"/>
    <w:rsid w:val="008B35D1"/>
    <w:rsid w:val="008B7D61"/>
    <w:rsid w:val="008C0181"/>
    <w:rsid w:val="008C080F"/>
    <w:rsid w:val="008C13B7"/>
    <w:rsid w:val="008C35F8"/>
    <w:rsid w:val="008C4940"/>
    <w:rsid w:val="008C514C"/>
    <w:rsid w:val="008C5E93"/>
    <w:rsid w:val="008D1ED6"/>
    <w:rsid w:val="008D5AB3"/>
    <w:rsid w:val="008D6497"/>
    <w:rsid w:val="008E32A5"/>
    <w:rsid w:val="008E44D0"/>
    <w:rsid w:val="008E617B"/>
    <w:rsid w:val="008F0963"/>
    <w:rsid w:val="008F11BE"/>
    <w:rsid w:val="008F471F"/>
    <w:rsid w:val="008F5CD4"/>
    <w:rsid w:val="008F7B8A"/>
    <w:rsid w:val="00903310"/>
    <w:rsid w:val="00906BE1"/>
    <w:rsid w:val="00907B98"/>
    <w:rsid w:val="009131CA"/>
    <w:rsid w:val="00914E57"/>
    <w:rsid w:val="009152B9"/>
    <w:rsid w:val="009165C5"/>
    <w:rsid w:val="00916662"/>
    <w:rsid w:val="0091768E"/>
    <w:rsid w:val="0092226F"/>
    <w:rsid w:val="00924E36"/>
    <w:rsid w:val="00930126"/>
    <w:rsid w:val="00932549"/>
    <w:rsid w:val="00932972"/>
    <w:rsid w:val="0093426B"/>
    <w:rsid w:val="00935D01"/>
    <w:rsid w:val="00935E91"/>
    <w:rsid w:val="00940F63"/>
    <w:rsid w:val="0094563E"/>
    <w:rsid w:val="00946ACD"/>
    <w:rsid w:val="009552D0"/>
    <w:rsid w:val="009567EB"/>
    <w:rsid w:val="009601F6"/>
    <w:rsid w:val="00963770"/>
    <w:rsid w:val="00965279"/>
    <w:rsid w:val="0096578F"/>
    <w:rsid w:val="00967ED9"/>
    <w:rsid w:val="009736EB"/>
    <w:rsid w:val="00973881"/>
    <w:rsid w:val="009750A6"/>
    <w:rsid w:val="0097646F"/>
    <w:rsid w:val="00976603"/>
    <w:rsid w:val="009767A4"/>
    <w:rsid w:val="00977670"/>
    <w:rsid w:val="00977DCD"/>
    <w:rsid w:val="00980A6C"/>
    <w:rsid w:val="00981473"/>
    <w:rsid w:val="00981BE4"/>
    <w:rsid w:val="00981EB0"/>
    <w:rsid w:val="0098291E"/>
    <w:rsid w:val="00983748"/>
    <w:rsid w:val="009873F0"/>
    <w:rsid w:val="00987C6B"/>
    <w:rsid w:val="00991777"/>
    <w:rsid w:val="00992C32"/>
    <w:rsid w:val="00992D97"/>
    <w:rsid w:val="00995EC8"/>
    <w:rsid w:val="00997855"/>
    <w:rsid w:val="009A3D19"/>
    <w:rsid w:val="009A6057"/>
    <w:rsid w:val="009A7AB8"/>
    <w:rsid w:val="009B1570"/>
    <w:rsid w:val="009B1872"/>
    <w:rsid w:val="009B21B4"/>
    <w:rsid w:val="009B254E"/>
    <w:rsid w:val="009B3213"/>
    <w:rsid w:val="009B42B6"/>
    <w:rsid w:val="009B5C34"/>
    <w:rsid w:val="009B63D4"/>
    <w:rsid w:val="009B6DF2"/>
    <w:rsid w:val="009C154A"/>
    <w:rsid w:val="009C15E9"/>
    <w:rsid w:val="009C4C6F"/>
    <w:rsid w:val="009C5F88"/>
    <w:rsid w:val="009D15B1"/>
    <w:rsid w:val="009D169C"/>
    <w:rsid w:val="009D50A4"/>
    <w:rsid w:val="009D52F7"/>
    <w:rsid w:val="009D790F"/>
    <w:rsid w:val="009E0375"/>
    <w:rsid w:val="009E09E3"/>
    <w:rsid w:val="009E0DA7"/>
    <w:rsid w:val="009E115E"/>
    <w:rsid w:val="009E163E"/>
    <w:rsid w:val="009E5488"/>
    <w:rsid w:val="009E69D9"/>
    <w:rsid w:val="009E786C"/>
    <w:rsid w:val="009F1252"/>
    <w:rsid w:val="009F2BDD"/>
    <w:rsid w:val="009F2E92"/>
    <w:rsid w:val="009F54B6"/>
    <w:rsid w:val="009F5BB1"/>
    <w:rsid w:val="009F5E9B"/>
    <w:rsid w:val="00A00205"/>
    <w:rsid w:val="00A0133D"/>
    <w:rsid w:val="00A01499"/>
    <w:rsid w:val="00A02B50"/>
    <w:rsid w:val="00A05451"/>
    <w:rsid w:val="00A0577A"/>
    <w:rsid w:val="00A066DA"/>
    <w:rsid w:val="00A06F81"/>
    <w:rsid w:val="00A11F2E"/>
    <w:rsid w:val="00A147EE"/>
    <w:rsid w:val="00A16A53"/>
    <w:rsid w:val="00A16B16"/>
    <w:rsid w:val="00A24D04"/>
    <w:rsid w:val="00A24DAF"/>
    <w:rsid w:val="00A3230B"/>
    <w:rsid w:val="00A329E9"/>
    <w:rsid w:val="00A3453C"/>
    <w:rsid w:val="00A41C84"/>
    <w:rsid w:val="00A4243D"/>
    <w:rsid w:val="00A42AC2"/>
    <w:rsid w:val="00A45512"/>
    <w:rsid w:val="00A475D3"/>
    <w:rsid w:val="00A502E9"/>
    <w:rsid w:val="00A50820"/>
    <w:rsid w:val="00A50830"/>
    <w:rsid w:val="00A51384"/>
    <w:rsid w:val="00A5180B"/>
    <w:rsid w:val="00A52BEB"/>
    <w:rsid w:val="00A5677D"/>
    <w:rsid w:val="00A57CA6"/>
    <w:rsid w:val="00A60E73"/>
    <w:rsid w:val="00A61AFB"/>
    <w:rsid w:val="00A62B70"/>
    <w:rsid w:val="00A63154"/>
    <w:rsid w:val="00A63621"/>
    <w:rsid w:val="00A706DD"/>
    <w:rsid w:val="00A71C51"/>
    <w:rsid w:val="00A7289C"/>
    <w:rsid w:val="00A7439A"/>
    <w:rsid w:val="00A74C0C"/>
    <w:rsid w:val="00A76E2C"/>
    <w:rsid w:val="00A77299"/>
    <w:rsid w:val="00A818D6"/>
    <w:rsid w:val="00A82736"/>
    <w:rsid w:val="00A9140D"/>
    <w:rsid w:val="00A93346"/>
    <w:rsid w:val="00A938AA"/>
    <w:rsid w:val="00A93BD5"/>
    <w:rsid w:val="00A96377"/>
    <w:rsid w:val="00A96FEC"/>
    <w:rsid w:val="00AA1585"/>
    <w:rsid w:val="00AA2B1C"/>
    <w:rsid w:val="00AA4693"/>
    <w:rsid w:val="00AA60E0"/>
    <w:rsid w:val="00AB0C17"/>
    <w:rsid w:val="00AB227C"/>
    <w:rsid w:val="00AB300E"/>
    <w:rsid w:val="00AB49ED"/>
    <w:rsid w:val="00AB6CE5"/>
    <w:rsid w:val="00AB6F05"/>
    <w:rsid w:val="00AB766A"/>
    <w:rsid w:val="00AB7853"/>
    <w:rsid w:val="00AB78FA"/>
    <w:rsid w:val="00AB7A87"/>
    <w:rsid w:val="00AC0963"/>
    <w:rsid w:val="00AC0A64"/>
    <w:rsid w:val="00AC15B2"/>
    <w:rsid w:val="00AC1D26"/>
    <w:rsid w:val="00AC1E41"/>
    <w:rsid w:val="00AC2427"/>
    <w:rsid w:val="00AC6D74"/>
    <w:rsid w:val="00AC74BF"/>
    <w:rsid w:val="00AD7B67"/>
    <w:rsid w:val="00AE3965"/>
    <w:rsid w:val="00AE44A4"/>
    <w:rsid w:val="00AE5950"/>
    <w:rsid w:val="00AE6776"/>
    <w:rsid w:val="00AF12A2"/>
    <w:rsid w:val="00AF313A"/>
    <w:rsid w:val="00AF4029"/>
    <w:rsid w:val="00AF6162"/>
    <w:rsid w:val="00B0292F"/>
    <w:rsid w:val="00B03DC9"/>
    <w:rsid w:val="00B14738"/>
    <w:rsid w:val="00B1660C"/>
    <w:rsid w:val="00B179FD"/>
    <w:rsid w:val="00B302E6"/>
    <w:rsid w:val="00B30A8C"/>
    <w:rsid w:val="00B30C96"/>
    <w:rsid w:val="00B30E63"/>
    <w:rsid w:val="00B3300C"/>
    <w:rsid w:val="00B33137"/>
    <w:rsid w:val="00B334D1"/>
    <w:rsid w:val="00B336F8"/>
    <w:rsid w:val="00B343B4"/>
    <w:rsid w:val="00B34D0D"/>
    <w:rsid w:val="00B35071"/>
    <w:rsid w:val="00B351ED"/>
    <w:rsid w:val="00B42663"/>
    <w:rsid w:val="00B42D47"/>
    <w:rsid w:val="00B4482D"/>
    <w:rsid w:val="00B45D6F"/>
    <w:rsid w:val="00B464DC"/>
    <w:rsid w:val="00B469BC"/>
    <w:rsid w:val="00B50524"/>
    <w:rsid w:val="00B5098C"/>
    <w:rsid w:val="00B5422F"/>
    <w:rsid w:val="00B5516D"/>
    <w:rsid w:val="00B568E3"/>
    <w:rsid w:val="00B56D5C"/>
    <w:rsid w:val="00B612E6"/>
    <w:rsid w:val="00B61F13"/>
    <w:rsid w:val="00B62658"/>
    <w:rsid w:val="00B62CF6"/>
    <w:rsid w:val="00B6406D"/>
    <w:rsid w:val="00B6687B"/>
    <w:rsid w:val="00B6748C"/>
    <w:rsid w:val="00B67E61"/>
    <w:rsid w:val="00B70368"/>
    <w:rsid w:val="00B71F3F"/>
    <w:rsid w:val="00B73423"/>
    <w:rsid w:val="00B757CC"/>
    <w:rsid w:val="00B826A8"/>
    <w:rsid w:val="00B85143"/>
    <w:rsid w:val="00B8570D"/>
    <w:rsid w:val="00B87899"/>
    <w:rsid w:val="00B910A1"/>
    <w:rsid w:val="00B91549"/>
    <w:rsid w:val="00B9180C"/>
    <w:rsid w:val="00B9382E"/>
    <w:rsid w:val="00B95636"/>
    <w:rsid w:val="00B96715"/>
    <w:rsid w:val="00B968C3"/>
    <w:rsid w:val="00B97912"/>
    <w:rsid w:val="00B979ED"/>
    <w:rsid w:val="00B97DCC"/>
    <w:rsid w:val="00BA1792"/>
    <w:rsid w:val="00BA1AC7"/>
    <w:rsid w:val="00BA1D19"/>
    <w:rsid w:val="00BB2D7D"/>
    <w:rsid w:val="00BB51EB"/>
    <w:rsid w:val="00BC3A69"/>
    <w:rsid w:val="00BC4BC2"/>
    <w:rsid w:val="00BC54C3"/>
    <w:rsid w:val="00BD260A"/>
    <w:rsid w:val="00BD6702"/>
    <w:rsid w:val="00BE117F"/>
    <w:rsid w:val="00BE1CA9"/>
    <w:rsid w:val="00BE2D8F"/>
    <w:rsid w:val="00BE2E04"/>
    <w:rsid w:val="00BE3FB7"/>
    <w:rsid w:val="00BE4CD5"/>
    <w:rsid w:val="00BE5D60"/>
    <w:rsid w:val="00BE6A59"/>
    <w:rsid w:val="00BF04A3"/>
    <w:rsid w:val="00BF08B5"/>
    <w:rsid w:val="00BF265C"/>
    <w:rsid w:val="00BF2C60"/>
    <w:rsid w:val="00BF34F0"/>
    <w:rsid w:val="00BF3B3C"/>
    <w:rsid w:val="00BF61D4"/>
    <w:rsid w:val="00BF6EB7"/>
    <w:rsid w:val="00C0306E"/>
    <w:rsid w:val="00C043CE"/>
    <w:rsid w:val="00C07049"/>
    <w:rsid w:val="00C0791F"/>
    <w:rsid w:val="00C10682"/>
    <w:rsid w:val="00C11846"/>
    <w:rsid w:val="00C156A4"/>
    <w:rsid w:val="00C16AEA"/>
    <w:rsid w:val="00C17B49"/>
    <w:rsid w:val="00C2612E"/>
    <w:rsid w:val="00C30310"/>
    <w:rsid w:val="00C30BA1"/>
    <w:rsid w:val="00C320CE"/>
    <w:rsid w:val="00C41652"/>
    <w:rsid w:val="00C42B19"/>
    <w:rsid w:val="00C43718"/>
    <w:rsid w:val="00C4417F"/>
    <w:rsid w:val="00C47739"/>
    <w:rsid w:val="00C50EC5"/>
    <w:rsid w:val="00C51EA5"/>
    <w:rsid w:val="00C638D7"/>
    <w:rsid w:val="00C63ACC"/>
    <w:rsid w:val="00C63C43"/>
    <w:rsid w:val="00C64DA3"/>
    <w:rsid w:val="00C652B4"/>
    <w:rsid w:val="00C6580D"/>
    <w:rsid w:val="00C6602E"/>
    <w:rsid w:val="00C71DDB"/>
    <w:rsid w:val="00C71E0A"/>
    <w:rsid w:val="00C72F60"/>
    <w:rsid w:val="00C73F7B"/>
    <w:rsid w:val="00C751A0"/>
    <w:rsid w:val="00C770D1"/>
    <w:rsid w:val="00C7755E"/>
    <w:rsid w:val="00C8619A"/>
    <w:rsid w:val="00C92FF2"/>
    <w:rsid w:val="00C93821"/>
    <w:rsid w:val="00C97344"/>
    <w:rsid w:val="00CA19D6"/>
    <w:rsid w:val="00CA2325"/>
    <w:rsid w:val="00CA2998"/>
    <w:rsid w:val="00CA3AEC"/>
    <w:rsid w:val="00CA411A"/>
    <w:rsid w:val="00CA60BD"/>
    <w:rsid w:val="00CA7558"/>
    <w:rsid w:val="00CA78EE"/>
    <w:rsid w:val="00CB16A0"/>
    <w:rsid w:val="00CB43EE"/>
    <w:rsid w:val="00CC221C"/>
    <w:rsid w:val="00CC3326"/>
    <w:rsid w:val="00CC3F63"/>
    <w:rsid w:val="00CC3F7B"/>
    <w:rsid w:val="00CC4659"/>
    <w:rsid w:val="00CC62E2"/>
    <w:rsid w:val="00CC657D"/>
    <w:rsid w:val="00CD0244"/>
    <w:rsid w:val="00CD0D22"/>
    <w:rsid w:val="00CD1731"/>
    <w:rsid w:val="00CD296D"/>
    <w:rsid w:val="00CE001B"/>
    <w:rsid w:val="00CE1E49"/>
    <w:rsid w:val="00CE37A8"/>
    <w:rsid w:val="00CE6643"/>
    <w:rsid w:val="00CE6B14"/>
    <w:rsid w:val="00CF29D9"/>
    <w:rsid w:val="00CF503C"/>
    <w:rsid w:val="00CF5448"/>
    <w:rsid w:val="00CF5D93"/>
    <w:rsid w:val="00CF6341"/>
    <w:rsid w:val="00D04A79"/>
    <w:rsid w:val="00D067A1"/>
    <w:rsid w:val="00D1296C"/>
    <w:rsid w:val="00D12E3F"/>
    <w:rsid w:val="00D15B8C"/>
    <w:rsid w:val="00D1665C"/>
    <w:rsid w:val="00D23EDC"/>
    <w:rsid w:val="00D30E6E"/>
    <w:rsid w:val="00D3466B"/>
    <w:rsid w:val="00D37398"/>
    <w:rsid w:val="00D40E2F"/>
    <w:rsid w:val="00D41059"/>
    <w:rsid w:val="00D41EA3"/>
    <w:rsid w:val="00D42E78"/>
    <w:rsid w:val="00D43E8E"/>
    <w:rsid w:val="00D446B5"/>
    <w:rsid w:val="00D5160C"/>
    <w:rsid w:val="00D5258B"/>
    <w:rsid w:val="00D52889"/>
    <w:rsid w:val="00D53461"/>
    <w:rsid w:val="00D5452E"/>
    <w:rsid w:val="00D565D7"/>
    <w:rsid w:val="00D56BD7"/>
    <w:rsid w:val="00D56C28"/>
    <w:rsid w:val="00D57F4A"/>
    <w:rsid w:val="00D61738"/>
    <w:rsid w:val="00D65248"/>
    <w:rsid w:val="00D70E12"/>
    <w:rsid w:val="00D7165F"/>
    <w:rsid w:val="00D720FC"/>
    <w:rsid w:val="00D7443D"/>
    <w:rsid w:val="00D837DF"/>
    <w:rsid w:val="00D86085"/>
    <w:rsid w:val="00D877C6"/>
    <w:rsid w:val="00D87ACD"/>
    <w:rsid w:val="00D90015"/>
    <w:rsid w:val="00D9027D"/>
    <w:rsid w:val="00D90FCE"/>
    <w:rsid w:val="00D91E80"/>
    <w:rsid w:val="00D92D18"/>
    <w:rsid w:val="00D93547"/>
    <w:rsid w:val="00DA167E"/>
    <w:rsid w:val="00DA2501"/>
    <w:rsid w:val="00DA500E"/>
    <w:rsid w:val="00DB208E"/>
    <w:rsid w:val="00DB2610"/>
    <w:rsid w:val="00DB3639"/>
    <w:rsid w:val="00DB538A"/>
    <w:rsid w:val="00DB7B27"/>
    <w:rsid w:val="00DC229C"/>
    <w:rsid w:val="00DC3A94"/>
    <w:rsid w:val="00DC507D"/>
    <w:rsid w:val="00DC5359"/>
    <w:rsid w:val="00DC748A"/>
    <w:rsid w:val="00DC7C83"/>
    <w:rsid w:val="00DD1A87"/>
    <w:rsid w:val="00DD2707"/>
    <w:rsid w:val="00DD5A5D"/>
    <w:rsid w:val="00DD6F84"/>
    <w:rsid w:val="00DE06EC"/>
    <w:rsid w:val="00DE0AFB"/>
    <w:rsid w:val="00DE21EB"/>
    <w:rsid w:val="00DE260E"/>
    <w:rsid w:val="00DE7B4F"/>
    <w:rsid w:val="00DE7C6B"/>
    <w:rsid w:val="00DE7F02"/>
    <w:rsid w:val="00DF050A"/>
    <w:rsid w:val="00DF1B4E"/>
    <w:rsid w:val="00DF4508"/>
    <w:rsid w:val="00DF4BB0"/>
    <w:rsid w:val="00DF65B3"/>
    <w:rsid w:val="00E031D7"/>
    <w:rsid w:val="00E06814"/>
    <w:rsid w:val="00E06AAB"/>
    <w:rsid w:val="00E06D15"/>
    <w:rsid w:val="00E07C9F"/>
    <w:rsid w:val="00E1157C"/>
    <w:rsid w:val="00E11B15"/>
    <w:rsid w:val="00E12910"/>
    <w:rsid w:val="00E13EBF"/>
    <w:rsid w:val="00E15F8B"/>
    <w:rsid w:val="00E1735D"/>
    <w:rsid w:val="00E21594"/>
    <w:rsid w:val="00E22F8E"/>
    <w:rsid w:val="00E239BF"/>
    <w:rsid w:val="00E249CF"/>
    <w:rsid w:val="00E261F5"/>
    <w:rsid w:val="00E31B79"/>
    <w:rsid w:val="00E366DC"/>
    <w:rsid w:val="00E36CEB"/>
    <w:rsid w:val="00E36CEC"/>
    <w:rsid w:val="00E420B1"/>
    <w:rsid w:val="00E43A89"/>
    <w:rsid w:val="00E43E5A"/>
    <w:rsid w:val="00E44473"/>
    <w:rsid w:val="00E46D90"/>
    <w:rsid w:val="00E520FA"/>
    <w:rsid w:val="00E5267F"/>
    <w:rsid w:val="00E53053"/>
    <w:rsid w:val="00E54F87"/>
    <w:rsid w:val="00E568F5"/>
    <w:rsid w:val="00E60F5A"/>
    <w:rsid w:val="00E60F9C"/>
    <w:rsid w:val="00E61D9B"/>
    <w:rsid w:val="00E6292B"/>
    <w:rsid w:val="00E66C23"/>
    <w:rsid w:val="00E670F8"/>
    <w:rsid w:val="00E7139B"/>
    <w:rsid w:val="00E7462F"/>
    <w:rsid w:val="00E75C90"/>
    <w:rsid w:val="00E7660A"/>
    <w:rsid w:val="00E77C7B"/>
    <w:rsid w:val="00E8283E"/>
    <w:rsid w:val="00E83443"/>
    <w:rsid w:val="00E836EE"/>
    <w:rsid w:val="00E83AB2"/>
    <w:rsid w:val="00E83CB8"/>
    <w:rsid w:val="00E85066"/>
    <w:rsid w:val="00E8531C"/>
    <w:rsid w:val="00E85EF9"/>
    <w:rsid w:val="00E900BB"/>
    <w:rsid w:val="00E902CA"/>
    <w:rsid w:val="00E9338A"/>
    <w:rsid w:val="00E9595B"/>
    <w:rsid w:val="00EA1437"/>
    <w:rsid w:val="00EA183E"/>
    <w:rsid w:val="00EA1E81"/>
    <w:rsid w:val="00EA50C0"/>
    <w:rsid w:val="00EA78B8"/>
    <w:rsid w:val="00EB29BD"/>
    <w:rsid w:val="00EB2A37"/>
    <w:rsid w:val="00EB611B"/>
    <w:rsid w:val="00EB6648"/>
    <w:rsid w:val="00EC19C4"/>
    <w:rsid w:val="00EC2D38"/>
    <w:rsid w:val="00EC382D"/>
    <w:rsid w:val="00EC50EA"/>
    <w:rsid w:val="00EC52B7"/>
    <w:rsid w:val="00EC5808"/>
    <w:rsid w:val="00EC61D1"/>
    <w:rsid w:val="00EC71A7"/>
    <w:rsid w:val="00EC7409"/>
    <w:rsid w:val="00EC7A30"/>
    <w:rsid w:val="00ED072C"/>
    <w:rsid w:val="00ED1618"/>
    <w:rsid w:val="00ED1A20"/>
    <w:rsid w:val="00ED20B8"/>
    <w:rsid w:val="00ED3711"/>
    <w:rsid w:val="00ED7D3E"/>
    <w:rsid w:val="00EE1696"/>
    <w:rsid w:val="00EE1C58"/>
    <w:rsid w:val="00EE3634"/>
    <w:rsid w:val="00EE3E1D"/>
    <w:rsid w:val="00EE67A9"/>
    <w:rsid w:val="00EE688C"/>
    <w:rsid w:val="00F0100E"/>
    <w:rsid w:val="00F01380"/>
    <w:rsid w:val="00F10FA1"/>
    <w:rsid w:val="00F118E4"/>
    <w:rsid w:val="00F11B46"/>
    <w:rsid w:val="00F1308E"/>
    <w:rsid w:val="00F150C9"/>
    <w:rsid w:val="00F1618B"/>
    <w:rsid w:val="00F20753"/>
    <w:rsid w:val="00F20BED"/>
    <w:rsid w:val="00F221B7"/>
    <w:rsid w:val="00F25450"/>
    <w:rsid w:val="00F25875"/>
    <w:rsid w:val="00F2683C"/>
    <w:rsid w:val="00F26B54"/>
    <w:rsid w:val="00F274BB"/>
    <w:rsid w:val="00F27CD9"/>
    <w:rsid w:val="00F4002A"/>
    <w:rsid w:val="00F41C67"/>
    <w:rsid w:val="00F44105"/>
    <w:rsid w:val="00F45C8F"/>
    <w:rsid w:val="00F47939"/>
    <w:rsid w:val="00F5114B"/>
    <w:rsid w:val="00F51AD9"/>
    <w:rsid w:val="00F55ED2"/>
    <w:rsid w:val="00F57064"/>
    <w:rsid w:val="00F60B69"/>
    <w:rsid w:val="00F61555"/>
    <w:rsid w:val="00F6316D"/>
    <w:rsid w:val="00F6647D"/>
    <w:rsid w:val="00F669C2"/>
    <w:rsid w:val="00F673F7"/>
    <w:rsid w:val="00F67C84"/>
    <w:rsid w:val="00F708D1"/>
    <w:rsid w:val="00F72E51"/>
    <w:rsid w:val="00F73755"/>
    <w:rsid w:val="00F76431"/>
    <w:rsid w:val="00F76DF6"/>
    <w:rsid w:val="00F77399"/>
    <w:rsid w:val="00F77827"/>
    <w:rsid w:val="00F80666"/>
    <w:rsid w:val="00F81930"/>
    <w:rsid w:val="00F8237F"/>
    <w:rsid w:val="00F90BAA"/>
    <w:rsid w:val="00F91549"/>
    <w:rsid w:val="00F93113"/>
    <w:rsid w:val="00FA27A8"/>
    <w:rsid w:val="00FB3AAD"/>
    <w:rsid w:val="00FB78F2"/>
    <w:rsid w:val="00FB79F7"/>
    <w:rsid w:val="00FC0B22"/>
    <w:rsid w:val="00FC20CD"/>
    <w:rsid w:val="00FC4595"/>
    <w:rsid w:val="00FC50CA"/>
    <w:rsid w:val="00FC6353"/>
    <w:rsid w:val="00FC758B"/>
    <w:rsid w:val="00FC77DC"/>
    <w:rsid w:val="00FD09DB"/>
    <w:rsid w:val="00FD38A6"/>
    <w:rsid w:val="00FD4747"/>
    <w:rsid w:val="00FD490C"/>
    <w:rsid w:val="00FD51BF"/>
    <w:rsid w:val="00FD6152"/>
    <w:rsid w:val="00FD67C0"/>
    <w:rsid w:val="00FD6839"/>
    <w:rsid w:val="00FE0837"/>
    <w:rsid w:val="00FE0A35"/>
    <w:rsid w:val="00FE1320"/>
    <w:rsid w:val="00FE1FDA"/>
    <w:rsid w:val="00FE4316"/>
    <w:rsid w:val="00FE4A09"/>
    <w:rsid w:val="00FF10C7"/>
    <w:rsid w:val="00FF4719"/>
    <w:rsid w:val="00FF49D2"/>
    <w:rsid w:val="00FF70CD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A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A5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58E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A5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A58E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A5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58E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04D9E"/>
    <w:pPr>
      <w:spacing w:before="120" w:after="0" w:line="360" w:lineRule="auto"/>
      <w:jc w:val="both"/>
    </w:pPr>
    <w:rPr>
      <w:rFonts w:ascii="Trebuchet MS" w:eastAsia="Times New Roman" w:hAnsi="Trebuchet MS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4D9E"/>
    <w:rPr>
      <w:rFonts w:ascii="Trebuchet MS" w:hAnsi="Trebuchet MS" w:cs="Times New Roman"/>
      <w:sz w:val="22"/>
    </w:rPr>
  </w:style>
  <w:style w:type="paragraph" w:styleId="ListParagraph">
    <w:name w:val="List Paragraph"/>
    <w:basedOn w:val="Normal"/>
    <w:uiPriority w:val="99"/>
    <w:qFormat/>
    <w:rsid w:val="00C63C4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21479"/>
    <w:rPr>
      <w:rFonts w:cs="Times New Roman"/>
      <w:color w:val="0000FF"/>
      <w:u w:val="single"/>
    </w:rPr>
  </w:style>
  <w:style w:type="paragraph" w:styleId="FootnoteText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"/>
    <w:link w:val="FootnoteTextChar1"/>
    <w:uiPriority w:val="99"/>
    <w:rsid w:val="006B7A02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efaultParagraphFont"/>
    <w:link w:val="FootnoteText"/>
    <w:uiPriority w:val="99"/>
    <w:semiHidden/>
    <w:rsid w:val="00B951A9"/>
    <w:rPr>
      <w:sz w:val="20"/>
      <w:szCs w:val="20"/>
      <w:lang w:eastAsia="en-US"/>
    </w:rPr>
  </w:style>
  <w:style w:type="character" w:customStyle="1" w:styleId="FootnoteTextChar1">
    <w:name w:val="Footnote Text Char1"/>
    <w:aliases w:val="Podrozdział Char1,Footnote Char1,Podrozdzia3 Char1,-E Fuﬂnotentext Char1,Fuﬂnotentext Ursprung Char1,Fußnotentext Ursprung Char1,-E Fußnotentext Char1,Fußnote Char1,Footnote text Char1,Tekst przypisu Znak Znak Znak Znak Char1"/>
    <w:basedOn w:val="DefaultParagraphFont"/>
    <w:link w:val="FootnoteText"/>
    <w:uiPriority w:val="99"/>
    <w:locked/>
    <w:rsid w:val="006B7A02"/>
    <w:rPr>
      <w:rFonts w:cs="Times New Roman"/>
      <w:lang w:eastAsia="en-US"/>
    </w:rPr>
  </w:style>
  <w:style w:type="character" w:styleId="FootnoteReference">
    <w:name w:val="footnote reference"/>
    <w:aliases w:val="Footnote Reference Number"/>
    <w:basedOn w:val="DefaultParagraphFont"/>
    <w:uiPriority w:val="99"/>
    <w:semiHidden/>
    <w:rsid w:val="006B7A02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EE1C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E1C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E1C58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E1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E1C58"/>
    <w:rPr>
      <w:b/>
      <w:bCs/>
    </w:rPr>
  </w:style>
  <w:style w:type="paragraph" w:styleId="Revision">
    <w:name w:val="Revision"/>
    <w:hidden/>
    <w:uiPriority w:val="99"/>
    <w:semiHidden/>
    <w:rsid w:val="0057161F"/>
    <w:rPr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11596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15961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115961"/>
    <w:rPr>
      <w:rFonts w:cs="Times New Roman"/>
      <w:vertAlign w:val="superscript"/>
    </w:rPr>
  </w:style>
  <w:style w:type="paragraph" w:customStyle="1" w:styleId="Default">
    <w:name w:val="Default"/>
    <w:uiPriority w:val="99"/>
    <w:rsid w:val="00207AC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BD670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273</TotalTime>
  <Pages>12</Pages>
  <Words>3314</Words>
  <Characters>19887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MINIMALNY WZÓR REGULAMINU REKRUTACJI I UCZESTNICTWA W PROJEKCIE</dc:title>
  <dc:subject/>
  <dc:creator> </dc:creator>
  <cp:keywords/>
  <dc:description/>
  <cp:lastModifiedBy>Twoja nazwa użytkownika</cp:lastModifiedBy>
  <cp:revision>23</cp:revision>
  <cp:lastPrinted>2011-01-14T07:02:00Z</cp:lastPrinted>
  <dcterms:created xsi:type="dcterms:W3CDTF">2012-10-17T09:59:00Z</dcterms:created>
  <dcterms:modified xsi:type="dcterms:W3CDTF">2013-04-30T11:19:00Z</dcterms:modified>
</cp:coreProperties>
</file>